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 xml:space="preserve">Section 1 </w:t>
      </w:r>
    </w:p>
    <w:p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rsidR="00DB13DF" w:rsidRPr="002B4BE9" w:rsidRDefault="00DB13DF">
          <w:pPr>
            <w:pStyle w:val="TOCHeading"/>
            <w:rPr>
              <w:rFonts w:ascii="Times New Roman" w:hAnsi="Times New Roman"/>
            </w:rPr>
          </w:pPr>
          <w:r w:rsidRPr="002B4BE9">
            <w:rPr>
              <w:rFonts w:ascii="Times New Roman" w:hAnsi="Times New Roman"/>
            </w:rPr>
            <w:t>Contents</w:t>
          </w:r>
        </w:p>
        <w:p w:rsidR="00523E0D" w:rsidRPr="002B4BE9" w:rsidRDefault="0085183E">
          <w:pPr>
            <w:pStyle w:val="TOC2"/>
            <w:tabs>
              <w:tab w:val="left" w:pos="660"/>
              <w:tab w:val="right" w:leader="dot" w:pos="9350"/>
            </w:tabs>
            <w:rPr>
              <w:rFonts w:ascii="Times New Roman" w:hAnsi="Times New Roman" w:cs="Times New Roman"/>
              <w:noProof/>
              <w:lang w:eastAsia="en-US"/>
            </w:rPr>
          </w:pPr>
          <w:r w:rsidRPr="002B4BE9">
            <w:rPr>
              <w:rFonts w:ascii="Times New Roman" w:hAnsi="Times New Roman" w:cs="Times New Roman"/>
            </w:rPr>
            <w:fldChar w:fldCharType="begin"/>
          </w:r>
          <w:r w:rsidR="00DB13DF" w:rsidRPr="002B4BE9">
            <w:rPr>
              <w:rFonts w:ascii="Times New Roman" w:hAnsi="Times New Roman" w:cs="Times New Roman"/>
            </w:rPr>
            <w:instrText xml:space="preserve"> TOC \o "1-3" \h \z \u </w:instrText>
          </w:r>
          <w:r w:rsidRPr="002B4BE9">
            <w:rPr>
              <w:rFonts w:ascii="Times New Roman" w:hAnsi="Times New Roman" w:cs="Times New Roman"/>
            </w:rPr>
            <w:fldChar w:fldCharType="separate"/>
          </w:r>
          <w:hyperlink w:anchor="_Toc283881391" w:history="1">
            <w:r w:rsidR="00523E0D" w:rsidRPr="002B4BE9">
              <w:rPr>
                <w:rStyle w:val="Hyperlink"/>
                <w:rFonts w:ascii="Times New Roman" w:hAnsi="Times New Roman" w:cs="Times New Roman"/>
                <w:noProof/>
              </w:rPr>
              <w:t>1.</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Scope of Bid</w:t>
            </w:r>
            <w:r w:rsidR="00523E0D" w:rsidRPr="002B4BE9">
              <w:rPr>
                <w:rFonts w:ascii="Times New Roman" w:hAnsi="Times New Roman" w:cs="Times New Roman"/>
                <w:noProof/>
                <w:webHidden/>
              </w:rPr>
              <w:tab/>
            </w:r>
            <w:r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_Toc283881391 \h </w:instrText>
            </w:r>
            <w:r w:rsidRPr="002B4BE9">
              <w:rPr>
                <w:rFonts w:ascii="Times New Roman" w:hAnsi="Times New Roman" w:cs="Times New Roman"/>
                <w:noProof/>
                <w:webHidden/>
              </w:rPr>
            </w:r>
            <w:r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3</w:t>
            </w:r>
            <w:r w:rsidRPr="002B4BE9">
              <w:rPr>
                <w:rFonts w:ascii="Times New Roman" w:hAnsi="Times New Roman" w:cs="Times New Roman"/>
                <w:noProof/>
                <w:webHidden/>
              </w:rPr>
              <w:fldChar w:fldCharType="end"/>
            </w:r>
          </w:hyperlink>
        </w:p>
        <w:p w:rsidR="00523E0D" w:rsidRPr="002B4BE9" w:rsidRDefault="002B4BE9">
          <w:pPr>
            <w:pStyle w:val="TOC2"/>
            <w:tabs>
              <w:tab w:val="left" w:pos="660"/>
              <w:tab w:val="right" w:leader="dot" w:pos="9350"/>
            </w:tabs>
            <w:rPr>
              <w:rFonts w:ascii="Times New Roman" w:hAnsi="Times New Roman" w:cs="Times New Roman"/>
              <w:noProof/>
              <w:lang w:eastAsia="en-US"/>
            </w:rPr>
          </w:pPr>
          <w:hyperlink w:anchor="_Toc283881392" w:history="1">
            <w:r w:rsidR="00523E0D" w:rsidRPr="002B4BE9">
              <w:rPr>
                <w:rStyle w:val="Hyperlink"/>
                <w:rFonts w:ascii="Times New Roman" w:hAnsi="Times New Roman" w:cs="Times New Roman"/>
                <w:noProof/>
              </w:rPr>
              <w:t>2.</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Environmental &amp; Social Compliance</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_Toc283881392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3</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660"/>
              <w:tab w:val="right" w:leader="dot" w:pos="9350"/>
            </w:tabs>
            <w:rPr>
              <w:rFonts w:ascii="Times New Roman" w:hAnsi="Times New Roman" w:cs="Times New Roman"/>
              <w:noProof/>
              <w:lang w:eastAsia="en-US"/>
            </w:rPr>
          </w:pPr>
          <w:hyperlink w:anchor="_Toc283881393" w:history="1">
            <w:r w:rsidR="00523E0D" w:rsidRPr="002B4BE9">
              <w:rPr>
                <w:rStyle w:val="Hyperlink"/>
                <w:rFonts w:ascii="Times New Roman" w:hAnsi="Times New Roman" w:cs="Times New Roman"/>
                <w:noProof/>
              </w:rPr>
              <w:t>3.</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Corrupt Practices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_Toc283881393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3</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660"/>
              <w:tab w:val="right" w:leader="dot" w:pos="9350"/>
            </w:tabs>
            <w:rPr>
              <w:rFonts w:ascii="Times New Roman" w:hAnsi="Times New Roman" w:cs="Times New Roman"/>
              <w:noProof/>
              <w:lang w:eastAsia="en-US"/>
            </w:rPr>
          </w:pPr>
          <w:hyperlink w:anchor="_Toc283881394" w:history="1">
            <w:r w:rsidR="00523E0D" w:rsidRPr="002B4BE9">
              <w:rPr>
                <w:rStyle w:val="Hyperlink"/>
                <w:rFonts w:ascii="Times New Roman" w:hAnsi="Times New Roman" w:cs="Times New Roman"/>
                <w:noProof/>
              </w:rPr>
              <w:t>4.</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Eligible Bidders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_Toc283881394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4</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660"/>
              <w:tab w:val="right" w:leader="dot" w:pos="9350"/>
            </w:tabs>
            <w:rPr>
              <w:rFonts w:ascii="Times New Roman" w:hAnsi="Times New Roman" w:cs="Times New Roman"/>
              <w:noProof/>
              <w:lang w:eastAsia="en-US"/>
            </w:rPr>
          </w:pPr>
          <w:hyperlink w:anchor="_Toc283881395" w:history="1">
            <w:r w:rsidR="00523E0D" w:rsidRPr="002B4BE9">
              <w:rPr>
                <w:rStyle w:val="Hyperlink"/>
                <w:rFonts w:ascii="Times New Roman" w:hAnsi="Times New Roman" w:cs="Times New Roman"/>
                <w:noProof/>
              </w:rPr>
              <w:t>5.</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Eligible Plant and Services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_Toc283881395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6</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660"/>
              <w:tab w:val="right" w:leader="dot" w:pos="9350"/>
            </w:tabs>
            <w:rPr>
              <w:rFonts w:ascii="Times New Roman" w:hAnsi="Times New Roman" w:cs="Times New Roman"/>
              <w:noProof/>
              <w:lang w:eastAsia="en-US"/>
            </w:rPr>
          </w:pPr>
          <w:hyperlink w:anchor="_Toc283881396" w:history="1">
            <w:r w:rsidR="00523E0D" w:rsidRPr="002B4BE9">
              <w:rPr>
                <w:rStyle w:val="Hyperlink"/>
                <w:rFonts w:ascii="Times New Roman" w:hAnsi="Times New Roman" w:cs="Times New Roman"/>
                <w:noProof/>
              </w:rPr>
              <w:t>6.</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Sections of Bidding Document</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_Toc283881396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6</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660"/>
              <w:tab w:val="right" w:leader="dot" w:pos="9350"/>
            </w:tabs>
            <w:rPr>
              <w:rFonts w:ascii="Times New Roman" w:hAnsi="Times New Roman" w:cs="Times New Roman"/>
              <w:noProof/>
              <w:lang w:eastAsia="en-US"/>
            </w:rPr>
          </w:pPr>
          <w:hyperlink w:anchor="_Toc283881397" w:history="1">
            <w:r w:rsidR="00523E0D" w:rsidRPr="002B4BE9">
              <w:rPr>
                <w:rStyle w:val="Hyperlink"/>
                <w:rFonts w:ascii="Times New Roman" w:hAnsi="Times New Roman" w:cs="Times New Roman"/>
                <w:noProof/>
              </w:rPr>
              <w:t>7.</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Clarification of Bidding Document, Site Visit, Pre-Bid Meeting</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_Toc283881397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7</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660"/>
              <w:tab w:val="right" w:leader="dot" w:pos="9350"/>
            </w:tabs>
            <w:rPr>
              <w:rFonts w:ascii="Times New Roman" w:hAnsi="Times New Roman" w:cs="Times New Roman"/>
              <w:noProof/>
              <w:lang w:eastAsia="en-US"/>
            </w:rPr>
          </w:pPr>
          <w:hyperlink w:anchor="_Toc283881398" w:history="1">
            <w:r w:rsidR="00523E0D" w:rsidRPr="002B4BE9">
              <w:rPr>
                <w:rStyle w:val="Hyperlink"/>
                <w:rFonts w:ascii="Times New Roman" w:hAnsi="Times New Roman" w:cs="Times New Roman"/>
                <w:noProof/>
              </w:rPr>
              <w:t>8.</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Amendment of Bidding Document</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_Toc283881398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8</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660"/>
              <w:tab w:val="right" w:leader="dot" w:pos="9350"/>
            </w:tabs>
            <w:rPr>
              <w:rFonts w:ascii="Times New Roman" w:hAnsi="Times New Roman" w:cs="Times New Roman"/>
              <w:noProof/>
              <w:lang w:eastAsia="en-US"/>
            </w:rPr>
          </w:pPr>
          <w:hyperlink w:anchor="_Toc283881399" w:history="1">
            <w:r w:rsidR="00523E0D" w:rsidRPr="002B4BE9">
              <w:rPr>
                <w:rStyle w:val="Hyperlink"/>
                <w:rFonts w:ascii="Times New Roman" w:hAnsi="Times New Roman" w:cs="Times New Roman"/>
                <w:noProof/>
              </w:rPr>
              <w:t>9.</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Cost of Bidding</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_Toc283881399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8</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0" w:history="1">
            <w:r w:rsidR="00523E0D" w:rsidRPr="002B4BE9">
              <w:rPr>
                <w:rStyle w:val="Hyperlink"/>
                <w:rFonts w:ascii="Times New Roman" w:hAnsi="Times New Roman" w:cs="Times New Roman"/>
                <w:noProof/>
              </w:rPr>
              <w:t>10.</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Language of Bid</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_Toc283881400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8</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1" w:history="1">
            <w:r w:rsidR="00523E0D" w:rsidRPr="002B4BE9">
              <w:rPr>
                <w:rStyle w:val="Hyperlink"/>
                <w:rFonts w:ascii="Times New Roman" w:hAnsi="Times New Roman" w:cs="Times New Roman"/>
                <w:noProof/>
              </w:rPr>
              <w:t>11.</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Documents Comprising the Bid</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_Toc283881401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8</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2" w:history="1">
            <w:r w:rsidR="00523E0D" w:rsidRPr="002B4BE9">
              <w:rPr>
                <w:rStyle w:val="Hyperlink"/>
                <w:rFonts w:ascii="Times New Roman" w:hAnsi="Times New Roman" w:cs="Times New Roman"/>
                <w:noProof/>
              </w:rPr>
              <w:t>12.</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Letter of Bid and Schedules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_Toc283881402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9</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3" w:history="1">
            <w:r w:rsidR="00523E0D" w:rsidRPr="002B4BE9">
              <w:rPr>
                <w:rStyle w:val="Hyperlink"/>
                <w:rFonts w:ascii="Times New Roman" w:hAnsi="Times New Roman" w:cs="Times New Roman"/>
                <w:noProof/>
              </w:rPr>
              <w:t>13.</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Alternative Bids</w:t>
            </w:r>
            <w:r w:rsidR="00C367C4" w:rsidRPr="002B4BE9">
              <w:rPr>
                <w:rStyle w:val="Hyperlink"/>
                <w:rFonts w:ascii="Times New Roman" w:hAnsi="Times New Roman" w:cs="Times New Roman"/>
                <w:noProof/>
              </w:rPr>
              <w:t xml:space="preserve"> </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_Toc283881403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9</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4" w:history="1">
            <w:r w:rsidR="00523E0D" w:rsidRPr="002B4BE9">
              <w:rPr>
                <w:rStyle w:val="Hyperlink"/>
                <w:rFonts w:ascii="Times New Roman" w:hAnsi="Times New Roman" w:cs="Times New Roman"/>
                <w:noProof/>
              </w:rPr>
              <w:t>14.</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Documents Establishing the Eligibility of Plant and Services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_Toc283881404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10</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5" w:history="1">
            <w:r w:rsidR="00523E0D" w:rsidRPr="002B4BE9">
              <w:rPr>
                <w:rStyle w:val="Hyperlink"/>
                <w:rFonts w:ascii="Times New Roman" w:hAnsi="Times New Roman" w:cs="Times New Roman"/>
                <w:noProof/>
              </w:rPr>
              <w:t>15.</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Documents Establishing the Eligibility and Qualifications of  the Bidder</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_Toc283881405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10</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6" w:history="1">
            <w:r w:rsidR="00523E0D" w:rsidRPr="002B4BE9">
              <w:rPr>
                <w:rStyle w:val="Hyperlink"/>
                <w:rFonts w:ascii="Times New Roman" w:hAnsi="Times New Roman" w:cs="Times New Roman"/>
                <w:noProof/>
              </w:rPr>
              <w:t>16.</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Documents Establishing Conformity of the Plant and Services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_Toc283881406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10</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7" w:history="1">
            <w:r w:rsidR="00523E0D" w:rsidRPr="002B4BE9">
              <w:rPr>
                <w:rStyle w:val="Hyperlink"/>
                <w:rFonts w:ascii="Times New Roman" w:hAnsi="Times New Roman" w:cs="Times New Roman"/>
                <w:noProof/>
              </w:rPr>
              <w:t>17.</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Technical Proposal, Subcontractors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_Toc283881407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11</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8" w:history="1">
            <w:r w:rsidR="00523E0D" w:rsidRPr="002B4BE9">
              <w:rPr>
                <w:rStyle w:val="Hyperlink"/>
                <w:rFonts w:ascii="Times New Roman" w:hAnsi="Times New Roman" w:cs="Times New Roman"/>
                <w:noProof/>
              </w:rPr>
              <w:t>18.</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Bid Prices and Discounts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_Toc283881408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11</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09" w:history="1">
            <w:r w:rsidR="00523E0D" w:rsidRPr="002B4BE9">
              <w:rPr>
                <w:rStyle w:val="Hyperlink"/>
                <w:rFonts w:ascii="Times New Roman" w:hAnsi="Times New Roman" w:cs="Times New Roman"/>
                <w:noProof/>
              </w:rPr>
              <w:t>19.</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Currencies of Bid and Payment</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_Toc283881409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14</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0" w:history="1">
            <w:r w:rsidR="00523E0D" w:rsidRPr="002B4BE9">
              <w:rPr>
                <w:rStyle w:val="Hyperlink"/>
                <w:rFonts w:ascii="Times New Roman" w:hAnsi="Times New Roman" w:cs="Times New Roman"/>
                <w:noProof/>
              </w:rPr>
              <w:t>20.</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Period of Validity of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_Toc283881410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14</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1" w:history="1">
            <w:r w:rsidR="00523E0D" w:rsidRPr="002B4BE9">
              <w:rPr>
                <w:rStyle w:val="Hyperlink"/>
                <w:rFonts w:ascii="Times New Roman" w:hAnsi="Times New Roman" w:cs="Times New Roman"/>
                <w:noProof/>
              </w:rPr>
              <w:t>21.</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Bid Security</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_Toc283881411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15</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2" w:history="1">
            <w:r w:rsidR="00523E0D" w:rsidRPr="002B4BE9">
              <w:rPr>
                <w:rStyle w:val="Hyperlink"/>
                <w:rFonts w:ascii="Times New Roman" w:hAnsi="Times New Roman" w:cs="Times New Roman"/>
                <w:noProof/>
              </w:rPr>
              <w:t>22.</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Format and Signing of Bid</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_Toc283881412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16</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3" w:history="1">
            <w:r w:rsidR="00523E0D" w:rsidRPr="002B4BE9">
              <w:rPr>
                <w:rStyle w:val="Hyperlink"/>
                <w:rFonts w:ascii="Times New Roman" w:hAnsi="Times New Roman" w:cs="Times New Roman"/>
                <w:noProof/>
              </w:rPr>
              <w:t>23.</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Submission, Sealing and Marking of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_Toc283881413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16</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4" w:history="1">
            <w:r w:rsidR="00523E0D" w:rsidRPr="002B4BE9">
              <w:rPr>
                <w:rStyle w:val="Hyperlink"/>
                <w:rFonts w:ascii="Times New Roman" w:hAnsi="Times New Roman" w:cs="Times New Roman"/>
                <w:noProof/>
              </w:rPr>
              <w:t>24.</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Deadline for Submission of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_Toc283881414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17</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5" w:history="1">
            <w:r w:rsidR="00523E0D" w:rsidRPr="002B4BE9">
              <w:rPr>
                <w:rStyle w:val="Hyperlink"/>
                <w:rFonts w:ascii="Times New Roman" w:hAnsi="Times New Roman" w:cs="Times New Roman"/>
                <w:noProof/>
              </w:rPr>
              <w:t>25.</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Late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_Toc283881415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17</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6" w:history="1">
            <w:r w:rsidR="00523E0D" w:rsidRPr="002B4BE9">
              <w:rPr>
                <w:rStyle w:val="Hyperlink"/>
                <w:rFonts w:ascii="Times New Roman" w:hAnsi="Times New Roman" w:cs="Times New Roman"/>
                <w:noProof/>
              </w:rPr>
              <w:t>26.</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Withdrawal, Substitution, and Modification of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_Toc283881416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17</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7" w:history="1">
            <w:r w:rsidR="00523E0D" w:rsidRPr="002B4BE9">
              <w:rPr>
                <w:rStyle w:val="Hyperlink"/>
                <w:rFonts w:ascii="Times New Roman" w:hAnsi="Times New Roman" w:cs="Times New Roman"/>
                <w:noProof/>
              </w:rPr>
              <w:t>27.</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Bid Opening</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_Toc283881417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18</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8" w:history="1">
            <w:r w:rsidR="00523E0D" w:rsidRPr="002B4BE9">
              <w:rPr>
                <w:rStyle w:val="Hyperlink"/>
                <w:rFonts w:ascii="Times New Roman" w:hAnsi="Times New Roman" w:cs="Times New Roman"/>
                <w:noProof/>
              </w:rPr>
              <w:t>28.</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Confidentiality</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_Toc283881418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20</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19" w:history="1">
            <w:r w:rsidR="00523E0D" w:rsidRPr="002B4BE9">
              <w:rPr>
                <w:rStyle w:val="Hyperlink"/>
                <w:rFonts w:ascii="Times New Roman" w:hAnsi="Times New Roman" w:cs="Times New Roman"/>
                <w:noProof/>
              </w:rPr>
              <w:t>29.</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Clarification of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_Toc283881419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20</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0" w:history="1">
            <w:r w:rsidR="00523E0D" w:rsidRPr="002B4BE9">
              <w:rPr>
                <w:rStyle w:val="Hyperlink"/>
                <w:rFonts w:ascii="Times New Roman" w:hAnsi="Times New Roman" w:cs="Times New Roman"/>
                <w:noProof/>
              </w:rPr>
              <w:t>30.</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Deviations, Reservations, and Omissions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_Toc283881420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20</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1" w:history="1">
            <w:r w:rsidR="00523E0D" w:rsidRPr="002B4BE9">
              <w:rPr>
                <w:rStyle w:val="Hyperlink"/>
                <w:rFonts w:ascii="Times New Roman" w:hAnsi="Times New Roman" w:cs="Times New Roman"/>
                <w:noProof/>
              </w:rPr>
              <w:t>31.</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Preliminary Examination of Technical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_Toc283881421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21</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2" w:history="1">
            <w:r w:rsidR="00523E0D" w:rsidRPr="002B4BE9">
              <w:rPr>
                <w:rStyle w:val="Hyperlink"/>
                <w:rFonts w:ascii="Times New Roman" w:hAnsi="Times New Roman" w:cs="Times New Roman"/>
                <w:noProof/>
              </w:rPr>
              <w:t>32.</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Responsiveness of Technical Bid</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_Toc283881422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21</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3" w:history="1">
            <w:r w:rsidR="00523E0D" w:rsidRPr="002B4BE9">
              <w:rPr>
                <w:rStyle w:val="Hyperlink"/>
                <w:rFonts w:ascii="Times New Roman" w:hAnsi="Times New Roman" w:cs="Times New Roman"/>
                <w:noProof/>
              </w:rPr>
              <w:t>33.</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Nonmaterial Nonconformities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_Toc283881423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22</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4" w:history="1">
            <w:r w:rsidR="00523E0D" w:rsidRPr="002B4BE9">
              <w:rPr>
                <w:rStyle w:val="Hyperlink"/>
                <w:rFonts w:ascii="Times New Roman" w:hAnsi="Times New Roman" w:cs="Times New Roman"/>
                <w:noProof/>
              </w:rPr>
              <w:t>34.</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Detailed Evaluation of Technical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_Toc283881424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22</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5" w:history="1">
            <w:r w:rsidR="00523E0D" w:rsidRPr="002B4BE9">
              <w:rPr>
                <w:rStyle w:val="Hyperlink"/>
                <w:rFonts w:ascii="Times New Roman" w:hAnsi="Times New Roman" w:cs="Times New Roman"/>
                <w:noProof/>
              </w:rPr>
              <w:t>35.</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Eligibility and Qualification of Bidder</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_Toc283881425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23</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6" w:history="1">
            <w:r w:rsidR="00523E0D" w:rsidRPr="002B4BE9">
              <w:rPr>
                <w:rStyle w:val="Hyperlink"/>
                <w:rFonts w:ascii="Times New Roman" w:hAnsi="Times New Roman" w:cs="Times New Roman"/>
                <w:noProof/>
              </w:rPr>
              <w:t>36.</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Correction of ARITHMETICAL ERRORS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_Toc283881426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23</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7" w:history="1">
            <w:r w:rsidR="00523E0D" w:rsidRPr="002B4BE9">
              <w:rPr>
                <w:rStyle w:val="Hyperlink"/>
                <w:rFonts w:ascii="Times New Roman" w:hAnsi="Times New Roman" w:cs="Times New Roman"/>
                <w:noProof/>
              </w:rPr>
              <w:t>37.</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Conversion to Single Currency</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_Toc283881427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24</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8" w:history="1">
            <w:r w:rsidR="00523E0D" w:rsidRPr="002B4BE9">
              <w:rPr>
                <w:rStyle w:val="Hyperlink"/>
                <w:rFonts w:ascii="Times New Roman" w:hAnsi="Times New Roman" w:cs="Times New Roman"/>
                <w:noProof/>
              </w:rPr>
              <w:t>38.</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Margin of Preference</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_Toc283881428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24</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29" w:history="1">
            <w:r w:rsidR="00523E0D" w:rsidRPr="002B4BE9">
              <w:rPr>
                <w:rStyle w:val="Hyperlink"/>
                <w:rFonts w:ascii="Times New Roman" w:hAnsi="Times New Roman" w:cs="Times New Roman"/>
                <w:noProof/>
              </w:rPr>
              <w:t>39.</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Evaluation of Price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_Toc283881429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24</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30" w:history="1">
            <w:r w:rsidR="00523E0D" w:rsidRPr="002B4BE9">
              <w:rPr>
                <w:rStyle w:val="Hyperlink"/>
                <w:rFonts w:ascii="Times New Roman" w:hAnsi="Times New Roman" w:cs="Times New Roman"/>
                <w:noProof/>
              </w:rPr>
              <w:t>40.</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Comparison of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_Toc283881430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25</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31" w:history="1">
            <w:r w:rsidR="00523E0D" w:rsidRPr="002B4BE9">
              <w:rPr>
                <w:rStyle w:val="Hyperlink"/>
                <w:rFonts w:ascii="Times New Roman" w:hAnsi="Times New Roman" w:cs="Times New Roman"/>
                <w:noProof/>
              </w:rPr>
              <w:t>41.</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Employer’s Right to Accept Any Bid, and to Reject Any or All  Bids</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_Toc283881431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25</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32" w:history="1">
            <w:r w:rsidR="00523E0D" w:rsidRPr="002B4BE9">
              <w:rPr>
                <w:rStyle w:val="Hyperlink"/>
                <w:rFonts w:ascii="Times New Roman" w:hAnsi="Times New Roman" w:cs="Times New Roman"/>
                <w:noProof/>
              </w:rPr>
              <w:t>42.</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Award Criteria</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_Toc283881432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25</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33" w:history="1">
            <w:r w:rsidR="00523E0D" w:rsidRPr="002B4BE9">
              <w:rPr>
                <w:rStyle w:val="Hyperlink"/>
                <w:rFonts w:ascii="Times New Roman" w:hAnsi="Times New Roman" w:cs="Times New Roman"/>
                <w:noProof/>
              </w:rPr>
              <w:t>43.</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Notification of Award</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_Toc283881433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25</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34" w:history="1">
            <w:r w:rsidR="00523E0D" w:rsidRPr="002B4BE9">
              <w:rPr>
                <w:rStyle w:val="Hyperlink"/>
                <w:rFonts w:ascii="Times New Roman" w:hAnsi="Times New Roman" w:cs="Times New Roman"/>
                <w:noProof/>
              </w:rPr>
              <w:t>44.</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Signing of Contract</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_Toc283881434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26</w:t>
            </w:r>
            <w:r w:rsidR="0085183E" w:rsidRPr="002B4BE9">
              <w:rPr>
                <w:rFonts w:ascii="Times New Roman" w:hAnsi="Times New Roman" w:cs="Times New Roman"/>
                <w:noProof/>
                <w:webHidden/>
              </w:rPr>
              <w:fldChar w:fldCharType="end"/>
            </w:r>
          </w:hyperlink>
        </w:p>
        <w:p w:rsidR="00523E0D" w:rsidRPr="002B4BE9" w:rsidRDefault="002B4BE9">
          <w:pPr>
            <w:pStyle w:val="TOC2"/>
            <w:tabs>
              <w:tab w:val="left" w:pos="880"/>
              <w:tab w:val="right" w:leader="dot" w:pos="9350"/>
            </w:tabs>
            <w:rPr>
              <w:rFonts w:ascii="Times New Roman" w:hAnsi="Times New Roman" w:cs="Times New Roman"/>
              <w:noProof/>
              <w:lang w:eastAsia="en-US"/>
            </w:rPr>
          </w:pPr>
          <w:hyperlink w:anchor="_Toc283881435" w:history="1">
            <w:r w:rsidR="00523E0D" w:rsidRPr="002B4BE9">
              <w:rPr>
                <w:rStyle w:val="Hyperlink"/>
                <w:rFonts w:ascii="Times New Roman" w:hAnsi="Times New Roman" w:cs="Times New Roman"/>
                <w:noProof/>
              </w:rPr>
              <w:t>45.</w:t>
            </w:r>
            <w:r w:rsidR="00523E0D" w:rsidRPr="002B4BE9">
              <w:rPr>
                <w:rFonts w:ascii="Times New Roman" w:hAnsi="Times New Roman" w:cs="Times New Roman"/>
                <w:noProof/>
                <w:lang w:eastAsia="en-US"/>
              </w:rPr>
              <w:tab/>
            </w:r>
            <w:r w:rsidR="00523E0D" w:rsidRPr="002B4BE9">
              <w:rPr>
                <w:rStyle w:val="Hyperlink"/>
                <w:rFonts w:ascii="Times New Roman" w:hAnsi="Times New Roman" w:cs="Times New Roman"/>
                <w:noProof/>
              </w:rPr>
              <w:t>Performance Security</w:t>
            </w:r>
            <w:r w:rsidR="00523E0D" w:rsidRPr="002B4BE9">
              <w:rPr>
                <w:rFonts w:ascii="Times New Roman" w:hAnsi="Times New Roman" w:cs="Times New Roman"/>
                <w:noProof/>
                <w:webHidden/>
              </w:rPr>
              <w:tab/>
            </w:r>
            <w:r w:rsidR="0085183E" w:rsidRPr="002B4BE9">
              <w:rPr>
                <w:rFonts w:ascii="Times New Roman" w:hAnsi="Times New Roman" w:cs="Times New Roman"/>
                <w:noProof/>
                <w:webHidden/>
              </w:rPr>
              <w:fldChar w:fldCharType="begin"/>
            </w:r>
            <w:r w:rsidR="00523E0D" w:rsidRPr="002B4BE9">
              <w:rPr>
                <w:rFonts w:ascii="Times New Roman" w:hAnsi="Times New Roman" w:cs="Times New Roman"/>
                <w:noProof/>
                <w:webHidden/>
              </w:rPr>
              <w:instrText xml:space="preserve"> PAGEREF _Toc283881435 \h </w:instrText>
            </w:r>
            <w:r w:rsidR="0085183E" w:rsidRPr="002B4BE9">
              <w:rPr>
                <w:rFonts w:ascii="Times New Roman" w:hAnsi="Times New Roman" w:cs="Times New Roman"/>
                <w:noProof/>
                <w:webHidden/>
              </w:rPr>
            </w:r>
            <w:r w:rsidR="0085183E" w:rsidRPr="002B4BE9">
              <w:rPr>
                <w:rFonts w:ascii="Times New Roman" w:hAnsi="Times New Roman" w:cs="Times New Roman"/>
                <w:noProof/>
                <w:webHidden/>
              </w:rPr>
              <w:fldChar w:fldCharType="separate"/>
            </w:r>
            <w:r w:rsidR="00376C76" w:rsidRPr="002B4BE9">
              <w:rPr>
                <w:rFonts w:ascii="Times New Roman" w:hAnsi="Times New Roman" w:cs="Times New Roman"/>
                <w:noProof/>
                <w:webHidden/>
              </w:rPr>
              <w:t>26</w:t>
            </w:r>
            <w:r w:rsidR="0085183E" w:rsidRPr="002B4BE9">
              <w:rPr>
                <w:rFonts w:ascii="Times New Roman" w:hAnsi="Times New Roman" w:cs="Times New Roman"/>
                <w:noProof/>
                <w:webHidden/>
              </w:rPr>
              <w:fldChar w:fldCharType="end"/>
            </w:r>
          </w:hyperlink>
        </w:p>
        <w:p w:rsidR="00DB13DF" w:rsidRPr="002B4BE9" w:rsidRDefault="0085183E">
          <w:pPr>
            <w:rPr>
              <w:rFonts w:ascii="Times New Roman" w:hAnsi="Times New Roman"/>
            </w:rPr>
          </w:pPr>
          <w:r w:rsidRPr="002B4BE9">
            <w:rPr>
              <w:rFonts w:ascii="Times New Roman" w:hAnsi="Times New Roman"/>
              <w:b/>
              <w:bCs/>
              <w:noProof/>
            </w:rPr>
            <w:fldChar w:fldCharType="end"/>
          </w:r>
        </w:p>
      </w:sdtContent>
    </w:sdt>
    <w:p w:rsidR="00C2668C" w:rsidRPr="002B4BE9" w:rsidRDefault="00C2668C" w:rsidP="00C2668C">
      <w:pPr>
        <w:rPr>
          <w:rFonts w:ascii="Times New Roman" w:hAnsi="Times New Roman"/>
        </w:rPr>
      </w:pPr>
    </w:p>
    <w:p w:rsidR="00C2668C" w:rsidRPr="002B4BE9" w:rsidRDefault="00C2668C" w:rsidP="00C2668C">
      <w:pPr>
        <w:rPr>
          <w:rFonts w:ascii="Times New Roman" w:hAnsi="Times New Roman"/>
        </w:rPr>
      </w:pPr>
    </w:p>
    <w:p w:rsidR="00C2668C" w:rsidRPr="002B4BE9" w:rsidRDefault="00C2668C" w:rsidP="00C2668C">
      <w:pPr>
        <w:rPr>
          <w:rFonts w:ascii="Times New Roman" w:hAnsi="Times New Roman"/>
        </w:rPr>
      </w:pPr>
    </w:p>
    <w:p w:rsidR="00C2668C" w:rsidRPr="002B4BE9" w:rsidRDefault="00C2668C" w:rsidP="00C2668C">
      <w:pPr>
        <w:rPr>
          <w:rFonts w:ascii="Times New Roman" w:hAnsi="Times New Roman"/>
        </w:rPr>
      </w:pPr>
      <w:r w:rsidRPr="002B4BE9">
        <w:rPr>
          <w:rFonts w:ascii="Times New Roman" w:hAnsi="Times New Roman"/>
        </w:rPr>
        <w:tab/>
      </w:r>
    </w:p>
    <w:p w:rsidR="00C2668C" w:rsidRPr="002B4BE9" w:rsidRDefault="00C2668C" w:rsidP="00C2668C">
      <w:pPr>
        <w:rPr>
          <w:rFonts w:ascii="Times New Roman" w:hAnsi="Times New Roman"/>
        </w:rPr>
      </w:pPr>
    </w:p>
    <w:p w:rsidR="00C2668C" w:rsidRPr="002B4BE9" w:rsidRDefault="00C2668C" w:rsidP="00C2668C">
      <w:pPr>
        <w:rPr>
          <w:rFonts w:ascii="Times New Roman" w:hAnsi="Times New Roman"/>
        </w:rPr>
      </w:pPr>
      <w:r w:rsidRPr="002B4BE9">
        <w:rPr>
          <w:rFonts w:ascii="Times New Roman" w:hAnsi="Times New Roman"/>
        </w:rPr>
        <w:t> </w:t>
      </w:r>
    </w:p>
    <w:p w:rsidR="002B4BE9" w:rsidRPr="002B4BE9" w:rsidRDefault="002B4BE9" w:rsidP="00C2668C">
      <w:pPr>
        <w:rPr>
          <w:rFonts w:ascii="Times New Roman" w:hAnsi="Times New Roman"/>
        </w:rPr>
      </w:pPr>
    </w:p>
    <w:p w:rsidR="002B4BE9" w:rsidRPr="002B4BE9" w:rsidRDefault="002B4BE9" w:rsidP="00C2668C">
      <w:pPr>
        <w:rPr>
          <w:rFonts w:ascii="Times New Roman" w:hAnsi="Times New Roman"/>
        </w:rPr>
      </w:pPr>
    </w:p>
    <w:p w:rsidR="00C2668C" w:rsidRPr="002B4BE9" w:rsidRDefault="00C2668C" w:rsidP="00C2668C">
      <w:pPr>
        <w:rPr>
          <w:rFonts w:ascii="Times New Roman" w:hAnsi="Times New Roman"/>
        </w:rPr>
      </w:pPr>
    </w:p>
    <w:p w:rsidR="003822CA" w:rsidRPr="002B4BE9" w:rsidRDefault="003822CA" w:rsidP="00C2668C">
      <w:pPr>
        <w:rPr>
          <w:rFonts w:ascii="Times New Roman" w:hAnsi="Times New Roman"/>
        </w:rPr>
      </w:pPr>
    </w:p>
    <w:p w:rsidR="00C2668C" w:rsidRPr="002B4BE9" w:rsidRDefault="00C2668C" w:rsidP="00C2668C">
      <w:pPr>
        <w:pStyle w:val="Heading2"/>
        <w:rPr>
          <w:rFonts w:ascii="Times New Roman" w:hAnsi="Times New Roman"/>
        </w:rPr>
      </w:pPr>
      <w:bookmarkStart w:id="0" w:name="_Toc283881391"/>
      <w:r w:rsidRPr="002B4BE9">
        <w:rPr>
          <w:rFonts w:ascii="Times New Roman" w:hAnsi="Times New Roman"/>
        </w:rPr>
        <w:t>1.</w:t>
      </w:r>
      <w:r w:rsidRPr="002B4BE9">
        <w:rPr>
          <w:rFonts w:ascii="Times New Roman" w:hAnsi="Times New Roman"/>
        </w:rPr>
        <w:tab/>
        <w:t>Scope of Bid</w:t>
      </w:r>
      <w:bookmarkEnd w:id="0"/>
      <w:r w:rsidRPr="002B4BE9">
        <w:rPr>
          <w:rFonts w:ascii="Times New Roman" w:hAnsi="Times New Roman"/>
        </w:rPr>
        <w:tab/>
      </w:r>
    </w:p>
    <w:p w:rsidR="00C2668C" w:rsidRPr="002B4BE9" w:rsidRDefault="00C2668C" w:rsidP="0053762E">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w:t>
      </w:r>
      <w:r w:rsidR="0053762E" w:rsidRPr="002B4BE9">
        <w:rPr>
          <w:rFonts w:ascii="Times New Roman" w:hAnsi="Times New Roman"/>
        </w:rPr>
        <w:t xml:space="preserve">he Bid Data Sheet (BDS), the </w:t>
      </w:r>
      <w:r w:rsidRPr="002B4BE9">
        <w:rPr>
          <w:rFonts w:ascii="Times New Roman" w:hAnsi="Times New Roman"/>
        </w:rPr>
        <w:t>Employer, as indicated in the BDS, issues th</w:t>
      </w:r>
      <w:r w:rsidR="0053762E" w:rsidRPr="002B4BE9">
        <w:rPr>
          <w:rFonts w:ascii="Times New Roman" w:hAnsi="Times New Roman"/>
        </w:rPr>
        <w:t xml:space="preserve">is Bidding Document for the </w:t>
      </w:r>
      <w:r w:rsidRPr="002B4BE9">
        <w:rPr>
          <w:rFonts w:ascii="Times New Roman" w:hAnsi="Times New Roman"/>
        </w:rPr>
        <w:t>procurement of plant and services as specifi</w:t>
      </w:r>
      <w:r w:rsidR="0053762E" w:rsidRPr="002B4BE9">
        <w:rPr>
          <w:rFonts w:ascii="Times New Roman" w:hAnsi="Times New Roman"/>
        </w:rPr>
        <w:t xml:space="preserve">ed in Section 6 (Employer’s </w:t>
      </w:r>
      <w:r w:rsidRPr="002B4BE9">
        <w:rPr>
          <w:rFonts w:ascii="Times New Roman" w:hAnsi="Times New Roman"/>
        </w:rPr>
        <w:t>Requirements).  The name, identification, and numbe</w:t>
      </w:r>
      <w:r w:rsidR="0053762E" w:rsidRPr="002B4BE9">
        <w:rPr>
          <w:rFonts w:ascii="Times New Roman" w:hAnsi="Times New Roman"/>
        </w:rPr>
        <w:t xml:space="preserve">r of lots (contracts) of the </w:t>
      </w:r>
      <w:r w:rsidRPr="002B4BE9">
        <w:rPr>
          <w:rFonts w:ascii="Times New Roman" w:hAnsi="Times New Roman"/>
        </w:rPr>
        <w:t>International Competitive Bidding (ICB) are provided in the BDS.</w:t>
      </w:r>
    </w:p>
    <w:p w:rsidR="00C2668C" w:rsidRPr="002B4BE9" w:rsidRDefault="00C2668C" w:rsidP="0053762E">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w:t>
      </w:r>
      <w:r w:rsidR="0053762E" w:rsidRPr="002B4BE9">
        <w:rPr>
          <w:rFonts w:ascii="Times New Roman" w:hAnsi="Times New Roman"/>
        </w:rPr>
        <w:t xml:space="preserve">ng Document definitions and </w:t>
      </w:r>
      <w:r w:rsidRPr="002B4BE9">
        <w:rPr>
          <w:rFonts w:ascii="Times New Roman" w:hAnsi="Times New Roman"/>
        </w:rPr>
        <w:t>interpretations shall be as prescribed in Section 7 (General Conditions of Contract).</w:t>
      </w:r>
    </w:p>
    <w:p w:rsidR="008F01E9" w:rsidRPr="002B4BE9" w:rsidRDefault="003822CA" w:rsidP="008F01E9">
      <w:pPr>
        <w:pStyle w:val="Heading2"/>
        <w:rPr>
          <w:rFonts w:ascii="Times New Roman" w:hAnsi="Times New Roman"/>
        </w:rPr>
      </w:pPr>
      <w:bookmarkStart w:id="1" w:name="_Toc283881392"/>
      <w:r w:rsidRPr="002B4BE9">
        <w:rPr>
          <w:rFonts w:ascii="Times New Roman" w:hAnsi="Times New Roman"/>
        </w:rPr>
        <w:t>2.</w:t>
      </w:r>
      <w:r w:rsidRPr="002B4BE9">
        <w:rPr>
          <w:rFonts w:ascii="Times New Roman" w:hAnsi="Times New Roman"/>
        </w:rPr>
        <w:tab/>
        <w:t>Environmental &amp; Social Compliance</w:t>
      </w:r>
      <w:bookmarkEnd w:id="1"/>
    </w:p>
    <w:p w:rsidR="008F01E9" w:rsidRPr="002B4BE9" w:rsidRDefault="008F01E9" w:rsidP="008F01E9">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rsidR="008F01E9" w:rsidRPr="002B4BE9" w:rsidRDefault="00C747E4" w:rsidP="0053762E">
      <w:pPr>
        <w:pStyle w:val="ListParagraph"/>
        <w:numPr>
          <w:ilvl w:val="0"/>
          <w:numId w:val="5"/>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2B4BE9"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w:t>
      </w:r>
      <w:r w:rsidR="0053762E" w:rsidRPr="002B4BE9">
        <w:rPr>
          <w:rFonts w:ascii="Times New Roman" w:hAnsi="Times New Roman"/>
          <w:color w:val="000000"/>
          <w:spacing w:val="-4"/>
        </w:rPr>
        <w:t xml:space="preserve">ined in the </w:t>
      </w:r>
      <w:r w:rsidRPr="002B4BE9">
        <w:rPr>
          <w:rFonts w:ascii="Times New Roman" w:hAnsi="Times New Roman"/>
          <w:color w:val="000000"/>
          <w:spacing w:val="-4"/>
        </w:rPr>
        <w:t>environmental and social management plan or the not</w:t>
      </w:r>
      <w:r w:rsidR="0053762E" w:rsidRPr="002B4BE9">
        <w:rPr>
          <w:rFonts w:ascii="Times New Roman" w:hAnsi="Times New Roman"/>
          <w:color w:val="000000"/>
          <w:spacing w:val="-4"/>
        </w:rPr>
        <w:t xml:space="preserve">ice of environmental and social </w:t>
      </w:r>
      <w:r w:rsidRPr="002B4BE9">
        <w:rPr>
          <w:rFonts w:ascii="Times New Roman" w:hAnsi="Times New Roman"/>
          <w:color w:val="000000"/>
          <w:spacing w:val="-4"/>
        </w:rPr>
        <w:t>impact issued by the employer</w:t>
      </w:r>
    </w:p>
    <w:p w:rsidR="00C2668C" w:rsidRPr="002B4BE9" w:rsidRDefault="008F01E9" w:rsidP="00C2668C">
      <w:pPr>
        <w:pStyle w:val="Heading2"/>
        <w:rPr>
          <w:rFonts w:ascii="Times New Roman" w:hAnsi="Times New Roman"/>
        </w:rPr>
      </w:pPr>
      <w:bookmarkStart w:id="2" w:name="_Toc283881393"/>
      <w:r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Corrupt Practices</w:t>
      </w:r>
      <w:bookmarkEnd w:id="2"/>
      <w:r w:rsidR="00C2668C" w:rsidRPr="002B4BE9">
        <w:rPr>
          <w:rFonts w:ascii="Times New Roman" w:hAnsi="Times New Roman"/>
        </w:rPr>
        <w:tab/>
      </w:r>
    </w:p>
    <w:p w:rsidR="00C2668C" w:rsidRPr="002B4BE9" w:rsidRDefault="008F01E9" w:rsidP="002A3406">
      <w:pPr>
        <w:ind w:left="1440" w:hanging="720"/>
        <w:jc w:val="both"/>
        <w:rPr>
          <w:rFonts w:ascii="Times New Roman" w:hAnsi="Times New Roman"/>
        </w:rPr>
      </w:pPr>
      <w:r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2A3406" w:rsidRPr="002B4BE9">
        <w:rPr>
          <w:rFonts w:ascii="Times New Roman" w:hAnsi="Times New Roman"/>
        </w:rPr>
        <w:t xml:space="preserve">Ministry of Finance and Treasury </w:t>
      </w:r>
      <w:r w:rsidR="00C747E4" w:rsidRPr="002B4BE9">
        <w:rPr>
          <w:rFonts w:ascii="Times New Roman" w:hAnsi="Times New Roman"/>
        </w:rPr>
        <w:t xml:space="preserve">requires that </w:t>
      </w:r>
      <w:r w:rsidR="00C2668C" w:rsidRPr="002B4BE9">
        <w:rPr>
          <w:rFonts w:ascii="Times New Roman" w:hAnsi="Times New Roman"/>
        </w:rPr>
        <w:t>bidders, supplie</w:t>
      </w:r>
      <w:r w:rsidR="0053762E" w:rsidRPr="002B4BE9">
        <w:rPr>
          <w:rFonts w:ascii="Times New Roman" w:hAnsi="Times New Roman"/>
        </w:rPr>
        <w:t xml:space="preserve">rs, and contractors </w:t>
      </w:r>
      <w:r w:rsidR="002A5300" w:rsidRPr="002B4BE9">
        <w:rPr>
          <w:rFonts w:ascii="Times New Roman" w:hAnsi="Times New Roman"/>
        </w:rPr>
        <w:t>in the Government of Maldives financed</w:t>
      </w:r>
      <w:r w:rsidR="00C2668C" w:rsidRPr="002B4BE9">
        <w:rPr>
          <w:rFonts w:ascii="Times New Roman" w:hAnsi="Times New Roman"/>
        </w:rPr>
        <w:t xml:space="preserve"> contracts; observe the highest standard of e</w:t>
      </w:r>
      <w:r w:rsidR="0053762E" w:rsidRPr="002B4BE9">
        <w:rPr>
          <w:rFonts w:ascii="Times New Roman" w:hAnsi="Times New Roman"/>
        </w:rPr>
        <w:t xml:space="preserve">thics during the procurement </w:t>
      </w:r>
      <w:r w:rsidR="00C2668C" w:rsidRPr="002B4BE9">
        <w:rPr>
          <w:rFonts w:ascii="Times New Roman" w:hAnsi="Times New Roman"/>
        </w:rPr>
        <w:t xml:space="preserve">and execution of such contracts. In pursuance of this policy, </w:t>
      </w:r>
      <w:proofErr w:type="gramStart"/>
      <w:r w:rsidR="00C2668C" w:rsidRPr="002B4BE9">
        <w:rPr>
          <w:rFonts w:ascii="Times New Roman" w:hAnsi="Times New Roman"/>
        </w:rPr>
        <w:t xml:space="preserve">the </w:t>
      </w:r>
      <w:r w:rsidR="002A5300" w:rsidRPr="002B4BE9">
        <w:rPr>
          <w:rFonts w:ascii="Times New Roman" w:hAnsi="Times New Roman"/>
        </w:rPr>
        <w:t xml:space="preserve"> </w:t>
      </w:r>
      <w:r w:rsidR="00DA511B" w:rsidRPr="002B4BE9">
        <w:rPr>
          <w:rFonts w:ascii="Times New Roman" w:hAnsi="Times New Roman"/>
        </w:rPr>
        <w:t>Government</w:t>
      </w:r>
      <w:proofErr w:type="gramEnd"/>
      <w:r w:rsidR="00DA511B" w:rsidRPr="002B4BE9">
        <w:rPr>
          <w:rFonts w:ascii="Times New Roman" w:hAnsi="Times New Roman"/>
        </w:rPr>
        <w:t xml:space="preserve"> of Republic of Maldives represented by the </w:t>
      </w:r>
      <w:r w:rsidR="002A3406" w:rsidRPr="002B4BE9">
        <w:rPr>
          <w:rFonts w:ascii="Times New Roman" w:hAnsi="Times New Roman"/>
        </w:rPr>
        <w:t>Ministry of Finance and Treasury</w:t>
      </w:r>
      <w:r w:rsidR="00C2668C" w:rsidRPr="002B4BE9">
        <w:rPr>
          <w:rFonts w:ascii="Times New Roman" w:hAnsi="Times New Roman"/>
        </w:rPr>
        <w:t>:</w:t>
      </w:r>
    </w:p>
    <w:p w:rsidR="00C2668C" w:rsidRPr="002B4BE9" w:rsidRDefault="00C2668C" w:rsidP="0053762E">
      <w:pPr>
        <w:ind w:firstLine="1440"/>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 xml:space="preserve">defines, for the purposes of this provision, the terms set forth below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t>as follows:</w:t>
      </w:r>
    </w:p>
    <w:p w:rsidR="00C2668C" w:rsidRPr="002B4BE9" w:rsidRDefault="00C2668C" w:rsidP="0053762E">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w:t>
      </w:r>
      <w:r w:rsidR="0053762E" w:rsidRPr="002B4BE9">
        <w:rPr>
          <w:rFonts w:ascii="Times New Roman" w:hAnsi="Times New Roman"/>
        </w:rPr>
        <w:t>Corrupt</w:t>
      </w:r>
      <w:r w:rsidRPr="002B4BE9">
        <w:rPr>
          <w:rFonts w:ascii="Times New Roman" w:hAnsi="Times New Roman"/>
        </w:rPr>
        <w:t xml:space="preserve"> practice” means the offer</w:t>
      </w:r>
      <w:r w:rsidR="0053762E" w:rsidRPr="002B4BE9">
        <w:rPr>
          <w:rFonts w:ascii="Times New Roman" w:hAnsi="Times New Roman"/>
        </w:rPr>
        <w:t xml:space="preserve">ing, giving receiving, or </w:t>
      </w:r>
      <w:r w:rsidRPr="002B4BE9">
        <w:rPr>
          <w:rFonts w:ascii="Times New Roman" w:hAnsi="Times New Roman"/>
        </w:rPr>
        <w:t>soliciting, directly or indirectly, an</w:t>
      </w:r>
      <w:r w:rsidR="00C747E4" w:rsidRPr="002B4BE9">
        <w:rPr>
          <w:rFonts w:ascii="Times New Roman" w:hAnsi="Times New Roman"/>
        </w:rPr>
        <w:t>y</w:t>
      </w:r>
      <w:r w:rsidRPr="002B4BE9">
        <w:rPr>
          <w:rFonts w:ascii="Times New Roman" w:hAnsi="Times New Roman"/>
        </w:rPr>
        <w:t>th</w:t>
      </w:r>
      <w:r w:rsidR="0053762E" w:rsidRPr="002B4BE9">
        <w:rPr>
          <w:rFonts w:ascii="Times New Roman" w:hAnsi="Times New Roman"/>
        </w:rPr>
        <w:t xml:space="preserve">ing of value to influence </w:t>
      </w:r>
      <w:r w:rsidRPr="002B4BE9">
        <w:rPr>
          <w:rFonts w:ascii="Times New Roman" w:hAnsi="Times New Roman"/>
        </w:rPr>
        <w:t>improperly the actions of another party;</w:t>
      </w:r>
    </w:p>
    <w:p w:rsidR="00C2668C" w:rsidRPr="002B4BE9" w:rsidRDefault="00C2668C" w:rsidP="0053762E">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 xml:space="preserve">“fraudulent practice” means any act </w:t>
      </w:r>
      <w:r w:rsidR="0053762E" w:rsidRPr="002B4BE9">
        <w:rPr>
          <w:rFonts w:ascii="Times New Roman" w:hAnsi="Times New Roman"/>
        </w:rPr>
        <w:t xml:space="preserve">or omission, including a </w:t>
      </w:r>
      <w:r w:rsidRPr="002B4BE9">
        <w:rPr>
          <w:rFonts w:ascii="Times New Roman" w:hAnsi="Times New Roman"/>
        </w:rPr>
        <w:t>misrepresentation, that knowingly o</w:t>
      </w:r>
      <w:r w:rsidR="0053762E" w:rsidRPr="002B4BE9">
        <w:rPr>
          <w:rFonts w:ascii="Times New Roman" w:hAnsi="Times New Roman"/>
        </w:rPr>
        <w:t xml:space="preserve">r recklessly misleads, or </w:t>
      </w:r>
      <w:r w:rsidRPr="002B4BE9">
        <w:rPr>
          <w:rFonts w:ascii="Times New Roman" w:hAnsi="Times New Roman"/>
        </w:rPr>
        <w:t>attempts to mislead, a party to ob</w:t>
      </w:r>
      <w:r w:rsidR="0053762E" w:rsidRPr="002B4BE9">
        <w:rPr>
          <w:rFonts w:ascii="Times New Roman" w:hAnsi="Times New Roman"/>
        </w:rPr>
        <w:t xml:space="preserve">tain a financial or other </w:t>
      </w:r>
      <w:r w:rsidRPr="002B4BE9">
        <w:rPr>
          <w:rFonts w:ascii="Times New Roman" w:hAnsi="Times New Roman"/>
        </w:rPr>
        <w:t>benefit or to avoid an obligation;</w:t>
      </w:r>
    </w:p>
    <w:p w:rsidR="00C2668C" w:rsidRPr="002B4BE9" w:rsidRDefault="00C2668C" w:rsidP="0053762E">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w:t>
      </w:r>
      <w:r w:rsidR="0053762E" w:rsidRPr="002B4BE9">
        <w:rPr>
          <w:rFonts w:ascii="Times New Roman" w:hAnsi="Times New Roman"/>
        </w:rPr>
        <w:t>Coercive</w:t>
      </w:r>
      <w:r w:rsidRPr="002B4BE9">
        <w:rPr>
          <w:rFonts w:ascii="Times New Roman" w:hAnsi="Times New Roman"/>
        </w:rPr>
        <w:t xml:space="preserve"> practice” means </w:t>
      </w:r>
      <w:r w:rsidR="0053762E" w:rsidRPr="002B4BE9">
        <w:rPr>
          <w:rFonts w:ascii="Times New Roman" w:hAnsi="Times New Roman"/>
        </w:rPr>
        <w:t xml:space="preserve">impairing or harming, or </w:t>
      </w:r>
      <w:r w:rsidRPr="002B4BE9">
        <w:rPr>
          <w:rFonts w:ascii="Times New Roman" w:hAnsi="Times New Roman"/>
        </w:rPr>
        <w:t>threatening to impair or harm, di</w:t>
      </w:r>
      <w:r w:rsidR="0053762E" w:rsidRPr="002B4BE9">
        <w:rPr>
          <w:rFonts w:ascii="Times New Roman" w:hAnsi="Times New Roman"/>
        </w:rPr>
        <w:t xml:space="preserve">rectly or indirectly, any </w:t>
      </w:r>
      <w:r w:rsidRPr="002B4BE9">
        <w:rPr>
          <w:rFonts w:ascii="Times New Roman" w:hAnsi="Times New Roman"/>
        </w:rPr>
        <w:t xml:space="preserve">party </w:t>
      </w:r>
      <w:proofErr w:type="gramStart"/>
      <w:r w:rsidRPr="002B4BE9">
        <w:rPr>
          <w:rFonts w:ascii="Times New Roman" w:hAnsi="Times New Roman"/>
        </w:rPr>
        <w:t>or  the</w:t>
      </w:r>
      <w:proofErr w:type="gramEnd"/>
      <w:r w:rsidRPr="002B4BE9">
        <w:rPr>
          <w:rFonts w:ascii="Times New Roman" w:hAnsi="Times New Roman"/>
        </w:rPr>
        <w:t xml:space="preserve"> property of the party</w:t>
      </w:r>
      <w:r w:rsidR="0053762E" w:rsidRPr="002B4BE9">
        <w:rPr>
          <w:rFonts w:ascii="Times New Roman" w:hAnsi="Times New Roman"/>
        </w:rPr>
        <w:t xml:space="preserve">  to influence improperly </w:t>
      </w:r>
      <w:r w:rsidRPr="002B4BE9">
        <w:rPr>
          <w:rFonts w:ascii="Times New Roman" w:hAnsi="Times New Roman"/>
        </w:rPr>
        <w:t xml:space="preserve">the actions of a party; </w:t>
      </w:r>
    </w:p>
    <w:p w:rsidR="00C2668C" w:rsidRPr="002B4BE9" w:rsidRDefault="00C2668C" w:rsidP="0053762E">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w:t>
      </w:r>
      <w:r w:rsidR="0053762E" w:rsidRPr="002B4BE9">
        <w:rPr>
          <w:rFonts w:ascii="Times New Roman" w:hAnsi="Times New Roman"/>
        </w:rPr>
        <w:t>Collusive</w:t>
      </w:r>
      <w:r w:rsidRPr="002B4BE9">
        <w:rPr>
          <w:rFonts w:ascii="Times New Roman" w:hAnsi="Times New Roman"/>
        </w:rPr>
        <w:t xml:space="preserve"> practice” means an arrangemen</w:t>
      </w:r>
      <w:r w:rsidR="0053762E" w:rsidRPr="002B4BE9">
        <w:rPr>
          <w:rFonts w:ascii="Times New Roman" w:hAnsi="Times New Roman"/>
        </w:rPr>
        <w:t xml:space="preserve">t between </w:t>
      </w:r>
      <w:r w:rsidRPr="002B4BE9">
        <w:rPr>
          <w:rFonts w:ascii="Times New Roman" w:hAnsi="Times New Roman"/>
        </w:rPr>
        <w:t>two or more parties designe</w:t>
      </w:r>
      <w:r w:rsidR="0053762E" w:rsidRPr="002B4BE9">
        <w:rPr>
          <w:rFonts w:ascii="Times New Roman" w:hAnsi="Times New Roman"/>
        </w:rPr>
        <w:t xml:space="preserve">d to achieve an improper </w:t>
      </w:r>
      <w:r w:rsidRPr="002B4BE9">
        <w:rPr>
          <w:rFonts w:ascii="Times New Roman" w:hAnsi="Times New Roman"/>
        </w:rPr>
        <w:t>purpose, including influenci</w:t>
      </w:r>
      <w:r w:rsidR="0053762E" w:rsidRPr="002B4BE9">
        <w:rPr>
          <w:rFonts w:ascii="Times New Roman" w:hAnsi="Times New Roman"/>
        </w:rPr>
        <w:t xml:space="preserve">ng improperly the actions </w:t>
      </w:r>
      <w:r w:rsidRPr="002B4BE9">
        <w:rPr>
          <w:rFonts w:ascii="Times New Roman" w:hAnsi="Times New Roman"/>
        </w:rPr>
        <w:t>of another party;</w:t>
      </w:r>
    </w:p>
    <w:p w:rsidR="00453D83" w:rsidRPr="002B4BE9" w:rsidRDefault="00453D83" w:rsidP="00145115">
      <w:pPr>
        <w:ind w:left="2880" w:hanging="720"/>
        <w:jc w:val="both"/>
        <w:rPr>
          <w:rFonts w:ascii="Times New Roman" w:hAnsi="Times New Roman"/>
        </w:rPr>
      </w:pPr>
      <w:r w:rsidRPr="002B4BE9">
        <w:rPr>
          <w:rFonts w:ascii="Times New Roman" w:hAnsi="Times New Roman"/>
        </w:rPr>
        <w:t>(v) “</w:t>
      </w:r>
      <w:proofErr w:type="gramStart"/>
      <w:r w:rsidR="001D38BA" w:rsidRPr="002B4BE9">
        <w:rPr>
          <w:rFonts w:ascii="Times New Roman" w:hAnsi="Times New Roman"/>
        </w:rPr>
        <w:t>o</w:t>
      </w:r>
      <w:r w:rsidRPr="002B4BE9">
        <w:rPr>
          <w:rFonts w:ascii="Times New Roman" w:hAnsi="Times New Roman"/>
        </w:rPr>
        <w:t>bstruct</w:t>
      </w:r>
      <w:r w:rsidR="00145115" w:rsidRPr="002B4BE9">
        <w:rPr>
          <w:rFonts w:ascii="Times New Roman" w:hAnsi="Times New Roman"/>
        </w:rPr>
        <w:t>i</w:t>
      </w:r>
      <w:r w:rsidRPr="002B4BE9">
        <w:rPr>
          <w:rFonts w:ascii="Times New Roman" w:hAnsi="Times New Roman"/>
        </w:rPr>
        <w:t>ve</w:t>
      </w:r>
      <w:proofErr w:type="gramEnd"/>
      <w:r w:rsidRPr="002B4BE9">
        <w:rPr>
          <w:rFonts w:ascii="Times New Roman" w:hAnsi="Times New Roman"/>
        </w:rPr>
        <w:t xml:space="preserve"> practice” is</w:t>
      </w:r>
    </w:p>
    <w:p w:rsidR="00453D83" w:rsidRPr="002B4BE9" w:rsidRDefault="00453D83" w:rsidP="00145115">
      <w:pPr>
        <w:ind w:left="288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aa</w:t>
      </w:r>
      <w:proofErr w:type="spellEnd"/>
      <w:r w:rsidRPr="002B4BE9">
        <w:rPr>
          <w:rFonts w:ascii="Times New Roman" w:hAnsi="Times New Roman"/>
        </w:rPr>
        <w:t>) deliberately destroying falsifying altering or concealing of evidence material to the investigation or making false statem</w:t>
      </w:r>
      <w:r w:rsidR="00145115" w:rsidRPr="002B4BE9">
        <w:rPr>
          <w:rFonts w:ascii="Times New Roman" w:hAnsi="Times New Roman"/>
        </w:rPr>
        <w:t>ent</w:t>
      </w:r>
      <w:r w:rsidRPr="002B4BE9">
        <w:rPr>
          <w:rFonts w:ascii="Times New Roman" w:hAnsi="Times New Roman"/>
        </w:rPr>
        <w:t xml:space="preserve"> inves</w:t>
      </w:r>
      <w:r w:rsidR="00145115" w:rsidRPr="002B4BE9">
        <w:rPr>
          <w:rFonts w:ascii="Times New Roman" w:hAnsi="Times New Roman"/>
        </w:rPr>
        <w:t xml:space="preserve">tigators in order </w:t>
      </w:r>
      <w:proofErr w:type="spellStart"/>
      <w:r w:rsidR="00145115" w:rsidRPr="002B4BE9">
        <w:rPr>
          <w:rFonts w:ascii="Times New Roman" w:hAnsi="Times New Roman"/>
        </w:rPr>
        <w:t>top</w:t>
      </w:r>
      <w:proofErr w:type="spellEnd"/>
      <w:r w:rsidR="00145115" w:rsidRPr="002B4BE9">
        <w:rPr>
          <w:rFonts w:ascii="Times New Roman" w:hAnsi="Times New Roman"/>
        </w:rPr>
        <w:t xml:space="preserve"> materia</w:t>
      </w:r>
      <w:r w:rsidRPr="002B4BE9">
        <w:rPr>
          <w:rFonts w:ascii="Times New Roman" w:hAnsi="Times New Roman"/>
        </w:rPr>
        <w:t>lly impede an investigation into allegations of a corrupt, fraudulent</w:t>
      </w:r>
      <w:r w:rsidR="00145115" w:rsidRPr="002B4BE9">
        <w:rPr>
          <w:rFonts w:ascii="Times New Roman" w:hAnsi="Times New Roman"/>
        </w:rPr>
        <w:t>, coercive or collus</w:t>
      </w:r>
      <w:r w:rsidRPr="002B4BE9">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rsidR="00453D83" w:rsidRPr="002B4BE9" w:rsidRDefault="00453D83" w:rsidP="00145115">
      <w:pPr>
        <w:ind w:left="2880" w:hanging="720"/>
        <w:jc w:val="both"/>
        <w:rPr>
          <w:rFonts w:ascii="Times New Roman" w:hAnsi="Times New Roman"/>
        </w:rPr>
      </w:pPr>
      <w:r w:rsidRPr="002B4BE9">
        <w:rPr>
          <w:rFonts w:ascii="Times New Roman" w:hAnsi="Times New Roman"/>
        </w:rPr>
        <w:t>(</w:t>
      </w:r>
      <w:proofErr w:type="gramStart"/>
      <w:r w:rsidRPr="002B4BE9">
        <w:rPr>
          <w:rFonts w:ascii="Times New Roman" w:hAnsi="Times New Roman"/>
        </w:rPr>
        <w:t>bb</w:t>
      </w:r>
      <w:proofErr w:type="gramEnd"/>
      <w:r w:rsidRPr="002B4BE9">
        <w:rPr>
          <w:rFonts w:ascii="Times New Roman" w:hAnsi="Times New Roman"/>
        </w:rPr>
        <w:t xml:space="preserve">) acts intended to </w:t>
      </w:r>
      <w:r w:rsidR="00145115" w:rsidRPr="002B4BE9">
        <w:rPr>
          <w:rFonts w:ascii="Times New Roman" w:hAnsi="Times New Roman"/>
        </w:rPr>
        <w:t>mat</w:t>
      </w:r>
      <w:r w:rsidRPr="002B4BE9">
        <w:rPr>
          <w:rFonts w:ascii="Times New Roman" w:hAnsi="Times New Roman"/>
        </w:rPr>
        <w:t xml:space="preserve">erially </w:t>
      </w:r>
      <w:r w:rsidR="00145115" w:rsidRPr="002B4BE9">
        <w:rPr>
          <w:rFonts w:ascii="Times New Roman" w:hAnsi="Times New Roman"/>
        </w:rPr>
        <w:t>imp</w:t>
      </w:r>
      <w:r w:rsidRPr="002B4BE9">
        <w:rPr>
          <w:rFonts w:ascii="Times New Roman" w:hAnsi="Times New Roman"/>
        </w:rPr>
        <w:t xml:space="preserve">ede the exercise of the </w:t>
      </w:r>
      <w:r w:rsidR="002A5300" w:rsidRPr="002B4BE9">
        <w:rPr>
          <w:rFonts w:ascii="Times New Roman" w:hAnsi="Times New Roman"/>
        </w:rPr>
        <w:t>Environment</w:t>
      </w:r>
      <w:r w:rsidRPr="002B4BE9">
        <w:rPr>
          <w:rFonts w:ascii="Times New Roman" w:hAnsi="Times New Roman"/>
        </w:rPr>
        <w:t>’s inspections and audit rights provided for under the Contract.</w:t>
      </w:r>
    </w:p>
    <w:p w:rsidR="00C2668C" w:rsidRPr="002B4BE9" w:rsidRDefault="00C2668C" w:rsidP="0053762E">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will reject a proposal for award if it </w:t>
      </w:r>
      <w:r w:rsidR="0053762E" w:rsidRPr="002B4BE9">
        <w:rPr>
          <w:rFonts w:ascii="Times New Roman" w:hAnsi="Times New Roman"/>
        </w:rPr>
        <w:t xml:space="preserve">determines that the bidder </w:t>
      </w:r>
      <w:r w:rsidRPr="002B4BE9">
        <w:rPr>
          <w:rFonts w:ascii="Times New Roman" w:hAnsi="Times New Roman"/>
        </w:rPr>
        <w:t>recommended for award has, directly or</w:t>
      </w:r>
      <w:r w:rsidR="0053762E" w:rsidRPr="002B4BE9">
        <w:rPr>
          <w:rFonts w:ascii="Times New Roman" w:hAnsi="Times New Roman"/>
        </w:rPr>
        <w:t xml:space="preserve"> through an agent, engaged </w:t>
      </w:r>
      <w:r w:rsidRPr="002B4BE9">
        <w:rPr>
          <w:rFonts w:ascii="Times New Roman" w:hAnsi="Times New Roman"/>
        </w:rPr>
        <w:t>in corrupt, fraudulent, collusive, or coerc</w:t>
      </w:r>
      <w:r w:rsidR="0053762E" w:rsidRPr="002B4BE9">
        <w:rPr>
          <w:rFonts w:ascii="Times New Roman" w:hAnsi="Times New Roman"/>
        </w:rPr>
        <w:t xml:space="preserve">ive practices in competing </w:t>
      </w:r>
      <w:r w:rsidRPr="002B4BE9">
        <w:rPr>
          <w:rFonts w:ascii="Times New Roman" w:hAnsi="Times New Roman"/>
        </w:rPr>
        <w:t>for the Contract; and</w:t>
      </w:r>
    </w:p>
    <w:p w:rsidR="00C2668C" w:rsidRPr="002B4BE9" w:rsidRDefault="00C2668C" w:rsidP="0053762E">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will sanction a party or its successor, inclu</w:t>
      </w:r>
      <w:r w:rsidR="0053762E" w:rsidRPr="002B4BE9">
        <w:rPr>
          <w:rFonts w:ascii="Times New Roman" w:hAnsi="Times New Roman"/>
        </w:rPr>
        <w:t xml:space="preserve">ding declaring ineligible, </w:t>
      </w:r>
      <w:r w:rsidRPr="002B4BE9">
        <w:rPr>
          <w:rFonts w:ascii="Times New Roman" w:hAnsi="Times New Roman"/>
        </w:rPr>
        <w:t xml:space="preserve">either indefinitely or for a stated period </w:t>
      </w:r>
      <w:r w:rsidR="0053762E" w:rsidRPr="002B4BE9">
        <w:rPr>
          <w:rFonts w:ascii="Times New Roman" w:hAnsi="Times New Roman"/>
        </w:rPr>
        <w:t xml:space="preserve">of time, to participate in </w:t>
      </w:r>
      <w:r w:rsidR="002A5300" w:rsidRPr="002B4BE9">
        <w:rPr>
          <w:rFonts w:ascii="Times New Roman" w:hAnsi="Times New Roman"/>
        </w:rPr>
        <w:t xml:space="preserve">Government of Maldives </w:t>
      </w:r>
      <w:r w:rsidRPr="002B4BE9">
        <w:rPr>
          <w:rFonts w:ascii="Times New Roman" w:hAnsi="Times New Roman"/>
        </w:rPr>
        <w:t>financed activities if it at any time det</w:t>
      </w:r>
      <w:r w:rsidR="0053762E" w:rsidRPr="002B4BE9">
        <w:rPr>
          <w:rFonts w:ascii="Times New Roman" w:hAnsi="Times New Roman"/>
        </w:rPr>
        <w:t xml:space="preserve">ermines that the firm has, </w:t>
      </w:r>
      <w:r w:rsidRPr="002B4BE9">
        <w:rPr>
          <w:rFonts w:ascii="Times New Roman" w:hAnsi="Times New Roman"/>
        </w:rPr>
        <w:t>directly or through an agent, engage</w:t>
      </w:r>
      <w:r w:rsidR="0053762E" w:rsidRPr="002B4BE9">
        <w:rPr>
          <w:rFonts w:ascii="Times New Roman" w:hAnsi="Times New Roman"/>
        </w:rPr>
        <w:t xml:space="preserve">d in corrupt, fraudulent, </w:t>
      </w:r>
      <w:r w:rsidRPr="002B4BE9">
        <w:rPr>
          <w:rFonts w:ascii="Times New Roman" w:hAnsi="Times New Roman"/>
        </w:rPr>
        <w:t>collusive, or coercive practices in competing for, or in executing,</w:t>
      </w:r>
      <w:r w:rsidR="0053762E" w:rsidRPr="002B4BE9">
        <w:rPr>
          <w:rFonts w:ascii="Times New Roman" w:hAnsi="Times New Roman"/>
        </w:rPr>
        <w:t xml:space="preserve"> an </w:t>
      </w:r>
      <w:r w:rsidR="002A5300" w:rsidRPr="002B4BE9">
        <w:rPr>
          <w:rFonts w:ascii="Times New Roman" w:hAnsi="Times New Roman"/>
        </w:rPr>
        <w:t xml:space="preserve">Government of Maldives </w:t>
      </w:r>
      <w:r w:rsidRPr="002B4BE9">
        <w:rPr>
          <w:rFonts w:ascii="Times New Roman" w:hAnsi="Times New Roman"/>
        </w:rPr>
        <w:t>financed contract.</w:t>
      </w:r>
    </w:p>
    <w:p w:rsidR="00C2668C" w:rsidRPr="002B4BE9" w:rsidRDefault="008F01E9" w:rsidP="00C2668C">
      <w:pPr>
        <w:pStyle w:val="Heading2"/>
        <w:rPr>
          <w:rFonts w:ascii="Times New Roman" w:hAnsi="Times New Roman"/>
        </w:rPr>
      </w:pPr>
      <w:bookmarkStart w:id="3" w:name="_Toc283881394"/>
      <w:r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Eligible Bidders</w:t>
      </w:r>
      <w:bookmarkEnd w:id="3"/>
      <w:r w:rsidR="00C2668C" w:rsidRPr="002B4BE9">
        <w:rPr>
          <w:rFonts w:ascii="Times New Roman" w:hAnsi="Times New Roman"/>
        </w:rPr>
        <w:tab/>
      </w:r>
    </w:p>
    <w:p w:rsidR="00C2668C" w:rsidRPr="002B4BE9" w:rsidRDefault="00DD7945" w:rsidP="006937EA">
      <w:pPr>
        <w:ind w:left="1440" w:hanging="720"/>
        <w:jc w:val="both"/>
        <w:rPr>
          <w:rFonts w:ascii="Times New Roman" w:hAnsi="Times New Roman"/>
        </w:rPr>
      </w:pPr>
      <w:r w:rsidRPr="002B4BE9">
        <w:rPr>
          <w:rFonts w:ascii="Times New Roman" w:hAnsi="Times New Roman"/>
        </w:rPr>
        <w:t xml:space="preserve">4.1 </w:t>
      </w:r>
      <w:r w:rsidRPr="002B4BE9">
        <w:rPr>
          <w:rFonts w:ascii="Times New Roman" w:hAnsi="Times New Roman"/>
        </w:rPr>
        <w:tab/>
      </w:r>
      <w:r w:rsidR="00C2668C" w:rsidRPr="002B4BE9">
        <w:rPr>
          <w:rFonts w:ascii="Times New Roman" w:hAnsi="Times New Roman"/>
        </w:rPr>
        <w:t>A Bidder may be a natural person, private entity, gove</w:t>
      </w:r>
      <w:r w:rsidRPr="002B4BE9">
        <w:rPr>
          <w:rFonts w:ascii="Times New Roman" w:hAnsi="Times New Roman"/>
        </w:rPr>
        <w:t xml:space="preserve">rnment-owned entity—subject to </w:t>
      </w:r>
      <w:r w:rsidR="001C4219" w:rsidRPr="002B4BE9">
        <w:rPr>
          <w:rFonts w:ascii="Times New Roman" w:hAnsi="Times New Roman"/>
        </w:rPr>
        <w:t>IT</w:t>
      </w:r>
      <w:r w:rsidRPr="002B4BE9">
        <w:rPr>
          <w:rFonts w:ascii="Times New Roman" w:hAnsi="Times New Roman"/>
        </w:rPr>
        <w:t>B 4</w:t>
      </w:r>
      <w:r w:rsidR="00C2668C" w:rsidRPr="002B4BE9">
        <w:rPr>
          <w:rFonts w:ascii="Times New Roman" w:hAnsi="Times New Roman"/>
        </w:rPr>
        <w:t>.</w:t>
      </w:r>
      <w:r w:rsidR="006937EA" w:rsidRPr="002B4BE9">
        <w:rPr>
          <w:rFonts w:ascii="Times New Roman" w:hAnsi="Times New Roman"/>
        </w:rPr>
        <w:t>4</w:t>
      </w:r>
      <w:r w:rsidR="00C2668C" w:rsidRPr="002B4BE9">
        <w:rPr>
          <w:rFonts w:ascii="Times New Roman" w:hAnsi="Times New Roman"/>
        </w:rPr>
        <w:t>—or any combination of them with a formal intent</w:t>
      </w:r>
      <w:r w:rsidR="002A3406" w:rsidRPr="002B4BE9">
        <w:rPr>
          <w:rFonts w:ascii="Times New Roman" w:hAnsi="Times New Roman"/>
        </w:rPr>
        <w:t xml:space="preserve"> to enter into an agreement or </w:t>
      </w:r>
      <w:r w:rsidR="00C2668C" w:rsidRPr="002B4BE9">
        <w:rPr>
          <w:rFonts w:ascii="Times New Roman" w:hAnsi="Times New Roman"/>
        </w:rPr>
        <w:t>under an existing agreement in the form of a Joint Venture (JV). In the case of a JV:</w:t>
      </w:r>
    </w:p>
    <w:p w:rsidR="00C2668C" w:rsidRPr="002B4BE9" w:rsidRDefault="00DD7945" w:rsidP="00DD7945">
      <w:pPr>
        <w:ind w:left="2160" w:hanging="720"/>
        <w:rPr>
          <w:rFonts w:ascii="Times New Roman" w:hAnsi="Times New Roman"/>
        </w:rPr>
      </w:pPr>
      <w:proofErr w:type="gramStart"/>
      <w:r w:rsidRPr="002B4BE9">
        <w:rPr>
          <w:rFonts w:ascii="Times New Roman" w:hAnsi="Times New Roman"/>
        </w:rPr>
        <w:t>a</w:t>
      </w:r>
      <w:proofErr w:type="gramEnd"/>
      <w:r w:rsidR="002A3406" w:rsidRPr="002B4BE9">
        <w:rPr>
          <w:rFonts w:ascii="Times New Roman" w:hAnsi="Times New Roman"/>
        </w:rPr>
        <w:t>.</w:t>
      </w:r>
      <w:r w:rsidR="00C2668C" w:rsidRPr="002B4BE9">
        <w:rPr>
          <w:rFonts w:ascii="Times New Roman" w:hAnsi="Times New Roman"/>
        </w:rPr>
        <w:tab/>
        <w:t>all partners shall be jointly and severally li</w:t>
      </w:r>
      <w:r w:rsidRPr="002B4BE9">
        <w:rPr>
          <w:rFonts w:ascii="Times New Roman" w:hAnsi="Times New Roman"/>
        </w:rPr>
        <w:t xml:space="preserve">able for the execution of the </w:t>
      </w:r>
      <w:r w:rsidR="00C2668C" w:rsidRPr="002B4BE9">
        <w:rPr>
          <w:rFonts w:ascii="Times New Roman" w:hAnsi="Times New Roman"/>
        </w:rPr>
        <w:t>contract in accordance with the contract terms, and</w:t>
      </w:r>
    </w:p>
    <w:p w:rsidR="00C2668C" w:rsidRPr="002B4BE9" w:rsidRDefault="00DD7945" w:rsidP="00DD7945">
      <w:pPr>
        <w:ind w:left="2160" w:hanging="720"/>
        <w:rPr>
          <w:rFonts w:ascii="Times New Roman" w:hAnsi="Times New Roman"/>
        </w:rPr>
      </w:pPr>
      <w:r w:rsidRPr="002B4BE9">
        <w:rPr>
          <w:rFonts w:ascii="Times New Roman" w:hAnsi="Times New Roman"/>
        </w:rPr>
        <w:t>b</w:t>
      </w:r>
      <w:r w:rsidR="002A3406" w:rsidRPr="002B4BE9">
        <w:rPr>
          <w:rFonts w:ascii="Times New Roman" w:hAnsi="Times New Roman"/>
        </w:rPr>
        <w:t>.</w:t>
      </w:r>
      <w:r w:rsidR="00C2668C" w:rsidRPr="002B4BE9">
        <w:rPr>
          <w:rFonts w:ascii="Times New Roman" w:hAnsi="Times New Roman"/>
        </w:rPr>
        <w:tab/>
        <w:t xml:space="preserve">the JV shall nominate a Representative who </w:t>
      </w:r>
      <w:r w:rsidRPr="002B4BE9">
        <w:rPr>
          <w:rFonts w:ascii="Times New Roman" w:hAnsi="Times New Roman"/>
        </w:rPr>
        <w:t xml:space="preserve">shall have the authority to </w:t>
      </w:r>
      <w:r w:rsidR="00C2668C" w:rsidRPr="002B4BE9">
        <w:rPr>
          <w:rFonts w:ascii="Times New Roman" w:hAnsi="Times New Roman"/>
        </w:rPr>
        <w:t>conduct all business for and on behalf of any an</w:t>
      </w:r>
      <w:r w:rsidRPr="002B4BE9">
        <w:rPr>
          <w:rFonts w:ascii="Times New Roman" w:hAnsi="Times New Roman"/>
        </w:rPr>
        <w:t xml:space="preserve">d all the parties of the JV </w:t>
      </w:r>
      <w:r w:rsidR="00C2668C" w:rsidRPr="002B4BE9">
        <w:rPr>
          <w:rFonts w:ascii="Times New Roman" w:hAnsi="Times New Roman"/>
        </w:rPr>
        <w:t xml:space="preserve">during the bidding process and, in the event the </w:t>
      </w:r>
      <w:r w:rsidRPr="002B4BE9">
        <w:rPr>
          <w:rFonts w:ascii="Times New Roman" w:hAnsi="Times New Roman"/>
        </w:rPr>
        <w:t xml:space="preserve">JV is awarded the Contract, </w:t>
      </w:r>
      <w:r w:rsidR="00C2668C" w:rsidRPr="002B4BE9">
        <w:rPr>
          <w:rFonts w:ascii="Times New Roman" w:hAnsi="Times New Roman"/>
        </w:rPr>
        <w:t>during contract execution</w:t>
      </w:r>
    </w:p>
    <w:p w:rsidR="00C2668C" w:rsidRPr="002B4BE9" w:rsidRDefault="00ED7355" w:rsidP="00481FDA">
      <w:pPr>
        <w:ind w:left="1440" w:hanging="720"/>
        <w:jc w:val="both"/>
        <w:rPr>
          <w:rFonts w:ascii="Times New Roman" w:hAnsi="Times New Roman"/>
        </w:rPr>
      </w:pPr>
      <w:r w:rsidRPr="002B4BE9">
        <w:rPr>
          <w:rFonts w:ascii="Times New Roman" w:hAnsi="Times New Roman"/>
        </w:rPr>
        <w:t>4.2</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0E366B" w:rsidRPr="002B4BE9">
        <w:rPr>
          <w:rFonts w:ascii="Times New Roman" w:hAnsi="Times New Roman"/>
        </w:rPr>
        <w:t xml:space="preserve">Ministry of </w:t>
      </w:r>
      <w:r w:rsidR="002A3406" w:rsidRPr="002B4BE9">
        <w:rPr>
          <w:rFonts w:ascii="Times New Roman" w:hAnsi="Times New Roman"/>
        </w:rPr>
        <w:t>Finance and Treasury</w:t>
      </w:r>
      <w:r w:rsidR="00C2668C" w:rsidRPr="002B4BE9">
        <w:rPr>
          <w:rFonts w:ascii="Times New Roman" w:hAnsi="Times New Roman"/>
        </w:rPr>
        <w:t xml:space="preserve"> considers a conflict of interest to be a situation in</w:t>
      </w:r>
      <w:r w:rsidR="00DD7945" w:rsidRPr="002B4BE9">
        <w:rPr>
          <w:rFonts w:ascii="Times New Roman" w:hAnsi="Times New Roman"/>
        </w:rPr>
        <w:t xml:space="preserve"> which a party has interests </w:t>
      </w:r>
      <w:r w:rsidR="00C2668C" w:rsidRPr="002B4BE9">
        <w:rPr>
          <w:rFonts w:ascii="Times New Roman" w:hAnsi="Times New Roman"/>
        </w:rPr>
        <w:t>that could improperly influence that party’s perfo</w:t>
      </w:r>
      <w:r w:rsidR="00DD7945" w:rsidRPr="002B4BE9">
        <w:rPr>
          <w:rFonts w:ascii="Times New Roman" w:hAnsi="Times New Roman"/>
        </w:rPr>
        <w:t xml:space="preserve">rmance of official duties or </w:t>
      </w:r>
      <w:r w:rsidR="00C2668C" w:rsidRPr="002B4BE9">
        <w:rPr>
          <w:rFonts w:ascii="Times New Roman" w:hAnsi="Times New Roman"/>
        </w:rPr>
        <w:t>responsibilities, contractual obligations, or complia</w:t>
      </w:r>
      <w:r w:rsidR="00DD7945" w:rsidRPr="002B4BE9">
        <w:rPr>
          <w:rFonts w:ascii="Times New Roman" w:hAnsi="Times New Roman"/>
        </w:rPr>
        <w:t xml:space="preserve">nce with applicable laws and </w:t>
      </w:r>
      <w:r w:rsidR="00C2668C" w:rsidRPr="002B4BE9">
        <w:rPr>
          <w:rFonts w:ascii="Times New Roman" w:hAnsi="Times New Roman"/>
        </w:rPr>
        <w:t>regulations, and that such conflict of interest may c</w:t>
      </w:r>
      <w:r w:rsidR="00DD7945" w:rsidRPr="002B4BE9">
        <w:rPr>
          <w:rFonts w:ascii="Times New Roman" w:hAnsi="Times New Roman"/>
        </w:rPr>
        <w:t xml:space="preserve">ontribute to or constitute a </w:t>
      </w:r>
      <w:r w:rsidR="00C2668C" w:rsidRPr="002B4BE9">
        <w:rPr>
          <w:rFonts w:ascii="Times New Roman" w:hAnsi="Times New Roman"/>
        </w:rPr>
        <w:t xml:space="preserve">prohibited practice under </w:t>
      </w:r>
      <w:r w:rsidR="00C747E4" w:rsidRPr="002B4BE9">
        <w:rPr>
          <w:rFonts w:ascii="Times New Roman" w:hAnsi="Times New Roman"/>
        </w:rPr>
        <w:t>Maldives’s</w:t>
      </w:r>
      <w:r w:rsidR="00C2668C" w:rsidRPr="002B4BE9">
        <w:rPr>
          <w:rFonts w:ascii="Times New Roman" w:hAnsi="Times New Roman"/>
        </w:rPr>
        <w:t xml:space="preserve"> Anticorruption Policy. In pursuance of </w:t>
      </w:r>
      <w:r w:rsidR="00F2293F" w:rsidRPr="002B4BE9">
        <w:rPr>
          <w:rFonts w:ascii="Times New Roman" w:hAnsi="Times New Roman"/>
        </w:rPr>
        <w:t>Maldives</w:t>
      </w:r>
      <w:r w:rsidR="00E1115D" w:rsidRPr="002B4BE9">
        <w:rPr>
          <w:rFonts w:ascii="Times New Roman" w:hAnsi="Times New Roman"/>
        </w:rPr>
        <w:t>’s</w:t>
      </w:r>
      <w:r w:rsidR="0064709E" w:rsidRPr="002B4BE9">
        <w:rPr>
          <w:rFonts w:ascii="Times New Roman" w:hAnsi="Times New Roman"/>
        </w:rPr>
        <w:t xml:space="preserve"> </w:t>
      </w:r>
      <w:r w:rsidR="00C2668C" w:rsidRPr="002B4BE9">
        <w:rPr>
          <w:rFonts w:ascii="Times New Roman" w:hAnsi="Times New Roman"/>
        </w:rPr>
        <w:t xml:space="preserve">Anticorruption Policy’s requirement </w:t>
      </w:r>
      <w:r w:rsidR="00C747E4" w:rsidRPr="002B4BE9">
        <w:rPr>
          <w:rFonts w:ascii="Times New Roman" w:hAnsi="Times New Roman"/>
        </w:rPr>
        <w:t>that bidders</w:t>
      </w:r>
      <w:r w:rsidR="00C2668C" w:rsidRPr="002B4BE9">
        <w:rPr>
          <w:rFonts w:ascii="Times New Roman" w:hAnsi="Times New Roman"/>
        </w:rPr>
        <w:t>, suppliers</w:t>
      </w:r>
      <w:r w:rsidR="00DD7945" w:rsidRPr="002B4BE9">
        <w:rPr>
          <w:rFonts w:ascii="Times New Roman" w:hAnsi="Times New Roman"/>
        </w:rPr>
        <w:t xml:space="preserve">, and contractors under </w:t>
      </w:r>
      <w:r w:rsidR="00F2293F" w:rsidRPr="002B4BE9">
        <w:rPr>
          <w:rFonts w:ascii="Times New Roman" w:hAnsi="Times New Roman"/>
        </w:rPr>
        <w:t>Government of Maldives</w:t>
      </w:r>
      <w:r w:rsidR="00DD7945" w:rsidRPr="002B4BE9">
        <w:rPr>
          <w:rFonts w:ascii="Times New Roman" w:hAnsi="Times New Roman"/>
        </w:rPr>
        <w:t>-</w:t>
      </w:r>
      <w:r w:rsidR="00C2668C" w:rsidRPr="002B4BE9">
        <w:rPr>
          <w:rFonts w:ascii="Times New Roman" w:hAnsi="Times New Roman"/>
        </w:rPr>
        <w:t>financed contracts, observe the highest standard of ethic</w:t>
      </w:r>
      <w:r w:rsidR="00DD7945" w:rsidRPr="002B4BE9">
        <w:rPr>
          <w:rFonts w:ascii="Times New Roman" w:hAnsi="Times New Roman"/>
        </w:rPr>
        <w:t xml:space="preserve">s. </w:t>
      </w:r>
      <w:r w:rsidR="00F2293F" w:rsidRPr="002B4BE9">
        <w:rPr>
          <w:rFonts w:ascii="Times New Roman" w:hAnsi="Times New Roman"/>
        </w:rPr>
        <w:t xml:space="preserve"> </w:t>
      </w:r>
      <w:r w:rsidR="00DA511B" w:rsidRPr="002B4BE9">
        <w:rPr>
          <w:rFonts w:ascii="Times New Roman" w:hAnsi="Times New Roman"/>
        </w:rPr>
        <w:t xml:space="preserve">The Government of Republic of Maldives represented by the </w:t>
      </w:r>
      <w:r w:rsidR="00F2293F" w:rsidRPr="002B4BE9">
        <w:rPr>
          <w:rFonts w:ascii="Times New Roman" w:hAnsi="Times New Roman"/>
        </w:rPr>
        <w:t xml:space="preserve">Ministry of </w:t>
      </w:r>
      <w:r w:rsidR="00481FDA" w:rsidRPr="002B4BE9">
        <w:rPr>
          <w:rFonts w:ascii="Times New Roman" w:hAnsi="Times New Roman"/>
        </w:rPr>
        <w:t xml:space="preserve">Finance and Treasury </w:t>
      </w:r>
      <w:r w:rsidR="00F2293F" w:rsidRPr="002B4BE9">
        <w:rPr>
          <w:rFonts w:ascii="Times New Roman" w:hAnsi="Times New Roman"/>
        </w:rPr>
        <w:t xml:space="preserve">represented by </w:t>
      </w:r>
      <w:r w:rsidR="00481FDA" w:rsidRPr="002B4BE9">
        <w:rPr>
          <w:rFonts w:ascii="Times New Roman" w:hAnsi="Times New Roman"/>
        </w:rPr>
        <w:t xml:space="preserve">the </w:t>
      </w:r>
      <w:r w:rsidR="00F2293F" w:rsidRPr="002B4BE9">
        <w:rPr>
          <w:rFonts w:ascii="Times New Roman" w:hAnsi="Times New Roman"/>
        </w:rPr>
        <w:t>Government of Maldives</w:t>
      </w:r>
      <w:r w:rsidR="00DD7945" w:rsidRPr="002B4BE9">
        <w:rPr>
          <w:rFonts w:ascii="Times New Roman" w:hAnsi="Times New Roman"/>
        </w:rPr>
        <w:t xml:space="preserve"> will take </w:t>
      </w:r>
      <w:r w:rsidR="00C2668C" w:rsidRPr="002B4BE9">
        <w:rPr>
          <w:rFonts w:ascii="Times New Roman" w:hAnsi="Times New Roman"/>
        </w:rPr>
        <w:t>appropriate actions, which include not financing of the co</w:t>
      </w:r>
      <w:r w:rsidR="00DD7945" w:rsidRPr="002B4BE9">
        <w:rPr>
          <w:rFonts w:ascii="Times New Roman" w:hAnsi="Times New Roman"/>
        </w:rPr>
        <w:t xml:space="preserve">ntract, if it determines that </w:t>
      </w:r>
      <w:r w:rsidR="00C2668C" w:rsidRPr="002B4BE9">
        <w:rPr>
          <w:rFonts w:ascii="Times New Roman" w:hAnsi="Times New Roman"/>
        </w:rPr>
        <w:t xml:space="preserve">a conflict of interest has flawed the integrity </w:t>
      </w:r>
      <w:r w:rsidR="00DD7945" w:rsidRPr="002B4BE9">
        <w:rPr>
          <w:rFonts w:ascii="Times New Roman" w:hAnsi="Times New Roman"/>
        </w:rPr>
        <w:t xml:space="preserve">of any procurement process. </w:t>
      </w:r>
      <w:r w:rsidR="00C2668C" w:rsidRPr="002B4BE9">
        <w:rPr>
          <w:rFonts w:ascii="Times New Roman" w:hAnsi="Times New Roman"/>
        </w:rPr>
        <w:t>Consequently all Bidders found to have a conflict of interest sha</w:t>
      </w:r>
      <w:r w:rsidR="00DD7945" w:rsidRPr="002B4BE9">
        <w:rPr>
          <w:rFonts w:ascii="Times New Roman" w:hAnsi="Times New Roman"/>
        </w:rPr>
        <w:t xml:space="preserve">ll be disqualified.  A Bidder may be </w:t>
      </w:r>
      <w:r w:rsidR="00C2668C" w:rsidRPr="002B4BE9">
        <w:rPr>
          <w:rFonts w:ascii="Times New Roman" w:hAnsi="Times New Roman"/>
        </w:rPr>
        <w:t>considered to be in a conflict of interest</w:t>
      </w:r>
      <w:r w:rsidR="00DD7945" w:rsidRPr="002B4BE9">
        <w:rPr>
          <w:rFonts w:ascii="Times New Roman" w:hAnsi="Times New Roman"/>
        </w:rPr>
        <w:t xml:space="preserve"> with one or more parties in </w:t>
      </w:r>
      <w:r w:rsidR="00C2668C" w:rsidRPr="002B4BE9">
        <w:rPr>
          <w:rFonts w:ascii="Times New Roman" w:hAnsi="Times New Roman"/>
        </w:rPr>
        <w:t xml:space="preserve">this bidding process if, including but not limited to:  </w:t>
      </w:r>
    </w:p>
    <w:p w:rsidR="00C2668C" w:rsidRPr="002B4BE9" w:rsidRDefault="00C2668C" w:rsidP="00DD7945">
      <w:pPr>
        <w:ind w:left="2160" w:hanging="720"/>
        <w:jc w:val="both"/>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they have controlling partners in common; or</w:t>
      </w:r>
    </w:p>
    <w:p w:rsidR="00C2668C" w:rsidRPr="002B4BE9" w:rsidRDefault="00C2668C" w:rsidP="00DD7945">
      <w:pPr>
        <w:tabs>
          <w:tab w:val="left" w:pos="2070"/>
        </w:tabs>
        <w:ind w:left="2160" w:hanging="720"/>
        <w:jc w:val="both"/>
        <w:rPr>
          <w:rFonts w:ascii="Times New Roman" w:hAnsi="Times New Roman"/>
        </w:rPr>
      </w:pPr>
      <w:proofErr w:type="gramStart"/>
      <w:r w:rsidRPr="002B4BE9">
        <w:rPr>
          <w:rFonts w:ascii="Times New Roman" w:hAnsi="Times New Roman"/>
        </w:rPr>
        <w:t>b</w:t>
      </w:r>
      <w:proofErr w:type="gramEnd"/>
      <w:r w:rsidRPr="002B4BE9">
        <w:rPr>
          <w:rFonts w:ascii="Times New Roman" w:hAnsi="Times New Roman"/>
        </w:rPr>
        <w:t>.</w:t>
      </w:r>
      <w:r w:rsidRPr="002B4BE9">
        <w:rPr>
          <w:rFonts w:ascii="Times New Roman" w:hAnsi="Times New Roman"/>
        </w:rPr>
        <w:tab/>
        <w:t>they receive or have received any direct or i</w:t>
      </w:r>
      <w:r w:rsidR="00DD7945" w:rsidRPr="002B4BE9">
        <w:rPr>
          <w:rFonts w:ascii="Times New Roman" w:hAnsi="Times New Roman"/>
        </w:rPr>
        <w:t xml:space="preserve">ndirect subsidy from any of </w:t>
      </w:r>
      <w:r w:rsidRPr="002B4BE9">
        <w:rPr>
          <w:rFonts w:ascii="Times New Roman" w:hAnsi="Times New Roman"/>
        </w:rPr>
        <w:t>them; or</w:t>
      </w:r>
    </w:p>
    <w:p w:rsidR="00C2668C" w:rsidRPr="002B4BE9" w:rsidRDefault="00C2668C" w:rsidP="00DD7945">
      <w:pPr>
        <w:ind w:left="2160" w:hanging="720"/>
        <w:jc w:val="both"/>
        <w:rPr>
          <w:rFonts w:ascii="Times New Roman" w:hAnsi="Times New Roman"/>
        </w:rPr>
      </w:pPr>
      <w:proofErr w:type="gramStart"/>
      <w:r w:rsidRPr="002B4BE9">
        <w:rPr>
          <w:rFonts w:ascii="Times New Roman" w:hAnsi="Times New Roman"/>
        </w:rPr>
        <w:t>c</w:t>
      </w:r>
      <w:proofErr w:type="gramEnd"/>
      <w:r w:rsidRPr="002B4BE9">
        <w:rPr>
          <w:rFonts w:ascii="Times New Roman" w:hAnsi="Times New Roman"/>
        </w:rPr>
        <w:t>.</w:t>
      </w:r>
      <w:r w:rsidRPr="002B4BE9">
        <w:rPr>
          <w:rFonts w:ascii="Times New Roman" w:hAnsi="Times New Roman"/>
        </w:rPr>
        <w:tab/>
        <w:t>they have the same legal representative for purposes of this bid; or</w:t>
      </w:r>
    </w:p>
    <w:p w:rsidR="00DD7945" w:rsidRPr="002B4BE9" w:rsidRDefault="00C2668C" w:rsidP="00DD7945">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they have a relationship with each other, direc</w:t>
      </w:r>
      <w:r w:rsidR="00DD7945" w:rsidRPr="002B4BE9">
        <w:rPr>
          <w:rFonts w:ascii="Times New Roman" w:hAnsi="Times New Roman"/>
        </w:rPr>
        <w:t xml:space="preserve">tly or through common third </w:t>
      </w:r>
      <w:r w:rsidRPr="002B4BE9">
        <w:rPr>
          <w:rFonts w:ascii="Times New Roman" w:hAnsi="Times New Roman"/>
        </w:rPr>
        <w:t>parties, that puts them in a position to have acc</w:t>
      </w:r>
      <w:r w:rsidR="00DD7945" w:rsidRPr="002B4BE9">
        <w:rPr>
          <w:rFonts w:ascii="Times New Roman" w:hAnsi="Times New Roman"/>
        </w:rPr>
        <w:t xml:space="preserve">ess to information about or </w:t>
      </w:r>
      <w:r w:rsidRPr="002B4BE9">
        <w:rPr>
          <w:rFonts w:ascii="Times New Roman" w:hAnsi="Times New Roman"/>
        </w:rPr>
        <w:t>influence on the bid of another Bidder, or inf</w:t>
      </w:r>
      <w:r w:rsidR="00DD7945" w:rsidRPr="002B4BE9">
        <w:rPr>
          <w:rFonts w:ascii="Times New Roman" w:hAnsi="Times New Roman"/>
        </w:rPr>
        <w:t xml:space="preserve">luence the decisions of the </w:t>
      </w:r>
      <w:r w:rsidRPr="002B4BE9">
        <w:rPr>
          <w:rFonts w:ascii="Times New Roman" w:hAnsi="Times New Roman"/>
        </w:rPr>
        <w:t>Employer reg</w:t>
      </w:r>
      <w:r w:rsidR="00DD7945" w:rsidRPr="002B4BE9">
        <w:rPr>
          <w:rFonts w:ascii="Times New Roman" w:hAnsi="Times New Roman"/>
        </w:rPr>
        <w:t>arding this bidding process; or</w:t>
      </w:r>
    </w:p>
    <w:p w:rsidR="00DD7945" w:rsidRPr="002B4BE9" w:rsidRDefault="00C2668C" w:rsidP="00DD7945">
      <w:pPr>
        <w:ind w:left="2160" w:hanging="720"/>
        <w:jc w:val="both"/>
        <w:rPr>
          <w:rFonts w:ascii="Times New Roman" w:hAnsi="Times New Roman"/>
        </w:rPr>
      </w:pPr>
      <w:proofErr w:type="gramStart"/>
      <w:r w:rsidRPr="002B4BE9">
        <w:rPr>
          <w:rFonts w:ascii="Times New Roman" w:hAnsi="Times New Roman"/>
        </w:rPr>
        <w:t>e</w:t>
      </w:r>
      <w:proofErr w:type="gramEnd"/>
      <w:r w:rsidRPr="002B4BE9">
        <w:rPr>
          <w:rFonts w:ascii="Times New Roman" w:hAnsi="Times New Roman"/>
        </w:rPr>
        <w:t>.</w:t>
      </w:r>
      <w:r w:rsidRPr="002B4BE9">
        <w:rPr>
          <w:rFonts w:ascii="Times New Roman" w:hAnsi="Times New Roman"/>
        </w:rPr>
        <w:tab/>
        <w:t>a Bidder participates in more than one bi</w:t>
      </w:r>
      <w:r w:rsidR="00DD7945" w:rsidRPr="002B4BE9">
        <w:rPr>
          <w:rFonts w:ascii="Times New Roman" w:hAnsi="Times New Roman"/>
        </w:rPr>
        <w:t xml:space="preserve">d in this bidding process. </w:t>
      </w:r>
      <w:r w:rsidRPr="002B4BE9">
        <w:rPr>
          <w:rFonts w:ascii="Times New Roman" w:hAnsi="Times New Roman"/>
        </w:rPr>
        <w:t xml:space="preserve">Participation by a Bidder in more than </w:t>
      </w:r>
      <w:r w:rsidR="00DD7945" w:rsidRPr="002B4BE9">
        <w:rPr>
          <w:rFonts w:ascii="Times New Roman" w:hAnsi="Times New Roman"/>
        </w:rPr>
        <w:t xml:space="preserve">one Bid will result in the </w:t>
      </w:r>
      <w:r w:rsidRPr="002B4BE9">
        <w:rPr>
          <w:rFonts w:ascii="Times New Roman" w:hAnsi="Times New Roman"/>
        </w:rPr>
        <w:t>disqualification of all Bids in which it is involv</w:t>
      </w:r>
      <w:r w:rsidR="00DD7945" w:rsidRPr="002B4BE9">
        <w:rPr>
          <w:rFonts w:ascii="Times New Roman" w:hAnsi="Times New Roman"/>
        </w:rPr>
        <w:t xml:space="preserve">ed.  However, this does not </w:t>
      </w:r>
      <w:r w:rsidRPr="002B4BE9">
        <w:rPr>
          <w:rFonts w:ascii="Times New Roman" w:hAnsi="Times New Roman"/>
        </w:rPr>
        <w:t>limit the inclusion of the same subcontractor, not</w:t>
      </w:r>
      <w:r w:rsidR="00DD7945" w:rsidRPr="002B4BE9">
        <w:rPr>
          <w:rFonts w:ascii="Times New Roman" w:hAnsi="Times New Roman"/>
        </w:rPr>
        <w:t xml:space="preserve"> otherwise participating as </w:t>
      </w:r>
      <w:r w:rsidRPr="002B4BE9">
        <w:rPr>
          <w:rFonts w:ascii="Times New Roman" w:hAnsi="Times New Roman"/>
        </w:rPr>
        <w:t>a Bi</w:t>
      </w:r>
      <w:r w:rsidR="00DD7945" w:rsidRPr="002B4BE9">
        <w:rPr>
          <w:rFonts w:ascii="Times New Roman" w:hAnsi="Times New Roman"/>
        </w:rPr>
        <w:t xml:space="preserve">dder, in more than one bid; or </w:t>
      </w:r>
    </w:p>
    <w:p w:rsidR="00C2668C" w:rsidRPr="002B4BE9" w:rsidRDefault="00C2668C" w:rsidP="00DD7945">
      <w:pPr>
        <w:ind w:left="2160" w:hanging="720"/>
        <w:jc w:val="both"/>
        <w:rPr>
          <w:rFonts w:ascii="Times New Roman" w:hAnsi="Times New Roman"/>
        </w:rPr>
      </w:pPr>
      <w:proofErr w:type="gramStart"/>
      <w:r w:rsidRPr="002B4BE9">
        <w:rPr>
          <w:rFonts w:ascii="Times New Roman" w:hAnsi="Times New Roman"/>
        </w:rPr>
        <w:t>f</w:t>
      </w:r>
      <w:proofErr w:type="gramEnd"/>
      <w:r w:rsidRPr="002B4BE9">
        <w:rPr>
          <w:rFonts w:ascii="Times New Roman" w:hAnsi="Times New Roman"/>
        </w:rPr>
        <w:t>.</w:t>
      </w:r>
      <w:r w:rsidRPr="002B4BE9">
        <w:rPr>
          <w:rFonts w:ascii="Times New Roman" w:hAnsi="Times New Roman"/>
        </w:rPr>
        <w:tab/>
        <w:t>a Bidder or any of its affiliates  participa</w:t>
      </w:r>
      <w:r w:rsidR="00DD7945" w:rsidRPr="002B4BE9">
        <w:rPr>
          <w:rFonts w:ascii="Times New Roman" w:hAnsi="Times New Roman"/>
        </w:rPr>
        <w:t xml:space="preserve">ted as a consultant in the </w:t>
      </w:r>
      <w:r w:rsidRPr="002B4BE9">
        <w:rPr>
          <w:rFonts w:ascii="Times New Roman" w:hAnsi="Times New Roman"/>
        </w:rPr>
        <w:t>preparation of the design or technical specificatio</w:t>
      </w:r>
      <w:r w:rsidR="00DD7945" w:rsidRPr="002B4BE9">
        <w:rPr>
          <w:rFonts w:ascii="Times New Roman" w:hAnsi="Times New Roman"/>
        </w:rPr>
        <w:t xml:space="preserve">ns of the plant and services </w:t>
      </w:r>
      <w:r w:rsidRPr="002B4BE9">
        <w:rPr>
          <w:rFonts w:ascii="Times New Roman" w:hAnsi="Times New Roman"/>
        </w:rPr>
        <w:t>that are the subject of the bid.</w:t>
      </w:r>
    </w:p>
    <w:p w:rsidR="00C2668C" w:rsidRPr="002B4BE9" w:rsidRDefault="00ED7355" w:rsidP="00481FDA">
      <w:pPr>
        <w:ind w:left="1440" w:hanging="720"/>
        <w:jc w:val="both"/>
        <w:rPr>
          <w:rFonts w:ascii="Times New Roman" w:hAnsi="Times New Roman"/>
        </w:rPr>
      </w:pPr>
      <w:r w:rsidRPr="002B4BE9">
        <w:rPr>
          <w:rFonts w:ascii="Times New Roman" w:hAnsi="Times New Roman"/>
        </w:rPr>
        <w:t>4.3</w:t>
      </w:r>
      <w:r w:rsidR="00C2668C" w:rsidRPr="002B4BE9">
        <w:rPr>
          <w:rFonts w:ascii="Times New Roman" w:hAnsi="Times New Roman"/>
        </w:rPr>
        <w:tab/>
        <w:t xml:space="preserve">A firm that is under a declaration of ineligibility by </w:t>
      </w:r>
      <w:r w:rsidR="00DD7945" w:rsidRPr="002B4BE9">
        <w:rPr>
          <w:rFonts w:ascii="Times New Roman" w:hAnsi="Times New Roman"/>
        </w:rPr>
        <w:t xml:space="preserve"> </w:t>
      </w:r>
      <w:r w:rsidR="00C2668C" w:rsidRPr="002B4BE9">
        <w:rPr>
          <w:rFonts w:ascii="Times New Roman" w:hAnsi="Times New Roman"/>
        </w:rPr>
        <w:t>the Employer</w:t>
      </w:r>
      <w:r w:rsidR="00DD7945" w:rsidRPr="002B4BE9">
        <w:rPr>
          <w:rFonts w:ascii="Times New Roman" w:hAnsi="Times New Roman"/>
        </w:rPr>
        <w:t xml:space="preserve"> in accordance with ITB 21</w:t>
      </w:r>
      <w:r w:rsidR="00C2668C" w:rsidRPr="002B4BE9">
        <w:rPr>
          <w:rFonts w:ascii="Times New Roman" w:hAnsi="Times New Roman"/>
        </w:rPr>
        <w:t xml:space="preserve">.8 at the </w:t>
      </w:r>
      <w:r w:rsidR="00DD7945" w:rsidRPr="002B4BE9">
        <w:rPr>
          <w:rFonts w:ascii="Times New Roman" w:hAnsi="Times New Roman"/>
        </w:rPr>
        <w:t xml:space="preserve">date of the deadline for bid </w:t>
      </w:r>
      <w:r w:rsidR="00C2668C" w:rsidRPr="002B4BE9">
        <w:rPr>
          <w:rFonts w:ascii="Times New Roman" w:hAnsi="Times New Roman"/>
        </w:rPr>
        <w:t xml:space="preserve">submission or thereafter, shall be disqualified. </w:t>
      </w:r>
    </w:p>
    <w:p w:rsidR="0030235E" w:rsidRPr="002B4BE9" w:rsidRDefault="00ED7355" w:rsidP="00DD7945">
      <w:pPr>
        <w:ind w:left="1440" w:hanging="720"/>
        <w:jc w:val="both"/>
        <w:rPr>
          <w:rFonts w:ascii="Times New Roman" w:hAnsi="Times New Roman"/>
        </w:rPr>
      </w:pPr>
      <w:r w:rsidRPr="002B4BE9">
        <w:rPr>
          <w:rFonts w:ascii="Times New Roman" w:hAnsi="Times New Roman"/>
        </w:rPr>
        <w:t>4.4</w:t>
      </w:r>
      <w:r w:rsidR="00C2668C" w:rsidRPr="002B4BE9">
        <w:rPr>
          <w:rFonts w:ascii="Times New Roman" w:hAnsi="Times New Roman"/>
        </w:rPr>
        <w:tab/>
        <w:t xml:space="preserve">Government-owned entities </w:t>
      </w:r>
      <w:r w:rsidR="00F2293F" w:rsidRPr="002B4BE9">
        <w:rPr>
          <w:rFonts w:ascii="Times New Roman" w:hAnsi="Times New Roman"/>
        </w:rPr>
        <w:t xml:space="preserve">of the </w:t>
      </w:r>
      <w:r w:rsidR="00C2668C" w:rsidRPr="002B4BE9">
        <w:rPr>
          <w:rFonts w:ascii="Times New Roman" w:hAnsi="Times New Roman"/>
        </w:rPr>
        <w:t xml:space="preserve">country shall be eligible only if they can establish that they </w:t>
      </w:r>
    </w:p>
    <w:p w:rsidR="0030235E" w:rsidRPr="002B4BE9" w:rsidRDefault="0030235E" w:rsidP="0030235E">
      <w:pPr>
        <w:ind w:left="2160" w:hanging="720"/>
        <w:jc w:val="both"/>
        <w:rPr>
          <w:rFonts w:ascii="Times New Roman" w:hAnsi="Times New Roman"/>
        </w:rPr>
      </w:pPr>
      <w:r w:rsidRPr="002B4BE9">
        <w:rPr>
          <w:rFonts w:ascii="Times New Roman" w:hAnsi="Times New Roman"/>
        </w:rPr>
        <w:t>(</w:t>
      </w:r>
      <w:proofErr w:type="spellStart"/>
      <w:proofErr w:type="gramStart"/>
      <w:r w:rsidRPr="002B4BE9">
        <w:rPr>
          <w:rFonts w:ascii="Times New Roman" w:hAnsi="Times New Roman"/>
        </w:rPr>
        <w:t>i</w:t>
      </w:r>
      <w:proofErr w:type="spellEnd"/>
      <w:proofErr w:type="gramEnd"/>
      <w:r w:rsidRPr="002B4BE9">
        <w:rPr>
          <w:rFonts w:ascii="Times New Roman" w:hAnsi="Times New Roman"/>
        </w:rPr>
        <w:t>)</w:t>
      </w:r>
      <w:r w:rsidRPr="002B4BE9">
        <w:rPr>
          <w:rFonts w:ascii="Times New Roman" w:hAnsi="Times New Roman"/>
        </w:rPr>
        <w:tab/>
      </w:r>
      <w:r w:rsidR="00C2668C" w:rsidRPr="002B4BE9">
        <w:rPr>
          <w:rFonts w:ascii="Times New Roman" w:hAnsi="Times New Roman"/>
        </w:rPr>
        <w:t>are legally and financially au</w:t>
      </w:r>
      <w:r w:rsidR="00DD7945" w:rsidRPr="002B4BE9">
        <w:rPr>
          <w:rFonts w:ascii="Times New Roman" w:hAnsi="Times New Roman"/>
        </w:rPr>
        <w:t xml:space="preserve">tonomous, </w:t>
      </w:r>
    </w:p>
    <w:p w:rsidR="0030235E" w:rsidRPr="002B4BE9" w:rsidRDefault="00DD7945" w:rsidP="0030235E">
      <w:pPr>
        <w:ind w:left="2160" w:hanging="720"/>
        <w:jc w:val="both"/>
        <w:rPr>
          <w:rFonts w:ascii="Times New Roman" w:hAnsi="Times New Roman"/>
        </w:rPr>
      </w:pPr>
      <w:r w:rsidRPr="002B4BE9">
        <w:rPr>
          <w:rFonts w:ascii="Times New Roman" w:hAnsi="Times New Roman"/>
        </w:rPr>
        <w:t xml:space="preserve">(ii) </w:t>
      </w:r>
      <w:r w:rsidR="0030235E" w:rsidRPr="002B4BE9">
        <w:rPr>
          <w:rFonts w:ascii="Times New Roman" w:hAnsi="Times New Roman"/>
        </w:rPr>
        <w:tab/>
      </w:r>
      <w:proofErr w:type="gramStart"/>
      <w:r w:rsidRPr="002B4BE9">
        <w:rPr>
          <w:rFonts w:ascii="Times New Roman" w:hAnsi="Times New Roman"/>
        </w:rPr>
        <w:t>operate</w:t>
      </w:r>
      <w:proofErr w:type="gramEnd"/>
      <w:r w:rsidRPr="002B4BE9">
        <w:rPr>
          <w:rFonts w:ascii="Times New Roman" w:hAnsi="Times New Roman"/>
        </w:rPr>
        <w:t xml:space="preserve"> under </w:t>
      </w:r>
      <w:r w:rsidR="00C2668C" w:rsidRPr="002B4BE9">
        <w:rPr>
          <w:rFonts w:ascii="Times New Roman" w:hAnsi="Times New Roman"/>
        </w:rPr>
        <w:t xml:space="preserve">the principles of commercial law, and </w:t>
      </w:r>
    </w:p>
    <w:p w:rsidR="00C2668C" w:rsidRPr="002B4BE9" w:rsidRDefault="00C2668C" w:rsidP="0030235E">
      <w:pPr>
        <w:ind w:left="2160" w:hanging="720"/>
        <w:jc w:val="both"/>
        <w:rPr>
          <w:rFonts w:ascii="Times New Roman" w:hAnsi="Times New Roman"/>
        </w:rPr>
      </w:pPr>
      <w:r w:rsidRPr="002B4BE9">
        <w:rPr>
          <w:rFonts w:ascii="Times New Roman" w:hAnsi="Times New Roman"/>
        </w:rPr>
        <w:t xml:space="preserve">(iii) </w:t>
      </w:r>
      <w:r w:rsidR="0030235E" w:rsidRPr="002B4BE9">
        <w:rPr>
          <w:rFonts w:ascii="Times New Roman" w:hAnsi="Times New Roman"/>
        </w:rPr>
        <w:tab/>
      </w:r>
      <w:proofErr w:type="gramStart"/>
      <w:r w:rsidRPr="002B4BE9">
        <w:rPr>
          <w:rFonts w:ascii="Times New Roman" w:hAnsi="Times New Roman"/>
        </w:rPr>
        <w:t>are</w:t>
      </w:r>
      <w:proofErr w:type="gramEnd"/>
      <w:r w:rsidRPr="002B4BE9">
        <w:rPr>
          <w:rFonts w:ascii="Times New Roman" w:hAnsi="Times New Roman"/>
        </w:rPr>
        <w:t xml:space="preserve"> no</w:t>
      </w:r>
      <w:r w:rsidR="00DD7945" w:rsidRPr="002B4BE9">
        <w:rPr>
          <w:rFonts w:ascii="Times New Roman" w:hAnsi="Times New Roman"/>
        </w:rPr>
        <w:t xml:space="preserve">t dependent agencies of the </w:t>
      </w:r>
      <w:r w:rsidRPr="002B4BE9">
        <w:rPr>
          <w:rFonts w:ascii="Times New Roman" w:hAnsi="Times New Roman"/>
        </w:rPr>
        <w:t>Employer or the Borrower.</w:t>
      </w:r>
    </w:p>
    <w:p w:rsidR="00C2668C" w:rsidRPr="002B4BE9" w:rsidRDefault="00ED7355" w:rsidP="00DD7945">
      <w:pPr>
        <w:ind w:left="1440" w:hanging="720"/>
        <w:jc w:val="both"/>
        <w:rPr>
          <w:rFonts w:ascii="Times New Roman" w:hAnsi="Times New Roman"/>
        </w:rPr>
      </w:pPr>
      <w:r w:rsidRPr="002B4BE9">
        <w:rPr>
          <w:rFonts w:ascii="Times New Roman" w:hAnsi="Times New Roman"/>
        </w:rPr>
        <w:t>4.5</w:t>
      </w:r>
      <w:r w:rsidR="00C2668C" w:rsidRPr="002B4BE9">
        <w:rPr>
          <w:rFonts w:ascii="Times New Roman" w:hAnsi="Times New Roman"/>
        </w:rPr>
        <w:tab/>
        <w:t>Bidders shall provide such evidence of their continued eligibility satisfactory to the Employer, as the Employer shall reasonably request.</w:t>
      </w:r>
    </w:p>
    <w:p w:rsidR="00C2668C" w:rsidRPr="002B4BE9" w:rsidRDefault="00ED7355" w:rsidP="00DD7945">
      <w:pPr>
        <w:ind w:left="1440" w:hanging="720"/>
        <w:jc w:val="both"/>
        <w:rPr>
          <w:rFonts w:ascii="Times New Roman" w:hAnsi="Times New Roman"/>
        </w:rPr>
      </w:pPr>
      <w:r w:rsidRPr="002B4BE9">
        <w:rPr>
          <w:rFonts w:ascii="Times New Roman" w:hAnsi="Times New Roman"/>
        </w:rPr>
        <w:t>4.6</w:t>
      </w:r>
      <w:r w:rsidR="00C2668C" w:rsidRPr="002B4BE9">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rsidR="001C4219" w:rsidRPr="002B4BE9" w:rsidRDefault="008F01E9" w:rsidP="001C4219">
      <w:pPr>
        <w:pStyle w:val="Heading2"/>
        <w:rPr>
          <w:rFonts w:ascii="Times New Roman" w:hAnsi="Times New Roman"/>
        </w:rPr>
      </w:pPr>
      <w:bookmarkStart w:id="4" w:name="_Toc283881395"/>
      <w:r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r>
      <w:r w:rsidR="004866E5" w:rsidRPr="002B4BE9">
        <w:rPr>
          <w:rFonts w:ascii="Times New Roman" w:hAnsi="Times New Roman"/>
        </w:rPr>
        <w:t>Eligible Plant and Services</w:t>
      </w:r>
      <w:bookmarkEnd w:id="4"/>
      <w:r w:rsidR="00C2668C" w:rsidRPr="002B4BE9">
        <w:rPr>
          <w:rFonts w:ascii="Times New Roman" w:hAnsi="Times New Roman"/>
        </w:rPr>
        <w:tab/>
      </w:r>
    </w:p>
    <w:p w:rsidR="00C747E4" w:rsidRPr="002B4BE9" w:rsidRDefault="00DE3728" w:rsidP="00957E32">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r>
      <w:r w:rsidR="00C93EAA" w:rsidRPr="002B4BE9">
        <w:rPr>
          <w:rFonts w:ascii="Times New Roman" w:hAnsi="Times New Roman"/>
        </w:rPr>
        <w:t xml:space="preserve"> </w:t>
      </w:r>
      <w:r w:rsidR="00A570C8" w:rsidRPr="002B4BE9">
        <w:rPr>
          <w:rFonts w:ascii="Times New Roman" w:hAnsi="Times New Roman"/>
        </w:rPr>
        <w:t xml:space="preserve">Restrictions on origin are as follows; goods and services from country under embargo from the United Nations </w:t>
      </w:r>
    </w:p>
    <w:p w:rsidR="001C4219" w:rsidRPr="002B4BE9" w:rsidRDefault="008F01E9" w:rsidP="00957E32">
      <w:pPr>
        <w:ind w:left="1440" w:hanging="720"/>
        <w:jc w:val="both"/>
        <w:rPr>
          <w:rFonts w:ascii="Times New Roman" w:hAnsi="Times New Roman"/>
        </w:rPr>
      </w:pPr>
      <w:r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r>
      <w:r w:rsidR="00C93EAA" w:rsidRPr="002B4BE9">
        <w:rPr>
          <w:rFonts w:ascii="Times New Roman" w:hAnsi="Times New Roman"/>
        </w:rPr>
        <w:t xml:space="preserve"> Deleted.</w:t>
      </w:r>
    </w:p>
    <w:p w:rsidR="001C4219" w:rsidRPr="002B4BE9" w:rsidRDefault="008F01E9" w:rsidP="001C4219">
      <w:pPr>
        <w:pStyle w:val="Heading2"/>
        <w:rPr>
          <w:rFonts w:ascii="Times New Roman" w:hAnsi="Times New Roman"/>
        </w:rPr>
      </w:pPr>
      <w:bookmarkStart w:id="5" w:name="_Toc283881396"/>
      <w:r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Sections </w:t>
      </w:r>
      <w:r w:rsidR="001C4219" w:rsidRPr="002B4BE9">
        <w:rPr>
          <w:rFonts w:ascii="Times New Roman" w:hAnsi="Times New Roman"/>
        </w:rPr>
        <w:t>of Bidding</w:t>
      </w:r>
      <w:r w:rsidR="00C2668C" w:rsidRPr="002B4BE9">
        <w:rPr>
          <w:rFonts w:ascii="Times New Roman" w:hAnsi="Times New Roman"/>
        </w:rPr>
        <w:t xml:space="preserve"> Document</w:t>
      </w:r>
      <w:bookmarkEnd w:id="5"/>
      <w:r w:rsidR="00C2668C" w:rsidRPr="002B4BE9">
        <w:rPr>
          <w:rFonts w:ascii="Times New Roman" w:hAnsi="Times New Roman"/>
        </w:rPr>
        <w:tab/>
      </w:r>
    </w:p>
    <w:p w:rsidR="00C2668C" w:rsidRPr="002B4BE9" w:rsidRDefault="008F01E9" w:rsidP="00E741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Bidding Document consists of </w:t>
      </w:r>
      <w:r w:rsidR="001C4219" w:rsidRPr="002B4BE9">
        <w:rPr>
          <w:rFonts w:ascii="Times New Roman" w:hAnsi="Times New Roman"/>
        </w:rPr>
        <w:t>Part</w:t>
      </w:r>
      <w:r w:rsidR="00C2668C" w:rsidRPr="002B4BE9">
        <w:rPr>
          <w:rFonts w:ascii="Times New Roman" w:hAnsi="Times New Roman"/>
        </w:rPr>
        <w:t xml:space="preserve"> – I and </w:t>
      </w:r>
      <w:r w:rsidR="001C4219" w:rsidRPr="002B4BE9">
        <w:rPr>
          <w:rFonts w:ascii="Times New Roman" w:hAnsi="Times New Roman"/>
        </w:rPr>
        <w:t>Part</w:t>
      </w:r>
      <w:r w:rsidR="00C2668C" w:rsidRPr="002B4BE9">
        <w:rPr>
          <w:rFonts w:ascii="Times New Roman" w:hAnsi="Times New Roman"/>
        </w:rPr>
        <w:t xml:space="preserve"> – II which include all the Sections indicated below, and should be read in conjunction with any Addenda issued in accordance </w:t>
      </w:r>
      <w:r w:rsidR="001C4219" w:rsidRPr="002B4BE9">
        <w:rPr>
          <w:rFonts w:ascii="Times New Roman" w:hAnsi="Times New Roman"/>
        </w:rPr>
        <w:t>with ITB 7.</w:t>
      </w:r>
    </w:p>
    <w:p w:rsidR="00AF5B23" w:rsidRPr="002B4BE9" w:rsidRDefault="00AF5B23" w:rsidP="00E74181">
      <w:pPr>
        <w:ind w:left="1530" w:hanging="810"/>
        <w:rPr>
          <w:rFonts w:ascii="Times New Roman" w:hAnsi="Times New Roman"/>
          <w:i/>
          <w:u w:val="single"/>
        </w:rPr>
      </w:pPr>
      <w:r w:rsidRPr="002B4BE9">
        <w:rPr>
          <w:rFonts w:ascii="Times New Roman" w:hAnsi="Times New Roman"/>
          <w:i/>
          <w:u w:val="single"/>
        </w:rPr>
        <w:t>VOLUME I</w:t>
      </w:r>
    </w:p>
    <w:p w:rsidR="00C2668C" w:rsidRPr="002B4BE9" w:rsidRDefault="00E74181" w:rsidP="00E74181">
      <w:pPr>
        <w:ind w:left="1530" w:hanging="810"/>
        <w:rPr>
          <w:rFonts w:ascii="Times New Roman" w:hAnsi="Times New Roman"/>
          <w:i/>
        </w:rPr>
      </w:pPr>
      <w:r w:rsidRPr="002B4BE9">
        <w:rPr>
          <w:rFonts w:ascii="Times New Roman" w:hAnsi="Times New Roman"/>
        </w:rPr>
        <w:tab/>
      </w:r>
      <w:r w:rsidR="00C2668C" w:rsidRPr="002B4BE9">
        <w:rPr>
          <w:rFonts w:ascii="Times New Roman" w:hAnsi="Times New Roman"/>
          <w:i/>
        </w:rPr>
        <w:t>PART I</w:t>
      </w:r>
      <w:r w:rsidR="00C2668C" w:rsidRPr="002B4BE9">
        <w:rPr>
          <w:rFonts w:ascii="Times New Roman" w:hAnsi="Times New Roman"/>
          <w:i/>
        </w:rPr>
        <w:tab/>
        <w:t>Bidding Procedures</w:t>
      </w:r>
    </w:p>
    <w:p w:rsidR="00C2668C" w:rsidRPr="002B4BE9" w:rsidRDefault="00E74181" w:rsidP="00DA511B">
      <w:pPr>
        <w:spacing w:after="0" w:line="240" w:lineRule="auto"/>
        <w:ind w:left="1530" w:hanging="81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Section 1 - Instructions to Bidders (ITB)</w:t>
      </w:r>
    </w:p>
    <w:p w:rsidR="00C2668C" w:rsidRPr="002B4BE9" w:rsidRDefault="00E74181" w:rsidP="00DA511B">
      <w:pPr>
        <w:spacing w:after="0" w:line="240" w:lineRule="auto"/>
        <w:ind w:left="1530" w:hanging="81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Section 2 - Bid Data Sheet (BDS)</w:t>
      </w:r>
    </w:p>
    <w:p w:rsidR="00C2668C" w:rsidRPr="002B4BE9" w:rsidRDefault="00E74181" w:rsidP="00DA511B">
      <w:pPr>
        <w:spacing w:after="0" w:line="240" w:lineRule="auto"/>
        <w:ind w:left="1530" w:hanging="81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Section 3 - Evaluation and Qualification Criteria (EQC)</w:t>
      </w:r>
    </w:p>
    <w:p w:rsidR="001C4219" w:rsidRPr="002B4BE9" w:rsidRDefault="00E74181" w:rsidP="00DA511B">
      <w:pPr>
        <w:spacing w:after="0" w:line="240" w:lineRule="auto"/>
        <w:ind w:left="1530" w:hanging="810"/>
        <w:rPr>
          <w:rFonts w:ascii="Times New Roman" w:hAnsi="Times New Roman"/>
        </w:rPr>
      </w:pPr>
      <w:r w:rsidRPr="002B4BE9">
        <w:rPr>
          <w:rFonts w:ascii="Times New Roman" w:hAnsi="Times New Roman"/>
        </w:rPr>
        <w:tab/>
      </w:r>
      <w:r w:rsidRPr="002B4BE9">
        <w:rPr>
          <w:rFonts w:ascii="Times New Roman" w:hAnsi="Times New Roman"/>
        </w:rPr>
        <w:tab/>
      </w:r>
      <w:r w:rsidR="001C4219" w:rsidRPr="002B4BE9">
        <w:rPr>
          <w:rFonts w:ascii="Times New Roman" w:hAnsi="Times New Roman"/>
        </w:rPr>
        <w:t>Section 4</w:t>
      </w:r>
      <w:r w:rsidR="007325C6" w:rsidRPr="002B4BE9">
        <w:rPr>
          <w:rFonts w:ascii="Times New Roman" w:hAnsi="Times New Roman"/>
        </w:rPr>
        <w:t xml:space="preserve">–Technical </w:t>
      </w:r>
      <w:r w:rsidR="00C2668C" w:rsidRPr="002B4BE9">
        <w:rPr>
          <w:rFonts w:ascii="Times New Roman" w:hAnsi="Times New Roman"/>
        </w:rPr>
        <w:t>Bidding Forms (BDF) - Technical Proposal</w:t>
      </w:r>
    </w:p>
    <w:p w:rsidR="00DA511B" w:rsidRPr="002B4BE9" w:rsidRDefault="00DA511B" w:rsidP="00DA511B">
      <w:pPr>
        <w:spacing w:after="0" w:line="240" w:lineRule="auto"/>
        <w:ind w:left="1530" w:hanging="810"/>
        <w:rPr>
          <w:rFonts w:ascii="Times New Roman" w:hAnsi="Times New Roman"/>
        </w:rPr>
      </w:pPr>
    </w:p>
    <w:p w:rsidR="00C2668C" w:rsidRPr="002B4BE9" w:rsidRDefault="001C4219" w:rsidP="00C2668C">
      <w:pPr>
        <w:rPr>
          <w:rFonts w:ascii="Times New Roman" w:hAnsi="Times New Roman"/>
          <w:i/>
        </w:rPr>
      </w:pPr>
      <w:r w:rsidRPr="002B4BE9">
        <w:rPr>
          <w:rFonts w:ascii="Times New Roman" w:hAnsi="Times New Roman"/>
        </w:rPr>
        <w:tab/>
      </w:r>
      <w:r w:rsidRPr="002B4BE9">
        <w:rPr>
          <w:rFonts w:ascii="Times New Roman" w:hAnsi="Times New Roman"/>
        </w:rPr>
        <w:tab/>
      </w:r>
      <w:r w:rsidR="00AF5B23" w:rsidRPr="002B4BE9">
        <w:rPr>
          <w:rFonts w:ascii="Times New Roman" w:hAnsi="Times New Roman"/>
          <w:i/>
        </w:rPr>
        <w:t xml:space="preserve">PART II </w:t>
      </w:r>
      <w:r w:rsidR="00C2668C" w:rsidRPr="002B4BE9">
        <w:rPr>
          <w:rFonts w:ascii="Times New Roman" w:hAnsi="Times New Roman"/>
          <w:i/>
        </w:rPr>
        <w:t>Requirements</w:t>
      </w:r>
    </w:p>
    <w:p w:rsidR="00C2668C" w:rsidRPr="002B4BE9" w:rsidRDefault="001C4219" w:rsidP="005B3741">
      <w:pPr>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Section </w:t>
      </w:r>
      <w:r w:rsidR="005B3741" w:rsidRPr="002B4BE9">
        <w:rPr>
          <w:rFonts w:ascii="Times New Roman" w:hAnsi="Times New Roman"/>
        </w:rPr>
        <w:t>5</w:t>
      </w:r>
      <w:r w:rsidR="00C2668C" w:rsidRPr="002B4BE9">
        <w:rPr>
          <w:rFonts w:ascii="Times New Roman" w:hAnsi="Times New Roman"/>
        </w:rPr>
        <w:t xml:space="preserve"> - Employer’s Requirements (ERQ)</w:t>
      </w:r>
    </w:p>
    <w:p w:rsidR="00C2668C" w:rsidRPr="002B4BE9" w:rsidRDefault="001C4219" w:rsidP="00C2668C">
      <w:pPr>
        <w:rPr>
          <w:rFonts w:ascii="Times New Roman" w:hAnsi="Times New Roman"/>
          <w:i/>
        </w:rPr>
      </w:pPr>
      <w:r w:rsidRPr="002B4BE9">
        <w:rPr>
          <w:rFonts w:ascii="Times New Roman" w:hAnsi="Times New Roman"/>
        </w:rPr>
        <w:tab/>
      </w:r>
      <w:r w:rsidRPr="002B4BE9">
        <w:rPr>
          <w:rFonts w:ascii="Times New Roman" w:hAnsi="Times New Roman"/>
        </w:rPr>
        <w:tab/>
      </w:r>
      <w:r w:rsidR="00AF5B23" w:rsidRPr="002B4BE9">
        <w:rPr>
          <w:rFonts w:ascii="Times New Roman" w:hAnsi="Times New Roman"/>
          <w:i/>
        </w:rPr>
        <w:t xml:space="preserve">PART III </w:t>
      </w:r>
      <w:r w:rsidR="00C2668C" w:rsidRPr="002B4BE9">
        <w:rPr>
          <w:rFonts w:ascii="Times New Roman" w:hAnsi="Times New Roman"/>
          <w:i/>
        </w:rPr>
        <w:t>Conditions of Contract and Contract Forms</w:t>
      </w:r>
    </w:p>
    <w:p w:rsidR="00C2668C" w:rsidRPr="002B4BE9" w:rsidRDefault="001C4219" w:rsidP="00DA511B">
      <w:pPr>
        <w:spacing w:after="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Section </w:t>
      </w:r>
      <w:r w:rsidR="005B3741" w:rsidRPr="002B4BE9">
        <w:rPr>
          <w:rFonts w:ascii="Times New Roman" w:hAnsi="Times New Roman"/>
        </w:rPr>
        <w:t>6</w:t>
      </w:r>
      <w:r w:rsidR="00C2668C" w:rsidRPr="002B4BE9">
        <w:rPr>
          <w:rFonts w:ascii="Times New Roman" w:hAnsi="Times New Roman"/>
        </w:rPr>
        <w:t xml:space="preserve"> - General Conditions of Contract (GCC)</w:t>
      </w:r>
    </w:p>
    <w:p w:rsidR="00C2668C" w:rsidRPr="002B4BE9" w:rsidRDefault="001C4219" w:rsidP="00DA511B">
      <w:pPr>
        <w:spacing w:after="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Section </w:t>
      </w:r>
      <w:r w:rsidR="005B3741" w:rsidRPr="002B4BE9">
        <w:rPr>
          <w:rFonts w:ascii="Times New Roman" w:hAnsi="Times New Roman"/>
        </w:rPr>
        <w:t>7</w:t>
      </w:r>
      <w:r w:rsidR="00C2668C" w:rsidRPr="002B4BE9">
        <w:rPr>
          <w:rFonts w:ascii="Times New Roman" w:hAnsi="Times New Roman"/>
        </w:rPr>
        <w:t xml:space="preserve"> - Special Conditions of Contract (SCC)</w:t>
      </w:r>
    </w:p>
    <w:p w:rsidR="00C2668C" w:rsidRPr="002B4BE9" w:rsidRDefault="001C4219" w:rsidP="00DA511B">
      <w:pPr>
        <w:spacing w:after="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Section </w:t>
      </w:r>
      <w:r w:rsidR="005B3741" w:rsidRPr="002B4BE9">
        <w:rPr>
          <w:rFonts w:ascii="Times New Roman" w:hAnsi="Times New Roman"/>
        </w:rPr>
        <w:t>8</w:t>
      </w:r>
      <w:r w:rsidR="00C2668C" w:rsidRPr="002B4BE9">
        <w:rPr>
          <w:rFonts w:ascii="Times New Roman" w:hAnsi="Times New Roman"/>
        </w:rPr>
        <w:t xml:space="preserve"> </w:t>
      </w:r>
      <w:r w:rsidR="005B3741" w:rsidRPr="002B4BE9">
        <w:rPr>
          <w:rFonts w:ascii="Times New Roman" w:hAnsi="Times New Roman"/>
        </w:rPr>
        <w:t>- Forms</w:t>
      </w:r>
      <w:r w:rsidR="006B68E5" w:rsidRPr="002B4BE9">
        <w:rPr>
          <w:rFonts w:ascii="Times New Roman" w:hAnsi="Times New Roman"/>
        </w:rPr>
        <w:t xml:space="preserve"> of Contract </w:t>
      </w:r>
    </w:p>
    <w:p w:rsidR="00113A4D" w:rsidRPr="002B4BE9" w:rsidRDefault="00113A4D" w:rsidP="00DA511B">
      <w:pPr>
        <w:spacing w:after="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
    <w:p w:rsidR="00AF5B23" w:rsidRPr="002B4BE9" w:rsidRDefault="005B3741" w:rsidP="005B3741">
      <w:pPr>
        <w:rPr>
          <w:rFonts w:ascii="Times New Roman" w:hAnsi="Times New Roman"/>
          <w:i/>
          <w:u w:val="single"/>
        </w:rPr>
      </w:pPr>
      <w:r w:rsidRPr="002B4BE9">
        <w:rPr>
          <w:rFonts w:ascii="Times New Roman" w:hAnsi="Times New Roman"/>
        </w:rPr>
        <w:tab/>
      </w:r>
      <w:r w:rsidR="00AF5B23" w:rsidRPr="002B4BE9">
        <w:rPr>
          <w:rFonts w:ascii="Times New Roman" w:hAnsi="Times New Roman"/>
          <w:i/>
          <w:u w:val="single"/>
        </w:rPr>
        <w:t>VOLUME II</w:t>
      </w:r>
    </w:p>
    <w:p w:rsidR="00DA511B" w:rsidRPr="002B4BE9" w:rsidRDefault="00AF5B23" w:rsidP="00DA511B">
      <w:pPr>
        <w:ind w:left="720"/>
        <w:rPr>
          <w:rFonts w:ascii="Times New Roman" w:hAnsi="Times New Roman"/>
          <w:i/>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i/>
        </w:rPr>
        <w:t>PART IV Price Proposal</w:t>
      </w:r>
    </w:p>
    <w:p w:rsidR="00DA511B" w:rsidRPr="002B4BE9" w:rsidRDefault="00DA511B" w:rsidP="00DA511B">
      <w:pPr>
        <w:spacing w:after="0"/>
        <w:ind w:left="1440" w:firstLine="720"/>
        <w:rPr>
          <w:rFonts w:ascii="Times New Roman" w:hAnsi="Times New Roman"/>
        </w:rPr>
      </w:pPr>
      <w:r w:rsidRPr="002B4BE9">
        <w:rPr>
          <w:rFonts w:ascii="Times New Roman" w:hAnsi="Times New Roman"/>
        </w:rPr>
        <w:t xml:space="preserve">Section 9 - Suggested Drawings </w:t>
      </w:r>
    </w:p>
    <w:p w:rsidR="008F01E9" w:rsidRPr="002B4BE9" w:rsidRDefault="00E74181" w:rsidP="00DA511B">
      <w:pPr>
        <w:spacing w:after="0"/>
        <w:ind w:left="1440" w:firstLine="720"/>
        <w:rPr>
          <w:rFonts w:ascii="Times New Roman" w:hAnsi="Times New Roman"/>
          <w:i/>
        </w:rPr>
      </w:pPr>
      <w:r w:rsidRPr="002B4BE9">
        <w:rPr>
          <w:rFonts w:ascii="Times New Roman" w:hAnsi="Times New Roman"/>
        </w:rPr>
        <w:t>Section 1</w:t>
      </w:r>
      <w:r w:rsidR="005B3741" w:rsidRPr="002B4BE9">
        <w:rPr>
          <w:rFonts w:ascii="Times New Roman" w:hAnsi="Times New Roman"/>
        </w:rPr>
        <w:t>0</w:t>
      </w:r>
      <w:r w:rsidRPr="002B4BE9">
        <w:rPr>
          <w:rFonts w:ascii="Times New Roman" w:hAnsi="Times New Roman"/>
        </w:rPr>
        <w:t xml:space="preserve"> – Price Proposal</w:t>
      </w:r>
    </w:p>
    <w:p w:rsidR="008F01E9" w:rsidRPr="002B4BE9" w:rsidRDefault="008F01E9" w:rsidP="00C2668C">
      <w:pPr>
        <w:rPr>
          <w:rFonts w:ascii="Times New Roman" w:hAnsi="Times New Roman"/>
        </w:rPr>
      </w:pPr>
    </w:p>
    <w:p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The Invitation for Bids issued by the Employer is not part of the Bidding Document.</w:t>
      </w:r>
    </w:p>
    <w:p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rsidR="007325C6"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.4</w:t>
      </w:r>
      <w:r w:rsidR="00C2668C"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rsidR="007325C6" w:rsidRPr="002B4BE9" w:rsidRDefault="008F01E9" w:rsidP="007325C6">
      <w:pPr>
        <w:pStyle w:val="Heading2"/>
        <w:rPr>
          <w:rFonts w:ascii="Times New Roman" w:hAnsi="Times New Roman"/>
        </w:rPr>
      </w:pPr>
      <w:bookmarkStart w:id="6" w:name="_Toc283881397"/>
      <w:r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Clarification of Bidding Document, Site Visit, Pre-Bid Meeting</w:t>
      </w:r>
      <w:bookmarkEnd w:id="6"/>
      <w:r w:rsidR="00C2668C" w:rsidRPr="002B4BE9">
        <w:rPr>
          <w:rFonts w:ascii="Times New Roman" w:hAnsi="Times New Roman"/>
        </w:rPr>
        <w:tab/>
      </w:r>
    </w:p>
    <w:p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A prospective Bidder requiring any clarification of the Bidding Document shall contact the Employer in writing at the Employer’s address indicated in the BDS </w:t>
      </w:r>
      <w:r w:rsidR="00C14481" w:rsidRPr="002B4BE9">
        <w:rPr>
          <w:rFonts w:ascii="Times New Roman" w:hAnsi="Times New Roman"/>
        </w:rPr>
        <w:t xml:space="preserve">or </w:t>
      </w:r>
      <w:r w:rsidR="00C2668C" w:rsidRPr="002B4BE9">
        <w:rPr>
          <w:rFonts w:ascii="Times New Roman" w:hAnsi="Times New Roman"/>
        </w:rPr>
        <w:t xml:space="preserve">raise his enquiries during the pre-bid meeting if provided for in </w:t>
      </w:r>
      <w:r w:rsidR="00C14481" w:rsidRPr="002B4BE9">
        <w:rPr>
          <w:rFonts w:ascii="Times New Roman" w:hAnsi="Times New Roman"/>
        </w:rPr>
        <w:t>accordance with ITB 7</w:t>
      </w:r>
      <w:r w:rsidR="00C2668C" w:rsidRPr="002B4BE9">
        <w:rPr>
          <w:rFonts w:ascii="Times New Roman" w:hAnsi="Times New Roman"/>
        </w:rPr>
        <w:t>.4.  The Employer will respond to any request for clarification, provided that such request is re</w:t>
      </w:r>
      <w:r w:rsidR="00C14481" w:rsidRPr="002B4BE9">
        <w:rPr>
          <w:rFonts w:ascii="Times New Roman" w:hAnsi="Times New Roman"/>
        </w:rPr>
        <w:t xml:space="preserve">ceived no later than twenty-one </w:t>
      </w:r>
      <w:r w:rsidR="00C2668C" w:rsidRPr="002B4BE9">
        <w:rPr>
          <w:rFonts w:ascii="Times New Roman" w:hAnsi="Times New Roman"/>
        </w:rPr>
        <w:t>(21) days prior to the de</w:t>
      </w:r>
      <w:r w:rsidR="00C14481" w:rsidRPr="002B4BE9">
        <w:rPr>
          <w:rFonts w:ascii="Times New Roman" w:hAnsi="Times New Roman"/>
        </w:rPr>
        <w:t xml:space="preserve">adline for submission of bids. </w:t>
      </w:r>
      <w:r w:rsidR="00C2668C" w:rsidRPr="002B4BE9">
        <w:rPr>
          <w:rFonts w:ascii="Times New Roman" w:hAnsi="Times New Roman"/>
        </w:rPr>
        <w:t>Should the Employer deem it necessary to amend the Bidding Document as a result of a request for clarification, it shall do so fol</w:t>
      </w:r>
      <w:r w:rsidR="00C14481" w:rsidRPr="002B4BE9">
        <w:rPr>
          <w:rFonts w:ascii="Times New Roman" w:hAnsi="Times New Roman"/>
        </w:rPr>
        <w:t>lowing the procedure under ITB 8</w:t>
      </w:r>
      <w:r w:rsidR="00DA5192" w:rsidRPr="002B4BE9">
        <w:rPr>
          <w:rFonts w:ascii="Times New Roman" w:hAnsi="Times New Roman"/>
        </w:rPr>
        <w:t xml:space="preserve"> and ITB 2</w:t>
      </w:r>
      <w:r w:rsidR="00C14481" w:rsidRPr="002B4BE9">
        <w:rPr>
          <w:rFonts w:ascii="Times New Roman" w:hAnsi="Times New Roman"/>
        </w:rPr>
        <w:t>4</w:t>
      </w:r>
      <w:r w:rsidR="00C2668C" w:rsidRPr="002B4BE9">
        <w:rPr>
          <w:rFonts w:ascii="Times New Roman" w:hAnsi="Times New Roman"/>
        </w:rPr>
        <w:t>.2.</w:t>
      </w:r>
    </w:p>
    <w:p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and any of its personnel or agents will be granted permission by the Employer to enter upon its premises and lands for the </w:t>
      </w:r>
      <w:r w:rsidR="00C14481" w:rsidRPr="002B4BE9">
        <w:rPr>
          <w:rFonts w:ascii="Times New Roman" w:hAnsi="Times New Roman"/>
        </w:rPr>
        <w:t xml:space="preserve">purpose of such visit, but only </w:t>
      </w:r>
      <w:r w:rsidR="00C2668C" w:rsidRPr="002B4BE9">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rsidR="00C2668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The Bidder is requested, as far as possible, to submit any questions in writing, to reach the Employer not later than one week before the pre-bid meeting.</w:t>
      </w:r>
    </w:p>
    <w:p w:rsidR="00C2668C" w:rsidRPr="002B4BE9" w:rsidRDefault="008F01E9" w:rsidP="00E05DC9">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2B4BE9">
        <w:rPr>
          <w:rFonts w:ascii="Times New Roman" w:hAnsi="Times New Roman"/>
        </w:rPr>
        <w:t xml:space="preserve">as defined under </w:t>
      </w:r>
      <w:r w:rsidR="00DE3728" w:rsidRPr="002B4BE9">
        <w:rPr>
          <w:rFonts w:ascii="Times New Roman" w:hAnsi="Times New Roman"/>
        </w:rPr>
        <w:t>ITB 6</w:t>
      </w:r>
      <w:r w:rsidR="00C14481" w:rsidRPr="002B4BE9">
        <w:rPr>
          <w:rFonts w:ascii="Times New Roman" w:hAnsi="Times New Roman"/>
        </w:rPr>
        <w:t>.</w:t>
      </w:r>
      <w:r w:rsidR="00C2668C" w:rsidRPr="002B4BE9">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2B4BE9">
        <w:rPr>
          <w:rFonts w:ascii="Times New Roman" w:hAnsi="Times New Roman"/>
        </w:rPr>
        <w:t xml:space="preserve">pursuant to </w:t>
      </w:r>
      <w:r w:rsidR="00DE3728" w:rsidRPr="002B4BE9">
        <w:rPr>
          <w:rFonts w:ascii="Times New Roman" w:hAnsi="Times New Roman"/>
        </w:rPr>
        <w:t xml:space="preserve">ITB </w:t>
      </w:r>
      <w:r w:rsidR="00E05DC9" w:rsidRPr="002B4BE9">
        <w:rPr>
          <w:rFonts w:ascii="Times New Roman" w:hAnsi="Times New Roman"/>
        </w:rPr>
        <w:t>8</w:t>
      </w:r>
      <w:r w:rsidR="00C93EAA" w:rsidRPr="002B4BE9">
        <w:rPr>
          <w:rFonts w:ascii="Times New Roman" w:hAnsi="Times New Roman"/>
        </w:rPr>
        <w:t xml:space="preserve"> </w:t>
      </w:r>
      <w:r w:rsidR="00C2668C" w:rsidRPr="002B4BE9">
        <w:rPr>
          <w:rFonts w:ascii="Times New Roman" w:hAnsi="Times New Roman"/>
        </w:rPr>
        <w:t>and not through the minutes of the pre-bid meeting.</w:t>
      </w:r>
    </w:p>
    <w:p w:rsidR="007325C6"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r>
      <w:proofErr w:type="spellStart"/>
      <w:r w:rsidR="00C2668C" w:rsidRPr="002B4BE9">
        <w:rPr>
          <w:rFonts w:ascii="Times New Roman" w:hAnsi="Times New Roman"/>
        </w:rPr>
        <w:t>Non</w:t>
      </w:r>
      <w:r w:rsidR="00F56E5C" w:rsidRPr="002B4BE9">
        <w:rPr>
          <w:rFonts w:ascii="Times New Roman" w:hAnsi="Times New Roman"/>
        </w:rPr>
        <w:t xml:space="preserve"> </w:t>
      </w:r>
      <w:r w:rsidR="00C2668C" w:rsidRPr="002B4BE9">
        <w:rPr>
          <w:rFonts w:ascii="Times New Roman" w:hAnsi="Times New Roman"/>
        </w:rPr>
        <w:t>attendance</w:t>
      </w:r>
      <w:proofErr w:type="spellEnd"/>
      <w:r w:rsidR="00C2668C" w:rsidRPr="002B4BE9">
        <w:rPr>
          <w:rFonts w:ascii="Times New Roman" w:hAnsi="Times New Roman"/>
        </w:rPr>
        <w:t xml:space="preserve"> at the pre-bid meeting will not be a cause for disqualification of a </w:t>
      </w:r>
      <w:r w:rsidR="00C14481" w:rsidRPr="002B4BE9">
        <w:rPr>
          <w:rFonts w:ascii="Times New Roman" w:hAnsi="Times New Roman"/>
        </w:rPr>
        <w:t>Bidder.</w:t>
      </w:r>
    </w:p>
    <w:p w:rsidR="007325C6" w:rsidRPr="002B4BE9" w:rsidRDefault="008F01E9" w:rsidP="007325C6">
      <w:pPr>
        <w:pStyle w:val="Heading2"/>
        <w:rPr>
          <w:rFonts w:ascii="Times New Roman" w:hAnsi="Times New Roman"/>
        </w:rPr>
      </w:pPr>
      <w:bookmarkStart w:id="7" w:name="_Toc283881398"/>
      <w:r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Amendment of Bidding Document</w:t>
      </w:r>
      <w:bookmarkEnd w:id="7"/>
      <w:r w:rsidR="00C2668C" w:rsidRPr="002B4BE9">
        <w:rPr>
          <w:rFonts w:ascii="Times New Roman" w:hAnsi="Times New Roman"/>
        </w:rPr>
        <w:tab/>
      </w:r>
    </w:p>
    <w:p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At any time prior to the deadline for submission of bids, the Employer may amend the Bidding Document by issuing addenda.</w:t>
      </w:r>
    </w:p>
    <w:p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addendum issued shall be part of the Bidding Document and shall be communicated in writing to all who have obtained the Bidding Document from the E</w:t>
      </w:r>
      <w:r w:rsidR="00DA5192" w:rsidRPr="002B4BE9">
        <w:rPr>
          <w:rFonts w:ascii="Times New Roman" w:hAnsi="Times New Roman"/>
        </w:rPr>
        <w:t xml:space="preserve">mployer </w:t>
      </w:r>
      <w:r w:rsidR="00CF0052" w:rsidRPr="002B4BE9">
        <w:rPr>
          <w:rFonts w:ascii="Times New Roman" w:hAnsi="Times New Roman"/>
        </w:rPr>
        <w:t>as defined under clause</w:t>
      </w:r>
      <w:r w:rsidR="00DA5192" w:rsidRPr="002B4BE9">
        <w:rPr>
          <w:rFonts w:ascii="Times New Roman" w:hAnsi="Times New Roman"/>
        </w:rPr>
        <w:t xml:space="preserve"> </w:t>
      </w:r>
      <w:r w:rsidR="00DE3728" w:rsidRPr="002B4BE9">
        <w:rPr>
          <w:rFonts w:ascii="Times New Roman" w:hAnsi="Times New Roman"/>
        </w:rPr>
        <w:t>ITB 6.</w:t>
      </w:r>
    </w:p>
    <w:p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2B4BE9">
        <w:rPr>
          <w:rFonts w:ascii="Times New Roman" w:hAnsi="Times New Roman"/>
        </w:rPr>
        <w:t>ITB 24.2</w:t>
      </w:r>
    </w:p>
    <w:p w:rsidR="00DA5192" w:rsidRPr="002B4BE9" w:rsidRDefault="008F01E9" w:rsidP="00C14481">
      <w:pPr>
        <w:pStyle w:val="Heading2"/>
        <w:pBdr>
          <w:bottom w:val="single" w:sz="4" w:space="0" w:color="622423"/>
        </w:pBdr>
        <w:rPr>
          <w:rFonts w:ascii="Times New Roman" w:hAnsi="Times New Roman"/>
        </w:rPr>
      </w:pPr>
      <w:bookmarkStart w:id="8" w:name="_Toc283881399"/>
      <w:r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Cost of Bidding</w:t>
      </w:r>
      <w:bookmarkEnd w:id="8"/>
      <w:r w:rsidR="00C2668C" w:rsidRPr="002B4BE9">
        <w:rPr>
          <w:rFonts w:ascii="Times New Roman" w:hAnsi="Times New Roman"/>
        </w:rPr>
        <w:tab/>
      </w:r>
    </w:p>
    <w:p w:rsidR="00C2668C" w:rsidRPr="002B4BE9" w:rsidRDefault="00C2668C" w:rsidP="00C1448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rsidR="00DA5192" w:rsidRPr="002B4BE9" w:rsidRDefault="008F01E9" w:rsidP="00DA5192">
      <w:pPr>
        <w:pStyle w:val="Heading2"/>
        <w:rPr>
          <w:rFonts w:ascii="Times New Roman" w:hAnsi="Times New Roman"/>
        </w:rPr>
      </w:pPr>
      <w:bookmarkStart w:id="9" w:name="_Toc283881400"/>
      <w:r w:rsidRPr="002B4BE9">
        <w:rPr>
          <w:rFonts w:ascii="Times New Roman" w:hAnsi="Times New Roman"/>
        </w:rPr>
        <w:t>10</w:t>
      </w:r>
      <w:r w:rsidR="00C2668C" w:rsidRPr="002B4BE9">
        <w:rPr>
          <w:rFonts w:ascii="Times New Roman" w:hAnsi="Times New Roman"/>
        </w:rPr>
        <w:t>.</w:t>
      </w:r>
      <w:r w:rsidR="00C2668C" w:rsidRPr="002B4BE9">
        <w:rPr>
          <w:rFonts w:ascii="Times New Roman" w:hAnsi="Times New Roman"/>
        </w:rPr>
        <w:tab/>
        <w:t>Language of Bid</w:t>
      </w:r>
      <w:bookmarkEnd w:id="9"/>
      <w:r w:rsidR="00C2668C" w:rsidRPr="002B4BE9">
        <w:rPr>
          <w:rFonts w:ascii="Times New Roman" w:hAnsi="Times New Roman"/>
        </w:rPr>
        <w:tab/>
      </w:r>
      <w:r w:rsidR="00C2668C" w:rsidRPr="002B4BE9">
        <w:rPr>
          <w:rFonts w:ascii="Times New Roman" w:hAnsi="Times New Roman"/>
        </w:rPr>
        <w:tab/>
      </w:r>
    </w:p>
    <w:p w:rsidR="00C2668C" w:rsidRPr="002B4BE9" w:rsidRDefault="00C2668C" w:rsidP="00C1448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rsidR="006372FD" w:rsidRPr="002B4BE9" w:rsidRDefault="006372FD" w:rsidP="00C14481">
      <w:pPr>
        <w:jc w:val="both"/>
        <w:rPr>
          <w:rFonts w:ascii="Times New Roman" w:hAnsi="Times New Roman"/>
        </w:rPr>
      </w:pPr>
    </w:p>
    <w:p w:rsidR="00DA5192" w:rsidRPr="002B4BE9" w:rsidRDefault="008F01E9" w:rsidP="00DA5192">
      <w:pPr>
        <w:pStyle w:val="Heading2"/>
        <w:rPr>
          <w:rFonts w:ascii="Times New Roman" w:hAnsi="Times New Roman"/>
        </w:rPr>
      </w:pPr>
      <w:bookmarkStart w:id="10" w:name="_Toc283881401"/>
      <w:r w:rsidRPr="002B4BE9">
        <w:rPr>
          <w:rFonts w:ascii="Times New Roman" w:hAnsi="Times New Roman"/>
        </w:rPr>
        <w:t>11</w:t>
      </w:r>
      <w:r w:rsidR="00C2668C" w:rsidRPr="002B4BE9">
        <w:rPr>
          <w:rFonts w:ascii="Times New Roman" w:hAnsi="Times New Roman"/>
        </w:rPr>
        <w:t>.</w:t>
      </w:r>
      <w:r w:rsidR="00C2668C" w:rsidRPr="002B4BE9">
        <w:rPr>
          <w:rFonts w:ascii="Times New Roman" w:hAnsi="Times New Roman"/>
        </w:rPr>
        <w:tab/>
        <w:t>Documents Comprising the Bid</w:t>
      </w:r>
      <w:bookmarkEnd w:id="10"/>
      <w:r w:rsidR="00C2668C" w:rsidRPr="002B4BE9">
        <w:rPr>
          <w:rFonts w:ascii="Times New Roman" w:hAnsi="Times New Roman"/>
        </w:rPr>
        <w:tab/>
      </w:r>
      <w:r w:rsidR="00C2668C" w:rsidRPr="002B4BE9">
        <w:rPr>
          <w:rFonts w:ascii="Times New Roman" w:hAnsi="Times New Roman"/>
        </w:rPr>
        <w:tab/>
      </w:r>
    </w:p>
    <w:p w:rsidR="00C2668C" w:rsidRPr="002B4BE9" w:rsidRDefault="008F01E9" w:rsidP="00CF0052">
      <w:pPr>
        <w:ind w:left="1530" w:hanging="810"/>
        <w:jc w:val="both"/>
        <w:rPr>
          <w:rFonts w:ascii="Times New Roman" w:hAnsi="Times New Roman"/>
        </w:rPr>
      </w:pPr>
      <w:r w:rsidRPr="002B4BE9">
        <w:rPr>
          <w:rFonts w:ascii="Times New Roman" w:hAnsi="Times New Roman"/>
        </w:rPr>
        <w:t>11</w:t>
      </w:r>
      <w:r w:rsidR="00DA5192" w:rsidRPr="002B4BE9">
        <w:rPr>
          <w:rFonts w:ascii="Times New Roman" w:hAnsi="Times New Roman"/>
        </w:rPr>
        <w:t>.1</w:t>
      </w:r>
      <w:r w:rsidR="00DA5192" w:rsidRPr="002B4BE9">
        <w:rPr>
          <w:rFonts w:ascii="Times New Roman" w:hAnsi="Times New Roman"/>
        </w:rPr>
        <w:tab/>
      </w:r>
      <w:r w:rsidR="00C2668C" w:rsidRPr="002B4BE9">
        <w:rPr>
          <w:rFonts w:ascii="Times New Roman" w:hAnsi="Times New Roman"/>
        </w:rPr>
        <w:t>The Bid shall comprise two envelopes submitted simultaneously, one called the Technical Bid containin</w:t>
      </w:r>
      <w:r w:rsidR="00CF0052" w:rsidRPr="002B4BE9">
        <w:rPr>
          <w:rFonts w:ascii="Times New Roman" w:hAnsi="Times New Roman"/>
        </w:rPr>
        <w:t xml:space="preserve">g the documents listed in </w:t>
      </w:r>
      <w:r w:rsidR="00DE3728" w:rsidRPr="002B4BE9">
        <w:rPr>
          <w:rFonts w:ascii="Times New Roman" w:hAnsi="Times New Roman"/>
        </w:rPr>
        <w:t>ITB 11.2</w:t>
      </w:r>
      <w:r w:rsidR="00C2668C" w:rsidRPr="002B4BE9">
        <w:rPr>
          <w:rFonts w:ascii="Times New Roman" w:hAnsi="Times New Roman"/>
        </w:rPr>
        <w:t xml:space="preserve"> and the other the </w:t>
      </w:r>
      <w:r w:rsidR="00CF0052" w:rsidRPr="002B4BE9">
        <w:rPr>
          <w:rFonts w:ascii="Times New Roman" w:hAnsi="Times New Roman"/>
        </w:rPr>
        <w:tab/>
      </w:r>
      <w:r w:rsidR="00C2668C" w:rsidRPr="002B4BE9">
        <w:rPr>
          <w:rFonts w:ascii="Times New Roman" w:hAnsi="Times New Roman"/>
        </w:rPr>
        <w:t>Price Bid containin</w:t>
      </w:r>
      <w:r w:rsidR="00CF0052" w:rsidRPr="002B4BE9">
        <w:rPr>
          <w:rFonts w:ascii="Times New Roman" w:hAnsi="Times New Roman"/>
        </w:rPr>
        <w:t xml:space="preserve">g the documents listed in </w:t>
      </w:r>
      <w:r w:rsidR="00DE3728" w:rsidRPr="002B4BE9">
        <w:rPr>
          <w:rFonts w:ascii="Times New Roman" w:hAnsi="Times New Roman"/>
        </w:rPr>
        <w:t>ITB 11.3</w:t>
      </w:r>
      <w:r w:rsidR="00C2668C" w:rsidRPr="002B4BE9">
        <w:rPr>
          <w:rFonts w:ascii="Times New Roman" w:hAnsi="Times New Roman"/>
        </w:rPr>
        <w:t>, both envelopes enclosed together in an outer single envelope.</w:t>
      </w:r>
    </w:p>
    <w:p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.2 </w:t>
      </w:r>
      <w:r w:rsidR="00CF0052" w:rsidRPr="002B4BE9">
        <w:rPr>
          <w:rFonts w:ascii="Times New Roman" w:hAnsi="Times New Roman"/>
        </w:rPr>
        <w:tab/>
      </w:r>
      <w:r w:rsidR="00C2668C" w:rsidRPr="002B4BE9">
        <w:rPr>
          <w:rFonts w:ascii="Times New Roman" w:hAnsi="Times New Roman"/>
        </w:rPr>
        <w:t>The Technical Bid shall comprise the following:</w:t>
      </w:r>
    </w:p>
    <w:p w:rsidR="00C2668C" w:rsidRPr="002B4BE9" w:rsidRDefault="00C2668C" w:rsidP="00CF0052">
      <w:pPr>
        <w:pStyle w:val="ListParagraph"/>
        <w:numPr>
          <w:ilvl w:val="2"/>
          <w:numId w:val="2"/>
        </w:numPr>
        <w:ind w:left="1530" w:firstLine="0"/>
        <w:jc w:val="both"/>
        <w:rPr>
          <w:rFonts w:ascii="Times New Roman" w:hAnsi="Times New Roman"/>
        </w:rPr>
      </w:pPr>
      <w:r w:rsidRPr="002B4BE9">
        <w:rPr>
          <w:rFonts w:ascii="Times New Roman" w:hAnsi="Times New Roman"/>
        </w:rPr>
        <w:t>Letter of Technical Bid;</w:t>
      </w:r>
    </w:p>
    <w:p w:rsidR="00C2668C" w:rsidRPr="002B4BE9" w:rsidRDefault="00C2668C" w:rsidP="00794043">
      <w:pPr>
        <w:pStyle w:val="ListParagraph"/>
        <w:numPr>
          <w:ilvl w:val="2"/>
          <w:numId w:val="2"/>
        </w:numPr>
        <w:ind w:left="1530" w:firstLine="0"/>
        <w:jc w:val="both"/>
        <w:rPr>
          <w:rFonts w:ascii="Times New Roman" w:hAnsi="Times New Roman"/>
        </w:rPr>
      </w:pPr>
      <w:r w:rsidRPr="002B4BE9">
        <w:rPr>
          <w:rFonts w:ascii="Times New Roman" w:hAnsi="Times New Roman"/>
        </w:rPr>
        <w:t>Bid Sec</w:t>
      </w:r>
      <w:r w:rsidR="00CF0052" w:rsidRPr="002B4BE9">
        <w:rPr>
          <w:rFonts w:ascii="Times New Roman" w:hAnsi="Times New Roman"/>
        </w:rPr>
        <w:t xml:space="preserve">urity, in accordance with </w:t>
      </w:r>
      <w:r w:rsidR="00DE3728" w:rsidRPr="002B4BE9">
        <w:rPr>
          <w:rFonts w:ascii="Times New Roman" w:hAnsi="Times New Roman"/>
        </w:rPr>
        <w:t>ITB 21</w:t>
      </w:r>
    </w:p>
    <w:p w:rsidR="00C2668C" w:rsidRPr="002B4BE9" w:rsidRDefault="00DA5192" w:rsidP="001B6334">
      <w:pPr>
        <w:pStyle w:val="ListParagraph"/>
        <w:numPr>
          <w:ilvl w:val="2"/>
          <w:numId w:val="2"/>
        </w:numPr>
        <w:ind w:left="2174" w:hanging="644"/>
        <w:rPr>
          <w:rFonts w:ascii="Times New Roman" w:hAnsi="Times New Roman"/>
        </w:rPr>
      </w:pPr>
      <w:r w:rsidRPr="002B4BE9">
        <w:rPr>
          <w:rFonts w:ascii="Times New Roman" w:hAnsi="Times New Roman"/>
        </w:rPr>
        <w:t>Alternative</w:t>
      </w:r>
      <w:r w:rsidR="00C2668C" w:rsidRPr="002B4BE9">
        <w:rPr>
          <w:rFonts w:ascii="Times New Roman" w:hAnsi="Times New Roman"/>
        </w:rPr>
        <w:t xml:space="preserve"> bids,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00C2668C" w:rsidRPr="002B4BE9">
        <w:rPr>
          <w:rFonts w:ascii="Times New Roman" w:hAnsi="Times New Roman"/>
        </w:rPr>
        <w:t>;</w:t>
      </w:r>
    </w:p>
    <w:p w:rsidR="00C2668C"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written confirmation authorizing the signatory of the Bid to commit </w:t>
      </w:r>
      <w:r w:rsidR="00DA5192" w:rsidRPr="002B4BE9">
        <w:rPr>
          <w:rFonts w:ascii="Times New Roman" w:hAnsi="Times New Roman"/>
        </w:rPr>
        <w:tab/>
      </w:r>
      <w:r w:rsidRPr="002B4BE9">
        <w:rPr>
          <w:rFonts w:ascii="Times New Roman" w:hAnsi="Times New Roman"/>
        </w:rPr>
        <w:t xml:space="preserve">the Bidder, </w:t>
      </w:r>
      <w:r w:rsidR="00DA5192" w:rsidRPr="002B4BE9">
        <w:rPr>
          <w:rFonts w:ascii="Times New Roman" w:hAnsi="Times New Roman"/>
        </w:rPr>
        <w:t xml:space="preserve">in accordance with </w:t>
      </w:r>
      <w:r w:rsidR="00DE3728" w:rsidRPr="002B4BE9">
        <w:rPr>
          <w:rFonts w:ascii="Times New Roman" w:hAnsi="Times New Roman"/>
        </w:rPr>
        <w:t>ITB 22.2</w:t>
      </w:r>
      <w:r w:rsidRPr="002B4BE9">
        <w:rPr>
          <w:rFonts w:ascii="Times New Roman" w:hAnsi="Times New Roman"/>
        </w:rPr>
        <w:t>;</w:t>
      </w:r>
    </w:p>
    <w:p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documentary evidence establis</w:t>
      </w:r>
      <w:r w:rsidR="00CF0052" w:rsidRPr="002B4BE9">
        <w:rPr>
          <w:rFonts w:ascii="Times New Roman" w:hAnsi="Times New Roman"/>
        </w:rPr>
        <w:t xml:space="preserve">hing in accordance with </w:t>
      </w:r>
      <w:r w:rsidR="00DE3728" w:rsidRPr="002B4BE9">
        <w:rPr>
          <w:rFonts w:ascii="Times New Roman" w:hAnsi="Times New Roman"/>
        </w:rPr>
        <w:t>ITB 14</w:t>
      </w:r>
      <w:r w:rsidRPr="002B4BE9">
        <w:rPr>
          <w:rFonts w:ascii="Times New Roman" w:hAnsi="Times New Roman"/>
        </w:rPr>
        <w:t xml:space="preserve"> that the </w:t>
      </w:r>
      <w:r w:rsidR="000E65CC" w:rsidRPr="002B4BE9">
        <w:rPr>
          <w:rFonts w:ascii="Times New Roman" w:hAnsi="Times New Roman"/>
        </w:rPr>
        <w:t xml:space="preserve"> Equipment / Machinery</w:t>
      </w:r>
      <w:r w:rsidRPr="002B4BE9">
        <w:rPr>
          <w:rFonts w:ascii="Times New Roman" w:hAnsi="Times New Roman"/>
        </w:rPr>
        <w:t xml:space="preserve"> and services offered by the Bidder in its bid or in any </w:t>
      </w:r>
      <w:r w:rsidR="00CF0052" w:rsidRPr="002B4BE9">
        <w:rPr>
          <w:rFonts w:ascii="Times New Roman" w:hAnsi="Times New Roman"/>
        </w:rPr>
        <w:t xml:space="preserve">alternative bid, </w:t>
      </w:r>
      <w:r w:rsidRPr="002B4BE9">
        <w:rPr>
          <w:rFonts w:ascii="Times New Roman" w:hAnsi="Times New Roman"/>
        </w:rPr>
        <w:t xml:space="preserve">if permitted, are eligible; </w:t>
      </w:r>
    </w:p>
    <w:p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documentary evidence in accordance with </w:t>
      </w:r>
      <w:r w:rsidR="00DE3728" w:rsidRPr="002B4BE9">
        <w:rPr>
          <w:rFonts w:ascii="Times New Roman" w:hAnsi="Times New Roman"/>
        </w:rPr>
        <w:t>ITB 15</w:t>
      </w:r>
      <w:r w:rsidRPr="002B4BE9">
        <w:rPr>
          <w:rFonts w:ascii="Times New Roman" w:hAnsi="Times New Roman"/>
        </w:rPr>
        <w:t xml:space="preserve"> establishing the Bidder’s eligibility and qualifications to perform the contract if its bid is accepted; </w:t>
      </w:r>
    </w:p>
    <w:p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Technical Pr</w:t>
      </w:r>
      <w:r w:rsidR="00CF0052" w:rsidRPr="002B4BE9">
        <w:rPr>
          <w:rFonts w:ascii="Times New Roman" w:hAnsi="Times New Roman"/>
        </w:rPr>
        <w:t xml:space="preserve">oposal in accordance with </w:t>
      </w:r>
      <w:r w:rsidR="00DE3728" w:rsidRPr="002B4BE9">
        <w:rPr>
          <w:rFonts w:ascii="Times New Roman" w:hAnsi="Times New Roman"/>
        </w:rPr>
        <w:t>ITB 1</w:t>
      </w:r>
      <w:r w:rsidR="00CF0052" w:rsidRPr="002B4BE9">
        <w:rPr>
          <w:rFonts w:ascii="Times New Roman" w:hAnsi="Times New Roman"/>
        </w:rPr>
        <w:t>7</w:t>
      </w:r>
      <w:r w:rsidRPr="002B4BE9">
        <w:rPr>
          <w:rFonts w:ascii="Times New Roman" w:hAnsi="Times New Roman"/>
        </w:rPr>
        <w:t>;</w:t>
      </w:r>
    </w:p>
    <w:p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documentary evidence establ</w:t>
      </w:r>
      <w:r w:rsidR="00462968" w:rsidRPr="002B4BE9">
        <w:rPr>
          <w:rFonts w:ascii="Times New Roman" w:hAnsi="Times New Roman"/>
        </w:rPr>
        <w:t>ishing in accorda</w:t>
      </w:r>
      <w:r w:rsidR="00CF0052" w:rsidRPr="002B4BE9">
        <w:rPr>
          <w:rFonts w:ascii="Times New Roman" w:hAnsi="Times New Roman"/>
        </w:rPr>
        <w:t xml:space="preserve">nce with </w:t>
      </w:r>
      <w:r w:rsidR="00DE3728" w:rsidRPr="002B4BE9">
        <w:rPr>
          <w:rFonts w:ascii="Times New Roman" w:hAnsi="Times New Roman"/>
        </w:rPr>
        <w:t>ITB 16</w:t>
      </w:r>
      <w:r w:rsidRPr="002B4BE9">
        <w:rPr>
          <w:rFonts w:ascii="Times New Roman" w:hAnsi="Times New Roman"/>
        </w:rPr>
        <w:t xml:space="preserve"> that the plant and services offered by the Bidder conform to the bidding document;</w:t>
      </w:r>
    </w:p>
    <w:p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In the case of a bid submitted by a JV, the JV agreement, or letter of </w:t>
      </w:r>
      <w:r w:rsidR="00DA5192" w:rsidRPr="002B4BE9">
        <w:rPr>
          <w:rFonts w:ascii="Times New Roman" w:hAnsi="Times New Roman"/>
        </w:rPr>
        <w:tab/>
      </w:r>
      <w:r w:rsidRPr="002B4BE9">
        <w:rPr>
          <w:rFonts w:ascii="Times New Roman" w:hAnsi="Times New Roman"/>
        </w:rPr>
        <w:t xml:space="preserve">intent to enter into a JV including a draft agreement, indicating at </w:t>
      </w:r>
      <w:r w:rsidR="00DA5192" w:rsidRPr="002B4BE9">
        <w:rPr>
          <w:rFonts w:ascii="Times New Roman" w:hAnsi="Times New Roman"/>
        </w:rPr>
        <w:tab/>
      </w:r>
      <w:r w:rsidRPr="002B4BE9">
        <w:rPr>
          <w:rFonts w:ascii="Times New Roman" w:hAnsi="Times New Roman"/>
        </w:rPr>
        <w:t xml:space="preserve">least the parts of the </w:t>
      </w:r>
      <w:r w:rsidR="000E65CC" w:rsidRPr="002B4BE9">
        <w:rPr>
          <w:rFonts w:ascii="Times New Roman" w:hAnsi="Times New Roman"/>
        </w:rPr>
        <w:t xml:space="preserve"> work</w:t>
      </w:r>
      <w:r w:rsidRPr="002B4BE9">
        <w:rPr>
          <w:rFonts w:ascii="Times New Roman" w:hAnsi="Times New Roman"/>
        </w:rPr>
        <w:t xml:space="preserve"> to be execu</w:t>
      </w:r>
      <w:r w:rsidR="00DA5192" w:rsidRPr="002B4BE9">
        <w:rPr>
          <w:rFonts w:ascii="Times New Roman" w:hAnsi="Times New Roman"/>
        </w:rPr>
        <w:t>ted by the respective partners;</w:t>
      </w:r>
    </w:p>
    <w:p w:rsidR="00CF005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List of subcontra</w:t>
      </w:r>
      <w:r w:rsidR="00CF0052" w:rsidRPr="002B4BE9">
        <w:rPr>
          <w:rFonts w:ascii="Times New Roman" w:hAnsi="Times New Roman"/>
        </w:rPr>
        <w:t xml:space="preserve">ctors, in accordance with </w:t>
      </w:r>
      <w:r w:rsidR="00DE3728" w:rsidRPr="002B4BE9">
        <w:rPr>
          <w:rFonts w:ascii="Times New Roman" w:hAnsi="Times New Roman"/>
        </w:rPr>
        <w:t>ITB 17.2</w:t>
      </w:r>
      <w:r w:rsidRPr="002B4BE9">
        <w:rPr>
          <w:rFonts w:ascii="Times New Roman" w:hAnsi="Times New Roman"/>
        </w:rPr>
        <w:t>; and</w:t>
      </w:r>
    </w:p>
    <w:p w:rsidR="00CF0052" w:rsidRPr="002B4BE9" w:rsidRDefault="00CF0052" w:rsidP="00CF0052">
      <w:pPr>
        <w:pStyle w:val="ListParagraph"/>
        <w:ind w:left="2174"/>
        <w:jc w:val="both"/>
        <w:rPr>
          <w:rFonts w:ascii="Times New Roman" w:hAnsi="Times New Roman"/>
        </w:rPr>
      </w:pPr>
    </w:p>
    <w:p w:rsidR="00C2668C" w:rsidRPr="002B4BE9" w:rsidRDefault="00C2668C" w:rsidP="00CF0052">
      <w:pPr>
        <w:pStyle w:val="ListParagraph"/>
        <w:ind w:left="1530"/>
        <w:jc w:val="both"/>
        <w:rPr>
          <w:rFonts w:ascii="Times New Roman" w:hAnsi="Times New Roman"/>
        </w:rPr>
      </w:pPr>
      <w:r w:rsidRPr="002B4BE9">
        <w:rPr>
          <w:rFonts w:ascii="Times New Roman" w:hAnsi="Times New Roman"/>
        </w:rPr>
        <w:t>Any other document required in the BDS.</w:t>
      </w:r>
    </w:p>
    <w:p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.3 </w:t>
      </w:r>
      <w:r w:rsidR="00CF0052" w:rsidRPr="002B4BE9">
        <w:rPr>
          <w:rFonts w:ascii="Times New Roman" w:hAnsi="Times New Roman"/>
        </w:rPr>
        <w:tab/>
      </w:r>
      <w:r w:rsidR="00C2668C" w:rsidRPr="002B4BE9">
        <w:rPr>
          <w:rFonts w:ascii="Times New Roman" w:hAnsi="Times New Roman"/>
        </w:rPr>
        <w:t>The Price Bid shall comprise the following:</w:t>
      </w:r>
    </w:p>
    <w:p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Letter of Price Bid;</w:t>
      </w:r>
    </w:p>
    <w:p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completed Price Schedules, in accor</w:t>
      </w:r>
      <w:r w:rsidR="00DA5192" w:rsidRPr="002B4BE9">
        <w:rPr>
          <w:rFonts w:ascii="Times New Roman" w:hAnsi="Times New Roman"/>
        </w:rPr>
        <w:t xml:space="preserve">dance with </w:t>
      </w:r>
      <w:r w:rsidR="00DE3728" w:rsidRPr="002B4BE9">
        <w:rPr>
          <w:rFonts w:ascii="Times New Roman" w:hAnsi="Times New Roman"/>
        </w:rPr>
        <w:t>ITB 11</w:t>
      </w:r>
      <w:r w:rsidR="00DA5192" w:rsidRPr="002B4BE9">
        <w:rPr>
          <w:rFonts w:ascii="Times New Roman" w:hAnsi="Times New Roman"/>
        </w:rPr>
        <w:t xml:space="preserve"> and </w:t>
      </w:r>
      <w:r w:rsidR="00DE3728" w:rsidRPr="002B4BE9">
        <w:rPr>
          <w:rFonts w:ascii="Times New Roman" w:hAnsi="Times New Roman"/>
        </w:rPr>
        <w:t>17</w:t>
      </w:r>
      <w:r w:rsidR="00DA5192" w:rsidRPr="002B4BE9">
        <w:rPr>
          <w:rFonts w:ascii="Times New Roman" w:hAnsi="Times New Roman"/>
        </w:rPr>
        <w:t xml:space="preserve">, or as </w:t>
      </w:r>
      <w:r w:rsidRPr="002B4BE9">
        <w:rPr>
          <w:rFonts w:ascii="Times New Roman" w:hAnsi="Times New Roman"/>
        </w:rPr>
        <w:t>stipulated in the BDS;</w:t>
      </w:r>
    </w:p>
    <w:p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alternative price bids, and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Pr="002B4BE9">
        <w:rPr>
          <w:rFonts w:ascii="Times New Roman" w:hAnsi="Times New Roman"/>
        </w:rPr>
        <w:t>;</w:t>
      </w:r>
    </w:p>
    <w:p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Any other document required in the BDS</w:t>
      </w:r>
    </w:p>
    <w:p w:rsidR="00DA5192" w:rsidRPr="002B4BE9" w:rsidRDefault="00DA5192" w:rsidP="00DA5192">
      <w:pPr>
        <w:pStyle w:val="Heading2"/>
        <w:rPr>
          <w:rFonts w:ascii="Times New Roman" w:hAnsi="Times New Roman"/>
        </w:rPr>
      </w:pPr>
      <w:bookmarkStart w:id="11" w:name="_Toc283881402"/>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Letter of Bid and Schedules</w:t>
      </w:r>
      <w:bookmarkEnd w:id="11"/>
    </w:p>
    <w:p w:rsidR="00C2668C" w:rsidRPr="002B4BE9" w:rsidRDefault="00DA5192" w:rsidP="00CF0052">
      <w:pPr>
        <w:ind w:left="1440" w:hanging="720"/>
        <w:jc w:val="both"/>
        <w:rPr>
          <w:rFonts w:ascii="Times New Roman" w:hAnsi="Times New Roman"/>
        </w:rPr>
      </w:pPr>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Letters of Technical Bid and Price B</w:t>
      </w:r>
      <w:r w:rsidR="00CF0052" w:rsidRPr="002B4BE9">
        <w:rPr>
          <w:rFonts w:ascii="Times New Roman" w:hAnsi="Times New Roman"/>
        </w:rPr>
        <w:t xml:space="preserve">id, and the Schedules, and all documents </w:t>
      </w:r>
      <w:r w:rsidR="00C2668C" w:rsidRPr="002B4BE9">
        <w:rPr>
          <w:rFonts w:ascii="Times New Roman" w:hAnsi="Times New Roman"/>
        </w:rPr>
        <w:t xml:space="preserve">listed under </w:t>
      </w:r>
      <w:r w:rsidR="00DE3728" w:rsidRPr="002B4BE9">
        <w:rPr>
          <w:rFonts w:ascii="Times New Roman" w:hAnsi="Times New Roman"/>
        </w:rPr>
        <w:t>ITB 11</w:t>
      </w:r>
      <w:r w:rsidR="00C2668C" w:rsidRPr="002B4BE9">
        <w:rPr>
          <w:rFonts w:ascii="Times New Roman" w:hAnsi="Times New Roman"/>
        </w:rPr>
        <w:t xml:space="preserve"> shall be prepared using the rele</w:t>
      </w:r>
      <w:r w:rsidR="00CF0052" w:rsidRPr="002B4BE9">
        <w:rPr>
          <w:rFonts w:ascii="Times New Roman" w:hAnsi="Times New Roman"/>
        </w:rPr>
        <w:t xml:space="preserve">vant forms furnished in </w:t>
      </w:r>
      <w:r w:rsidR="00DE3728" w:rsidRPr="002B4BE9">
        <w:rPr>
          <w:rFonts w:ascii="Times New Roman" w:hAnsi="Times New Roman"/>
        </w:rPr>
        <w:t>Section 4 (Bidding Forms)</w:t>
      </w:r>
      <w:r w:rsidR="00C2668C" w:rsidRPr="002B4BE9">
        <w:rPr>
          <w:rFonts w:ascii="Times New Roman" w:hAnsi="Times New Roman"/>
        </w:rPr>
        <w:t>.  The forms must be compl</w:t>
      </w:r>
      <w:r w:rsidR="00CF0052" w:rsidRPr="002B4BE9">
        <w:rPr>
          <w:rFonts w:ascii="Times New Roman" w:hAnsi="Times New Roman"/>
        </w:rPr>
        <w:t xml:space="preserve">eted without any alterations to the </w:t>
      </w:r>
      <w:r w:rsidR="00C2668C" w:rsidRPr="002B4BE9">
        <w:rPr>
          <w:rFonts w:ascii="Times New Roman" w:hAnsi="Times New Roman"/>
        </w:rPr>
        <w:t>text, and no substitutes shall be accepted. All blank</w:t>
      </w:r>
      <w:r w:rsidR="00CF0052" w:rsidRPr="002B4BE9">
        <w:rPr>
          <w:rFonts w:ascii="Times New Roman" w:hAnsi="Times New Roman"/>
        </w:rPr>
        <w:t xml:space="preserve"> spaces shall be filled in with the </w:t>
      </w:r>
      <w:r w:rsidR="00C2668C" w:rsidRPr="002B4BE9">
        <w:rPr>
          <w:rFonts w:ascii="Times New Roman" w:hAnsi="Times New Roman"/>
        </w:rPr>
        <w:t xml:space="preserve">information requested. </w:t>
      </w:r>
    </w:p>
    <w:p w:rsidR="00DA5192" w:rsidRPr="002B4BE9" w:rsidRDefault="00DA5192" w:rsidP="00435A03">
      <w:pPr>
        <w:pStyle w:val="Heading2"/>
        <w:rPr>
          <w:rFonts w:ascii="Times New Roman" w:hAnsi="Times New Roman"/>
        </w:rPr>
      </w:pPr>
      <w:bookmarkStart w:id="12" w:name="_Toc283881403"/>
      <w:r w:rsidRPr="002B4BE9">
        <w:rPr>
          <w:rFonts w:ascii="Times New Roman" w:hAnsi="Times New Roman"/>
        </w:rPr>
        <w:t>1</w:t>
      </w:r>
      <w:r w:rsidR="008F01E9" w:rsidRPr="002B4BE9">
        <w:rPr>
          <w:rFonts w:ascii="Times New Roman" w:hAnsi="Times New Roman"/>
        </w:rPr>
        <w:t>3</w:t>
      </w:r>
      <w:r w:rsidRPr="002B4BE9">
        <w:rPr>
          <w:rFonts w:ascii="Times New Roman" w:hAnsi="Times New Roman"/>
        </w:rPr>
        <w:t>.</w:t>
      </w:r>
      <w:r w:rsidRPr="002B4BE9">
        <w:rPr>
          <w:rFonts w:ascii="Times New Roman" w:hAnsi="Times New Roman"/>
        </w:rPr>
        <w:tab/>
        <w:t>Alternative Bids</w:t>
      </w:r>
      <w:bookmarkEnd w:id="12"/>
      <w:r w:rsidR="00F60B92" w:rsidRPr="002B4BE9">
        <w:rPr>
          <w:rFonts w:ascii="Times New Roman" w:hAnsi="Times New Roman"/>
        </w:rPr>
        <w:t xml:space="preserve"> </w:t>
      </w:r>
      <w:r w:rsidR="00890958" w:rsidRPr="002B4BE9">
        <w:rPr>
          <w:rFonts w:ascii="Times New Roman" w:hAnsi="Times New Roman"/>
        </w:rPr>
        <w:t>(</w:t>
      </w:r>
      <w:r w:rsidR="009A2273" w:rsidRPr="002B4BE9">
        <w:rPr>
          <w:rFonts w:ascii="Times New Roman" w:hAnsi="Times New Roman"/>
        </w:rPr>
        <w:t>Not Applicable</w:t>
      </w:r>
      <w:r w:rsidR="00890958" w:rsidRPr="002B4BE9">
        <w:rPr>
          <w:rFonts w:ascii="Times New Roman" w:hAnsi="Times New Roman"/>
        </w:rPr>
        <w:t>)</w:t>
      </w:r>
    </w:p>
    <w:p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2B4BE9">
        <w:rPr>
          <w:rFonts w:ascii="Times New Roman" w:hAnsi="Times New Roman"/>
        </w:rPr>
        <w:t>ITB 13.3</w:t>
      </w:r>
      <w:r w:rsidR="00C2668C" w:rsidRPr="002B4BE9">
        <w:rPr>
          <w:rFonts w:ascii="Times New Roman" w:hAnsi="Times New Roman"/>
        </w:rPr>
        <w:t xml:space="preserve">, or </w:t>
      </w:r>
      <w:r w:rsidR="001B6334" w:rsidRPr="002B4BE9">
        <w:rPr>
          <w:rFonts w:ascii="Times New Roman" w:hAnsi="Times New Roman"/>
        </w:rPr>
        <w:t xml:space="preserve">invited in accordance with </w:t>
      </w:r>
      <w:r w:rsidR="00DE3728" w:rsidRPr="002B4BE9">
        <w:rPr>
          <w:rFonts w:ascii="Times New Roman" w:hAnsi="Times New Roman"/>
        </w:rPr>
        <w:t>ITB13.2</w:t>
      </w:r>
      <w:r w:rsidR="001B6334" w:rsidRPr="002B4BE9">
        <w:rPr>
          <w:rFonts w:ascii="Times New Roman" w:hAnsi="Times New Roman"/>
        </w:rPr>
        <w:t xml:space="preserve"> and/or </w:t>
      </w:r>
      <w:r w:rsidR="00DE3728" w:rsidRPr="002B4BE9">
        <w:rPr>
          <w:rFonts w:ascii="Times New Roman" w:hAnsi="Times New Roman"/>
        </w:rPr>
        <w:t>ITB 32</w:t>
      </w:r>
      <w:r w:rsidR="00C2668C" w:rsidRPr="002B4BE9">
        <w:rPr>
          <w:rFonts w:ascii="Times New Roman" w:hAnsi="Times New Roman"/>
        </w:rPr>
        <w:t>.</w:t>
      </w:r>
    </w:p>
    <w:p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2B4BE9">
        <w:rPr>
          <w:rFonts w:ascii="Times New Roman" w:hAnsi="Times New Roman"/>
        </w:rPr>
        <w:t>Section 3</w:t>
      </w:r>
      <w:r w:rsidR="00C2668C" w:rsidRPr="002B4BE9">
        <w:rPr>
          <w:rFonts w:ascii="Times New Roman" w:hAnsi="Times New Roman"/>
        </w:rPr>
        <w:t xml:space="preserve"> (Evaluation and Qualification Criteria).</w:t>
      </w:r>
    </w:p>
    <w:p w:rsidR="001B6334"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.3</w:t>
      </w:r>
      <w:r w:rsidR="001B6334" w:rsidRPr="002B4BE9">
        <w:rPr>
          <w:rFonts w:ascii="Times New Roman" w:hAnsi="Times New Roman"/>
        </w:rPr>
        <w:tab/>
        <w:t xml:space="preserve">Except as provided under </w:t>
      </w:r>
      <w:r w:rsidR="00DE3728" w:rsidRPr="002B4BE9">
        <w:rPr>
          <w:rFonts w:ascii="Times New Roman" w:hAnsi="Times New Roman"/>
        </w:rPr>
        <w:t>ITB 13.4</w:t>
      </w:r>
      <w:r w:rsidR="00C2668C" w:rsidRPr="002B4BE9">
        <w:rPr>
          <w:rFonts w:ascii="Times New Roman" w:hAnsi="Times New Roman"/>
        </w:rPr>
        <w:t xml:space="preserve"> below, Bidders wishing to offer technical alternatives to the Employer’s requirements as described in the bidding docum</w:t>
      </w:r>
      <w:r w:rsidR="00CF0052" w:rsidRPr="002B4BE9">
        <w:rPr>
          <w:rFonts w:ascii="Times New Roman" w:hAnsi="Times New Roman"/>
        </w:rPr>
        <w:t xml:space="preserve">ent </w:t>
      </w:r>
      <w:r w:rsidR="00C2668C" w:rsidRPr="002B4BE9">
        <w:rPr>
          <w:rFonts w:ascii="Times New Roman" w:hAnsi="Times New Roman"/>
        </w:rPr>
        <w:t xml:space="preserve">must also provide: </w:t>
      </w:r>
    </w:p>
    <w:p w:rsidR="001B6334" w:rsidRPr="002B4BE9" w:rsidRDefault="00C2668C" w:rsidP="001B6334">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001B6334" w:rsidRPr="002B4BE9">
        <w:rPr>
          <w:rFonts w:ascii="Times New Roman" w:hAnsi="Times New Roman"/>
        </w:rPr>
        <w:tab/>
      </w:r>
      <w:proofErr w:type="gramStart"/>
      <w:r w:rsidRPr="002B4BE9">
        <w:rPr>
          <w:rFonts w:ascii="Times New Roman" w:hAnsi="Times New Roman"/>
        </w:rPr>
        <w:t>a</w:t>
      </w:r>
      <w:proofErr w:type="gramEnd"/>
      <w:r w:rsidRPr="002B4BE9">
        <w:rPr>
          <w:rFonts w:ascii="Times New Roman" w:hAnsi="Times New Roman"/>
        </w:rPr>
        <w:t xml:space="preserve"> price at which they are prepar</w:t>
      </w:r>
      <w:r w:rsidR="00CF0052" w:rsidRPr="002B4BE9">
        <w:rPr>
          <w:rFonts w:ascii="Times New Roman" w:hAnsi="Times New Roman"/>
        </w:rPr>
        <w:t xml:space="preserve">ed to offer a plant meeting the </w:t>
      </w:r>
      <w:r w:rsidRPr="002B4BE9">
        <w:rPr>
          <w:rFonts w:ascii="Times New Roman" w:hAnsi="Times New Roman"/>
        </w:rPr>
        <w:t xml:space="preserve">Employer’s requirements; and </w:t>
      </w:r>
    </w:p>
    <w:p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(ii) </w:t>
      </w:r>
      <w:r w:rsidR="001B6334" w:rsidRPr="002B4BE9">
        <w:rPr>
          <w:rFonts w:ascii="Times New Roman" w:hAnsi="Times New Roman"/>
        </w:rPr>
        <w:tab/>
      </w:r>
      <w:r w:rsidRPr="002B4BE9">
        <w:rPr>
          <w:rFonts w:ascii="Times New Roman" w:hAnsi="Times New Roman"/>
        </w:rPr>
        <w:t>all information necessary for a complete evaluation of the alternatives by the Employer, including drawings, design calculations, technical specifications, breakdown of pr</w:t>
      </w:r>
      <w:r w:rsidR="00CF0052" w:rsidRPr="002B4BE9">
        <w:rPr>
          <w:rFonts w:ascii="Times New Roman" w:hAnsi="Times New Roman"/>
        </w:rPr>
        <w:t xml:space="preserve">ices, and proposed installation </w:t>
      </w:r>
      <w:r w:rsidRPr="002B4BE9">
        <w:rPr>
          <w:rFonts w:ascii="Times New Roman" w:hAnsi="Times New Roman"/>
        </w:rPr>
        <w:t xml:space="preserve">methodology and other relevant details.  Only the technical alternatives, if any, of the lowest evaluated Bidder conforming to the basic technical requirements shall </w:t>
      </w:r>
      <w:r w:rsidR="001B6334" w:rsidRPr="002B4BE9">
        <w:rPr>
          <w:rFonts w:ascii="Times New Roman" w:hAnsi="Times New Roman"/>
        </w:rPr>
        <w:t>be considered by the Employer.</w:t>
      </w:r>
    </w:p>
    <w:p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B4BE9">
        <w:rPr>
          <w:rFonts w:ascii="Times New Roman" w:hAnsi="Times New Roman"/>
        </w:rPr>
        <w:t xml:space="preserve">pursuant to </w:t>
      </w:r>
      <w:r w:rsidR="00DE3728" w:rsidRPr="002B4BE9">
        <w:rPr>
          <w:rFonts w:ascii="Times New Roman" w:hAnsi="Times New Roman"/>
        </w:rPr>
        <w:t>ITB 32</w:t>
      </w:r>
      <w:r w:rsidR="00C2668C" w:rsidRPr="002B4BE9">
        <w:rPr>
          <w:rFonts w:ascii="Times New Roman" w:hAnsi="Times New Roman"/>
        </w:rPr>
        <w:t xml:space="preserve">. </w:t>
      </w:r>
    </w:p>
    <w:p w:rsidR="00AD10FB" w:rsidRPr="002B4BE9" w:rsidRDefault="00AD10FB" w:rsidP="00462968">
      <w:pPr>
        <w:pStyle w:val="Heading2"/>
        <w:rPr>
          <w:rFonts w:ascii="Times New Roman" w:hAnsi="Times New Roman"/>
        </w:rPr>
      </w:pPr>
      <w:bookmarkStart w:id="13" w:name="_Toc283881404"/>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 xml:space="preserve">Documents Establishing the Eligibility </w:t>
      </w:r>
      <w:r w:rsidRPr="002B4BE9">
        <w:rPr>
          <w:rFonts w:ascii="Times New Roman" w:hAnsi="Times New Roman"/>
        </w:rPr>
        <w:t>of Plant</w:t>
      </w:r>
      <w:r w:rsidR="00C2668C" w:rsidRPr="002B4BE9">
        <w:rPr>
          <w:rFonts w:ascii="Times New Roman" w:hAnsi="Times New Roman"/>
        </w:rPr>
        <w:t xml:space="preserve"> and Services</w:t>
      </w:r>
      <w:bookmarkEnd w:id="13"/>
      <w:r w:rsidR="00C2668C" w:rsidRPr="002B4BE9">
        <w:rPr>
          <w:rFonts w:ascii="Times New Roman" w:hAnsi="Times New Roman"/>
        </w:rPr>
        <w:tab/>
      </w:r>
    </w:p>
    <w:p w:rsidR="00C2668C" w:rsidRPr="002B4BE9" w:rsidRDefault="00AD10FB"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2B4BE9">
        <w:rPr>
          <w:rFonts w:ascii="Times New Roman" w:hAnsi="Times New Roman"/>
        </w:rPr>
        <w:t>Section 4B (Bidding Forms)</w:t>
      </w:r>
      <w:r w:rsidR="00C2668C" w:rsidRPr="002B4BE9">
        <w:rPr>
          <w:rFonts w:ascii="Times New Roman" w:hAnsi="Times New Roman"/>
        </w:rPr>
        <w:t>.</w:t>
      </w:r>
    </w:p>
    <w:p w:rsidR="00AD10FB" w:rsidRPr="002B4BE9" w:rsidRDefault="00AD10FB" w:rsidP="00462968">
      <w:pPr>
        <w:pStyle w:val="Heading2"/>
        <w:rPr>
          <w:rFonts w:ascii="Times New Roman" w:hAnsi="Times New Roman"/>
        </w:rPr>
      </w:pPr>
      <w:bookmarkStart w:id="14" w:name="_Toc283881405"/>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 xml:space="preserve">Documents Establishing the Eligibility and Qualifications of </w:t>
      </w:r>
      <w:r w:rsidR="008F01E9" w:rsidRPr="002B4BE9">
        <w:rPr>
          <w:rFonts w:ascii="Times New Roman" w:hAnsi="Times New Roman"/>
        </w:rPr>
        <w:tab/>
      </w:r>
      <w:r w:rsidR="00C2668C" w:rsidRPr="002B4BE9">
        <w:rPr>
          <w:rFonts w:ascii="Times New Roman" w:hAnsi="Times New Roman"/>
        </w:rPr>
        <w:t>the Bidder</w:t>
      </w:r>
      <w:bookmarkEnd w:id="14"/>
      <w:r w:rsidR="00C2668C" w:rsidRPr="002B4BE9">
        <w:rPr>
          <w:rFonts w:ascii="Times New Roman" w:hAnsi="Times New Roman"/>
        </w:rPr>
        <w:tab/>
      </w:r>
    </w:p>
    <w:p w:rsidR="00C2668C" w:rsidRPr="002B4BE9" w:rsidRDefault="00AD10FB" w:rsidP="001B6334">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2B4BE9">
        <w:rPr>
          <w:rFonts w:ascii="Times New Roman" w:hAnsi="Times New Roman"/>
        </w:rPr>
        <w:t>Section 4(Technical Bidding Forms).</w:t>
      </w:r>
    </w:p>
    <w:p w:rsidR="00C2668C" w:rsidRPr="002B4BE9" w:rsidRDefault="00AD10FB" w:rsidP="00533163">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Domestic Bidders, individually or in joint ventures, applying for eligibility for domestic preference shall supply all information required to satisfy the criteria for el</w:t>
      </w:r>
      <w:r w:rsidR="006D25C8" w:rsidRPr="002B4BE9">
        <w:rPr>
          <w:rFonts w:ascii="Times New Roman" w:hAnsi="Times New Roman"/>
        </w:rPr>
        <w:t xml:space="preserve">igibility as described in </w:t>
      </w:r>
      <w:r w:rsidR="00DE3728" w:rsidRPr="002B4BE9">
        <w:rPr>
          <w:rFonts w:ascii="Times New Roman" w:hAnsi="Times New Roman"/>
        </w:rPr>
        <w:t>ITB 35</w:t>
      </w:r>
      <w:r w:rsidR="00C2668C" w:rsidRPr="002B4BE9">
        <w:rPr>
          <w:rFonts w:ascii="Times New Roman" w:hAnsi="Times New Roman"/>
        </w:rPr>
        <w:t>.</w:t>
      </w:r>
    </w:p>
    <w:p w:rsidR="00AD10FB" w:rsidRPr="002B4BE9" w:rsidRDefault="00AD10FB" w:rsidP="00AD10FB">
      <w:pPr>
        <w:pStyle w:val="Heading2"/>
        <w:rPr>
          <w:rFonts w:ascii="Times New Roman" w:hAnsi="Times New Roman"/>
        </w:rPr>
      </w:pPr>
      <w:bookmarkStart w:id="15" w:name="_Toc283881406"/>
      <w:r w:rsidRPr="002B4BE9">
        <w:rPr>
          <w:rFonts w:ascii="Times New Roman" w:hAnsi="Times New Roman"/>
        </w:rPr>
        <w:t>1</w:t>
      </w:r>
      <w:r w:rsidR="008F01E9"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Documents Establishing Conformity of the </w:t>
      </w:r>
      <w:r w:rsidR="009A2273" w:rsidRPr="002B4BE9">
        <w:rPr>
          <w:rFonts w:ascii="Times New Roman" w:hAnsi="Times New Roman"/>
        </w:rPr>
        <w:t>EQUIPMENT/MACHINER</w:t>
      </w:r>
      <w:r w:rsidR="00C2668C" w:rsidRPr="002B4BE9">
        <w:rPr>
          <w:rFonts w:ascii="Times New Roman" w:hAnsi="Times New Roman"/>
        </w:rPr>
        <w:t xml:space="preserve"> and Services</w:t>
      </w:r>
      <w:bookmarkEnd w:id="15"/>
      <w:r w:rsidR="00C2668C" w:rsidRPr="002B4BE9">
        <w:rPr>
          <w:rFonts w:ascii="Times New Roman" w:hAnsi="Times New Roman"/>
        </w:rPr>
        <w:tab/>
      </w:r>
    </w:p>
    <w:p w:rsidR="00C2668C" w:rsidRPr="002B4BE9" w:rsidRDefault="00AD10FB" w:rsidP="001B6334">
      <w:pPr>
        <w:tabs>
          <w:tab w:val="left" w:pos="900"/>
        </w:tabs>
        <w:ind w:left="1440" w:hanging="630"/>
        <w:jc w:val="both"/>
        <w:rPr>
          <w:rFonts w:ascii="Times New Roman" w:hAnsi="Times New Roman"/>
        </w:rPr>
      </w:pPr>
      <w:r w:rsidRPr="002B4BE9">
        <w:rPr>
          <w:rFonts w:ascii="Times New Roman" w:hAnsi="Times New Roman"/>
        </w:rPr>
        <w:tab/>
        <w:t>1</w:t>
      </w:r>
      <w:r w:rsidR="008F01E9"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documentary evidence of the conformity of the </w:t>
      </w:r>
      <w:r w:rsidR="009A2273" w:rsidRPr="002B4BE9">
        <w:rPr>
          <w:rFonts w:ascii="Times New Roman" w:hAnsi="Times New Roman"/>
        </w:rPr>
        <w:t>equipment</w:t>
      </w:r>
      <w:r w:rsidR="00C2668C" w:rsidRPr="002B4BE9">
        <w:rPr>
          <w:rFonts w:ascii="Times New Roman" w:hAnsi="Times New Roman"/>
        </w:rPr>
        <w:t xml:space="preserve"> and services to the Bidding Document may be in the form of literature, drawings and data, and shall furnish:</w:t>
      </w:r>
    </w:p>
    <w:p w:rsidR="001B6334" w:rsidRPr="002B4BE9" w:rsidRDefault="00C2668C" w:rsidP="001B6334">
      <w:pPr>
        <w:ind w:left="2160" w:hanging="720"/>
        <w:jc w:val="both"/>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 xml:space="preserve">a detailed description of the essential technical and performance characteristics of the </w:t>
      </w:r>
      <w:r w:rsidR="009A2273" w:rsidRPr="002B4BE9">
        <w:rPr>
          <w:rFonts w:ascii="Times New Roman" w:hAnsi="Times New Roman"/>
        </w:rPr>
        <w:t xml:space="preserve"> equipment</w:t>
      </w:r>
      <w:r w:rsidRPr="002B4BE9">
        <w:rPr>
          <w:rFonts w:ascii="Times New Roman" w:hAnsi="Times New Roman"/>
        </w:rPr>
        <w:t xml:space="preserve"> and services, including the functional guarantees of the proposed plant and services, in response to the Specification;</w:t>
      </w:r>
    </w:p>
    <w:p w:rsidR="00C2668C" w:rsidRPr="002B4BE9" w:rsidRDefault="00C2668C" w:rsidP="001B6334">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001B6334" w:rsidRPr="002B4BE9">
        <w:rPr>
          <w:rFonts w:ascii="Times New Roman" w:hAnsi="Times New Roman"/>
        </w:rPr>
        <w:tab/>
      </w:r>
      <w:r w:rsidRPr="002B4BE9">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rsidR="00C2668C" w:rsidRPr="002B4BE9" w:rsidRDefault="00C2668C" w:rsidP="001B6334">
      <w:pPr>
        <w:ind w:left="2160" w:hanging="720"/>
        <w:jc w:val="both"/>
        <w:rPr>
          <w:rFonts w:ascii="Times New Roman" w:hAnsi="Times New Roman"/>
        </w:rPr>
      </w:pPr>
      <w:proofErr w:type="gramStart"/>
      <w:r w:rsidRPr="002B4BE9">
        <w:rPr>
          <w:rFonts w:ascii="Times New Roman" w:hAnsi="Times New Roman"/>
        </w:rPr>
        <w:t>c</w:t>
      </w:r>
      <w:proofErr w:type="gramEnd"/>
      <w:r w:rsidRPr="002B4BE9">
        <w:rPr>
          <w:rFonts w:ascii="Times New Roman" w:hAnsi="Times New Roman"/>
        </w:rPr>
        <w:t>.</w:t>
      </w:r>
      <w:r w:rsidRPr="002B4BE9">
        <w:rPr>
          <w:rFonts w:ascii="Times New Roman" w:hAnsi="Times New Roman"/>
        </w:rPr>
        <w:tab/>
        <w:t xml:space="preserve">a commentary on the Employer’s Specification and adequate </w:t>
      </w:r>
      <w:r w:rsidR="001B6334" w:rsidRPr="002B4BE9">
        <w:rPr>
          <w:rFonts w:ascii="Times New Roman" w:hAnsi="Times New Roman"/>
        </w:rPr>
        <w:tab/>
        <w:t xml:space="preserve">evidence </w:t>
      </w:r>
      <w:r w:rsidRPr="002B4BE9">
        <w:rPr>
          <w:rFonts w:ascii="Times New Roman" w:hAnsi="Times New Roman"/>
        </w:rPr>
        <w:t xml:space="preserve">demonstrating the substantial responsiveness of the </w:t>
      </w:r>
      <w:r w:rsidR="009A2273" w:rsidRPr="002B4BE9">
        <w:rPr>
          <w:rFonts w:ascii="Times New Roman" w:hAnsi="Times New Roman"/>
        </w:rPr>
        <w:t>equipment</w:t>
      </w:r>
      <w:r w:rsidRPr="002B4BE9">
        <w:rPr>
          <w:rFonts w:ascii="Times New Roman" w:hAnsi="Times New Roman"/>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rsidR="00C2668C" w:rsidRPr="002B4BE9" w:rsidRDefault="00C2668C" w:rsidP="001B6334">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6</w:t>
      </w:r>
      <w:r w:rsidRPr="002B4BE9">
        <w:rPr>
          <w:rFonts w:ascii="Times New Roman" w:hAnsi="Times New Roman"/>
        </w:rPr>
        <w:t>.2</w:t>
      </w:r>
      <w:r w:rsidRPr="002B4BE9">
        <w:rPr>
          <w:rFonts w:ascii="Times New Roman" w:hAnsi="Times New Roman"/>
        </w:rPr>
        <w:tab/>
        <w:t xml:space="preserve">In order to facilitate evaluation of Technical Bids, deviations, if any, from the terms and conditions or Specification shall </w:t>
      </w:r>
      <w:r w:rsidR="00AD10FB" w:rsidRPr="002B4BE9">
        <w:rPr>
          <w:rFonts w:ascii="Times New Roman" w:hAnsi="Times New Roman"/>
        </w:rPr>
        <w:t xml:space="preserve">be listed as indicated in ITB </w:t>
      </w:r>
      <w:r w:rsidR="00DE3728" w:rsidRPr="002B4BE9">
        <w:rPr>
          <w:rFonts w:ascii="Times New Roman" w:hAnsi="Times New Roman"/>
        </w:rPr>
        <w:t>17.2.</w:t>
      </w:r>
    </w:p>
    <w:p w:rsidR="00AD10FB" w:rsidRPr="002B4BE9" w:rsidRDefault="00AD10FB" w:rsidP="00AD10FB">
      <w:pPr>
        <w:pStyle w:val="Heading2"/>
        <w:rPr>
          <w:rFonts w:ascii="Times New Roman" w:hAnsi="Times New Roman"/>
        </w:rPr>
      </w:pPr>
      <w:bookmarkStart w:id="16" w:name="_Toc283881407"/>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Technical Proposal, Subcontractors</w:t>
      </w:r>
      <w:bookmarkEnd w:id="16"/>
      <w:r w:rsidR="00C2668C" w:rsidRPr="002B4BE9">
        <w:rPr>
          <w:rFonts w:ascii="Times New Roman" w:hAnsi="Times New Roman"/>
        </w:rPr>
        <w:tab/>
      </w:r>
    </w:p>
    <w:p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The Bidder shall furnish a Technical Proposal including a statement of work methods, equipment, personnel, schedule and any oth</w:t>
      </w:r>
      <w:r w:rsidR="00B045E1" w:rsidRPr="002B4BE9">
        <w:rPr>
          <w:rFonts w:ascii="Times New Roman" w:hAnsi="Times New Roman"/>
        </w:rPr>
        <w:t xml:space="preserve">er information as stipulated in </w:t>
      </w:r>
      <w:r w:rsidR="00C2668C" w:rsidRPr="002B4BE9">
        <w:rPr>
          <w:rFonts w:ascii="Times New Roman" w:hAnsi="Times New Roman"/>
        </w:rPr>
        <w:t xml:space="preserve">Section 4A -Bidding Forms – Technical Proposal, in sufficient detail to demonstrate the adequacy of the Bidders’ proposal to meet the work requirements and the completion time.  </w:t>
      </w:r>
    </w:p>
    <w:p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For major items of plant</w:t>
      </w:r>
      <w:r w:rsidR="00242FE3" w:rsidRPr="002B4BE9">
        <w:rPr>
          <w:rFonts w:ascii="Times New Roman" w:hAnsi="Times New Roman"/>
        </w:rPr>
        <w:t>/work component</w:t>
      </w:r>
      <w:r w:rsidR="00C2668C" w:rsidRPr="002B4BE9">
        <w:rPr>
          <w:rFonts w:ascii="Times New Roman" w:hAnsi="Times New Roman"/>
        </w:rPr>
        <w:t xml:space="preserve"> and services as listed by the Employer in </w:t>
      </w:r>
      <w:r w:rsidR="00DE3728" w:rsidRPr="002B4BE9">
        <w:rPr>
          <w:rFonts w:ascii="Times New Roman" w:hAnsi="Times New Roman"/>
        </w:rPr>
        <w:t>Section 3 (Evaluation and Qualification Criteria)</w:t>
      </w:r>
      <w:r w:rsidR="00C2668C" w:rsidRPr="002B4BE9">
        <w:rPr>
          <w:rFonts w:ascii="Times New Roman" w:hAnsi="Times New Roman"/>
        </w:rPr>
        <w:t>, which the Bidder intends to purchase</w:t>
      </w:r>
      <w:r w:rsidR="00242FE3" w:rsidRPr="002B4BE9">
        <w:rPr>
          <w:rFonts w:ascii="Times New Roman" w:hAnsi="Times New Roman"/>
        </w:rPr>
        <w:t>/construct/install</w:t>
      </w:r>
      <w:r w:rsidR="00C2668C" w:rsidRPr="002B4BE9">
        <w:rPr>
          <w:rFonts w:ascii="Times New Roman" w:hAnsi="Times New Roman"/>
        </w:rPr>
        <w:t xml:space="preserve"> or subcontract, the Bidder </w:t>
      </w:r>
      <w:r w:rsidR="00B30D76" w:rsidRPr="002B4BE9">
        <w:rPr>
          <w:rFonts w:ascii="Times New Roman" w:hAnsi="Times New Roman"/>
        </w:rPr>
        <w:t>in addition to detail</w:t>
      </w:r>
      <w:r w:rsidR="00242FE3" w:rsidRPr="002B4BE9">
        <w:rPr>
          <w:rFonts w:ascii="Times New Roman" w:hAnsi="Times New Roman"/>
        </w:rPr>
        <w:t xml:space="preserve">ed </w:t>
      </w:r>
      <w:r w:rsidR="00B30D76" w:rsidRPr="002B4BE9">
        <w:rPr>
          <w:rFonts w:ascii="Times New Roman" w:hAnsi="Times New Roman"/>
        </w:rPr>
        <w:t xml:space="preserve">information required </w:t>
      </w:r>
      <w:r w:rsidR="00242FE3" w:rsidRPr="002B4BE9">
        <w:rPr>
          <w:rFonts w:ascii="Times New Roman" w:hAnsi="Times New Roman"/>
        </w:rPr>
        <w:t>to determine</w:t>
      </w:r>
      <w:r w:rsidR="00B30D76" w:rsidRPr="002B4BE9">
        <w:rPr>
          <w:rFonts w:ascii="Times New Roman" w:hAnsi="Times New Roman"/>
        </w:rPr>
        <w:t xml:space="preserve"> </w:t>
      </w:r>
      <w:r w:rsidR="00242FE3" w:rsidRPr="002B4BE9">
        <w:rPr>
          <w:rFonts w:ascii="Times New Roman" w:hAnsi="Times New Roman"/>
        </w:rPr>
        <w:t xml:space="preserve">technical </w:t>
      </w:r>
      <w:r w:rsidR="005F0869" w:rsidRPr="002B4BE9">
        <w:rPr>
          <w:rFonts w:ascii="Times New Roman" w:hAnsi="Times New Roman"/>
        </w:rPr>
        <w:t xml:space="preserve">competence, </w:t>
      </w:r>
      <w:r w:rsidR="00242FE3" w:rsidRPr="002B4BE9">
        <w:rPr>
          <w:rFonts w:ascii="Times New Roman" w:hAnsi="Times New Roman"/>
        </w:rPr>
        <w:t xml:space="preserve">financial soundness, </w:t>
      </w:r>
      <w:r w:rsidR="005F0869" w:rsidRPr="002B4BE9">
        <w:rPr>
          <w:rFonts w:ascii="Times New Roman" w:hAnsi="Times New Roman"/>
        </w:rPr>
        <w:t xml:space="preserve">experience and capability of </w:t>
      </w:r>
      <w:r w:rsidR="00B30D76" w:rsidRPr="002B4BE9">
        <w:rPr>
          <w:rFonts w:ascii="Times New Roman" w:hAnsi="Times New Roman"/>
        </w:rPr>
        <w:t xml:space="preserve">sub-contractor in Section 3 (Evaluation and Qualification Criteria) </w:t>
      </w:r>
      <w:r w:rsidR="00C2668C" w:rsidRPr="002B4BE9">
        <w:rPr>
          <w:rFonts w:ascii="Times New Roman" w:hAnsi="Times New Roman"/>
        </w:rPr>
        <w:t xml:space="preserve">shall </w:t>
      </w:r>
      <w:r w:rsidR="00B30D76" w:rsidRPr="002B4BE9">
        <w:rPr>
          <w:rFonts w:ascii="Times New Roman" w:hAnsi="Times New Roman"/>
        </w:rPr>
        <w:t xml:space="preserve">also </w:t>
      </w:r>
      <w:r w:rsidR="00C2668C" w:rsidRPr="002B4BE9">
        <w:rPr>
          <w:rFonts w:ascii="Times New Roman" w:hAnsi="Times New Roman"/>
        </w:rPr>
        <w:t>give details of the name and nationality of the proposed Subcontractors, including manufacturers, for each of those items. In addition, the Bidder shall include in its bid informati</w:t>
      </w:r>
      <w:r w:rsidR="00B045E1" w:rsidRPr="002B4BE9">
        <w:rPr>
          <w:rFonts w:ascii="Times New Roman" w:hAnsi="Times New Roman"/>
        </w:rPr>
        <w:t xml:space="preserve">on establishing compliance with </w:t>
      </w:r>
      <w:r w:rsidR="00C2668C" w:rsidRPr="002B4BE9">
        <w:rPr>
          <w:rFonts w:ascii="Times New Roman" w:hAnsi="Times New Roman"/>
        </w:rPr>
        <w:t>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shall be responsible for ensuring </w:t>
      </w:r>
      <w:r w:rsidR="00B045E1" w:rsidRPr="002B4BE9">
        <w:rPr>
          <w:rFonts w:ascii="Times New Roman" w:hAnsi="Times New Roman"/>
        </w:rPr>
        <w:t xml:space="preserve">that any Subcontractor proposed </w:t>
      </w:r>
      <w:r w:rsidR="00C2668C" w:rsidRPr="002B4BE9">
        <w:rPr>
          <w:rFonts w:ascii="Times New Roman" w:hAnsi="Times New Roman"/>
        </w:rPr>
        <w:t>complie</w:t>
      </w:r>
      <w:r w:rsidR="006D25C8" w:rsidRPr="002B4BE9">
        <w:rPr>
          <w:rFonts w:ascii="Times New Roman" w:hAnsi="Times New Roman"/>
        </w:rPr>
        <w:t xml:space="preserve">s with the requirements of </w:t>
      </w:r>
      <w:r w:rsidR="00DE3728" w:rsidRPr="002B4BE9">
        <w:rPr>
          <w:rFonts w:ascii="Times New Roman" w:hAnsi="Times New Roman"/>
        </w:rPr>
        <w:t>ITB 3</w:t>
      </w:r>
      <w:r w:rsidR="00C2668C" w:rsidRPr="002B4BE9">
        <w:rPr>
          <w:rFonts w:ascii="Times New Roman" w:hAnsi="Times New Roman"/>
        </w:rPr>
        <w:t xml:space="preserve">, and that </w:t>
      </w:r>
      <w:r w:rsidRPr="002B4BE9">
        <w:rPr>
          <w:rFonts w:ascii="Times New Roman" w:hAnsi="Times New Roman"/>
        </w:rPr>
        <w:t xml:space="preserve">any </w:t>
      </w:r>
      <w:r w:rsidR="009A2273" w:rsidRPr="002B4BE9">
        <w:rPr>
          <w:rFonts w:ascii="Times New Roman" w:hAnsi="Times New Roman"/>
        </w:rPr>
        <w:t>equipment</w:t>
      </w:r>
      <w:r w:rsidRPr="002B4BE9">
        <w:rPr>
          <w:rFonts w:ascii="Times New Roman" w:hAnsi="Times New Roman"/>
        </w:rPr>
        <w:t xml:space="preserve"> or services t</w:t>
      </w:r>
      <w:r w:rsidR="00B045E1" w:rsidRPr="002B4BE9">
        <w:rPr>
          <w:rFonts w:ascii="Times New Roman" w:hAnsi="Times New Roman"/>
        </w:rPr>
        <w:t xml:space="preserve">o be </w:t>
      </w:r>
      <w:r w:rsidR="00C2668C" w:rsidRPr="002B4BE9">
        <w:rPr>
          <w:rFonts w:ascii="Times New Roman" w:hAnsi="Times New Roman"/>
        </w:rPr>
        <w:t>provided by the Subcontractor compl</w:t>
      </w:r>
      <w:r w:rsidRPr="002B4BE9">
        <w:rPr>
          <w:rFonts w:ascii="Times New Roman" w:hAnsi="Times New Roman"/>
        </w:rPr>
        <w:t xml:space="preserve">y with the requirements of </w:t>
      </w:r>
      <w:r w:rsidR="00DE3728" w:rsidRPr="002B4BE9">
        <w:rPr>
          <w:rFonts w:ascii="Times New Roman" w:hAnsi="Times New Roman"/>
        </w:rPr>
        <w:t>ITB 3and</w:t>
      </w:r>
      <w:r w:rsidR="006D25C8" w:rsidRPr="002B4BE9">
        <w:rPr>
          <w:rFonts w:ascii="Times New Roman" w:hAnsi="Times New Roman"/>
        </w:rPr>
        <w:t xml:space="preserve"> </w:t>
      </w:r>
      <w:r w:rsidR="00DE3728" w:rsidRPr="002B4BE9">
        <w:rPr>
          <w:rFonts w:ascii="Times New Roman" w:hAnsi="Times New Roman"/>
        </w:rPr>
        <w:t>ITB 4</w:t>
      </w:r>
      <w:r w:rsidR="006D25C8" w:rsidRPr="002B4BE9">
        <w:rPr>
          <w:rFonts w:ascii="Times New Roman" w:hAnsi="Times New Roman"/>
        </w:rPr>
        <w:t>.</w:t>
      </w:r>
    </w:p>
    <w:p w:rsidR="00AD10FB" w:rsidRPr="002B4BE9" w:rsidRDefault="00AD10FB" w:rsidP="00AD10FB">
      <w:pPr>
        <w:pStyle w:val="Heading2"/>
        <w:rPr>
          <w:rFonts w:ascii="Times New Roman" w:hAnsi="Times New Roman"/>
        </w:rPr>
      </w:pPr>
      <w:bookmarkStart w:id="17" w:name="_Toc283881408"/>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Bid Prices and Discounts</w:t>
      </w:r>
      <w:bookmarkEnd w:id="17"/>
      <w:r w:rsidR="00C2668C" w:rsidRPr="002B4BE9">
        <w:rPr>
          <w:rFonts w:ascii="Times New Roman" w:hAnsi="Times New Roman"/>
        </w:rPr>
        <w:tab/>
      </w:r>
    </w:p>
    <w:p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and/or Section </w:t>
      </w:r>
      <w:r w:rsidR="00F56E5C" w:rsidRPr="002B4BE9">
        <w:rPr>
          <w:rFonts w:ascii="Times New Roman" w:hAnsi="Times New Roman"/>
        </w:rPr>
        <w:t>7</w:t>
      </w:r>
      <w:r w:rsidR="00C2668C"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2B4BE9">
        <w:rPr>
          <w:rFonts w:ascii="Times New Roman" w:hAnsi="Times New Roman"/>
        </w:rPr>
        <w:t>equipment</w:t>
      </w:r>
      <w:r w:rsidR="00C2668C" w:rsidRPr="002B4BE9">
        <w:rPr>
          <w:rFonts w:ascii="Times New Roman" w:hAnsi="Times New Roman"/>
        </w:rPr>
        <w:t>.  This includes all requirements under the Contractor’s responsibilities</w:t>
      </w:r>
      <w:r w:rsidR="00B045E1" w:rsidRPr="002B4BE9">
        <w:rPr>
          <w:rFonts w:ascii="Times New Roman" w:hAnsi="Times New Roman"/>
        </w:rPr>
        <w:t xml:space="preserve"> for testing, pre-commissioning </w:t>
      </w:r>
      <w:r w:rsidR="00C2668C" w:rsidRPr="002B4BE9">
        <w:rPr>
          <w:rFonts w:ascii="Times New Roman" w:hAnsi="Times New Roman"/>
        </w:rPr>
        <w:t xml:space="preserve">and commissioning of the </w:t>
      </w:r>
      <w:r w:rsidR="00DA6617" w:rsidRPr="002B4BE9">
        <w:rPr>
          <w:rFonts w:ascii="Times New Roman" w:hAnsi="Times New Roman"/>
        </w:rPr>
        <w:t>equipment</w:t>
      </w:r>
      <w:r w:rsidR="00C2668C" w:rsidRPr="002B4BE9">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2B4BE9">
        <w:rPr>
          <w:rFonts w:ascii="Times New Roman" w:hAnsi="Times New Roman"/>
        </w:rPr>
        <w:t xml:space="preserve">tered by the Bidder will not be </w:t>
      </w:r>
      <w:r w:rsidR="00C2668C" w:rsidRPr="002B4BE9">
        <w:rPr>
          <w:rFonts w:ascii="Times New Roman" w:hAnsi="Times New Roman"/>
        </w:rPr>
        <w:t>paid for by the Employer when executed and shall be deemed to be covered by the prices for other items.</w:t>
      </w:r>
    </w:p>
    <w:p w:rsidR="00C2668C" w:rsidRPr="002B4BE9" w:rsidRDefault="00AD10FB" w:rsidP="00361D37">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Bidders are required to quote the price for the commercial, contractual and technical obligations outlined in the bidding document</w:t>
      </w:r>
      <w:r w:rsidR="00B045E1" w:rsidRPr="002B4BE9">
        <w:rPr>
          <w:rFonts w:ascii="Times New Roman" w:hAnsi="Times New Roman"/>
        </w:rPr>
        <w:t xml:space="preserve">.  If a Bidder wishes to make a </w:t>
      </w:r>
      <w:r w:rsidR="00C2668C" w:rsidRPr="002B4BE9">
        <w:rPr>
          <w:rFonts w:ascii="Times New Roman" w:hAnsi="Times New Roman"/>
        </w:rPr>
        <w:t xml:space="preserve">deviation, such deviation shall be listed in the relevant form in Section 4A - </w:t>
      </w:r>
      <w:r w:rsidR="00361D37" w:rsidRPr="002B4BE9">
        <w:rPr>
          <w:rFonts w:ascii="Times New Roman" w:hAnsi="Times New Roman"/>
        </w:rPr>
        <w:t>Bidding Forms</w:t>
      </w:r>
      <w:r w:rsidR="00C2668C" w:rsidRPr="002B4BE9">
        <w:rPr>
          <w:rFonts w:ascii="Times New Roman" w:hAnsi="Times New Roman"/>
        </w:rPr>
        <w:t xml:space="preserve"> – Technical Proposal.  The Bidder shall also </w:t>
      </w:r>
      <w:r w:rsidR="00361D37" w:rsidRPr="002B4BE9">
        <w:rPr>
          <w:rFonts w:ascii="Times New Roman" w:hAnsi="Times New Roman"/>
        </w:rPr>
        <w:t xml:space="preserve">provide the additional price if </w:t>
      </w:r>
      <w:r w:rsidR="00C2668C" w:rsidRPr="002B4BE9">
        <w:rPr>
          <w:rFonts w:ascii="Times New Roman" w:hAnsi="Times New Roman"/>
        </w:rPr>
        <w:t>any, in</w:t>
      </w:r>
      <w:r w:rsidR="00E1115D" w:rsidRPr="002B4BE9">
        <w:rPr>
          <w:rFonts w:ascii="Times New Roman" w:hAnsi="Times New Roman"/>
        </w:rPr>
        <w:t xml:space="preserve"> the relevant form in </w:t>
      </w:r>
      <w:r w:rsidR="00DE3728" w:rsidRPr="002B4BE9">
        <w:rPr>
          <w:rFonts w:ascii="Times New Roman" w:hAnsi="Times New Roman"/>
        </w:rPr>
        <w:t>Section 4 – Bidding Forms</w:t>
      </w:r>
      <w:r w:rsidR="00361D37" w:rsidRPr="002B4BE9">
        <w:rPr>
          <w:rFonts w:ascii="Times New Roman" w:hAnsi="Times New Roman"/>
        </w:rPr>
        <w:t xml:space="preserve"> – Price Proposal for </w:t>
      </w:r>
      <w:r w:rsidR="00C2668C" w:rsidRPr="002B4BE9">
        <w:rPr>
          <w:rFonts w:ascii="Times New Roman" w:hAnsi="Times New Roman"/>
        </w:rPr>
        <w:t>withdrawal of the deviation.</w:t>
      </w:r>
    </w:p>
    <w:p w:rsidR="00C2668C" w:rsidRPr="002B4BE9" w:rsidRDefault="00AD10FB" w:rsidP="00361D37">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Bidders shall give a breakdown of the prices in the manner and detail called for in the Price Schedules included i</w:t>
      </w:r>
      <w:r w:rsidR="00E1115D" w:rsidRPr="002B4BE9">
        <w:rPr>
          <w:rFonts w:ascii="Times New Roman" w:hAnsi="Times New Roman"/>
        </w:rPr>
        <w:t xml:space="preserve">n </w:t>
      </w:r>
      <w:r w:rsidR="00DE3728" w:rsidRPr="002B4BE9">
        <w:rPr>
          <w:rFonts w:ascii="Times New Roman" w:hAnsi="Times New Roman"/>
        </w:rPr>
        <w:t>Section 4 - Bidding Forms</w:t>
      </w:r>
      <w:r w:rsidR="00C2668C" w:rsidRPr="002B4BE9">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2B4BE9">
        <w:rPr>
          <w:rFonts w:ascii="Times New Roman" w:hAnsi="Times New Roman"/>
        </w:rPr>
        <w:t>included in Section 4</w:t>
      </w:r>
      <w:r w:rsidR="00C2668C" w:rsidRPr="002B4BE9">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sz w:val="22"/>
          <w:szCs w:val="22"/>
          <w:u w:val="single"/>
        </w:rPr>
        <w:t>Schedule No. 1:</w:t>
      </w:r>
    </w:p>
    <w:p w:rsidR="00C2668C" w:rsidRPr="002B4BE9" w:rsidRDefault="00C2668C" w:rsidP="00C2668C">
      <w:pPr>
        <w:rPr>
          <w:rFonts w:ascii="Times New Roman" w:hAnsi="Times New Roman"/>
        </w:rPr>
      </w:pPr>
      <w:r w:rsidRPr="002B4BE9">
        <w:rPr>
          <w:rFonts w:ascii="Times New Roman" w:hAnsi="Times New Roman"/>
        </w:rPr>
        <w:tab/>
      </w:r>
      <w:r w:rsidR="00341253" w:rsidRPr="002B4BE9">
        <w:rPr>
          <w:rFonts w:ascii="Times New Roman" w:hAnsi="Times New Roman"/>
        </w:rPr>
        <w:tab/>
      </w:r>
      <w:r w:rsidR="00DA6617" w:rsidRPr="002B4BE9">
        <w:rPr>
          <w:rFonts w:ascii="Times New Roman" w:hAnsi="Times New Roman"/>
        </w:rPr>
        <w:t>Equipment</w:t>
      </w:r>
      <w:r w:rsidRPr="002B4BE9">
        <w:rPr>
          <w:rFonts w:ascii="Times New Roman" w:hAnsi="Times New Roman"/>
        </w:rPr>
        <w:t xml:space="preserve"> (including Mandatory Spare Parts) Supplied from Abroad</w:t>
      </w:r>
    </w:p>
    <w:p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2:</w:t>
      </w:r>
      <w:r w:rsidR="00C2668C" w:rsidRPr="002B4BE9">
        <w:rPr>
          <w:rFonts w:ascii="Times New Roman" w:hAnsi="Times New Roman"/>
          <w:sz w:val="22"/>
          <w:szCs w:val="22"/>
          <w:u w:val="single"/>
        </w:rPr>
        <w:tab/>
      </w:r>
    </w:p>
    <w:p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DA6617" w:rsidRPr="002B4BE9">
        <w:rPr>
          <w:rFonts w:ascii="Times New Roman" w:hAnsi="Times New Roman"/>
        </w:rPr>
        <w:t>Equipment</w:t>
      </w:r>
      <w:r w:rsidR="00C2668C" w:rsidRPr="002B4BE9">
        <w:rPr>
          <w:rFonts w:ascii="Times New Roman" w:hAnsi="Times New Roman"/>
        </w:rPr>
        <w:t xml:space="preserve"> (including Mandatory Spare Parts) Supplied from within the </w:t>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C2668C" w:rsidRPr="002B4BE9">
        <w:rPr>
          <w:rFonts w:ascii="Times New Roman" w:hAnsi="Times New Roman"/>
        </w:rPr>
        <w:t>Employer’s Country</w:t>
      </w:r>
    </w:p>
    <w:p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3:</w:t>
      </w:r>
      <w:r w:rsidR="00C2668C" w:rsidRPr="002B4BE9">
        <w:rPr>
          <w:rFonts w:ascii="Times New Roman" w:hAnsi="Times New Roman"/>
          <w:sz w:val="22"/>
          <w:szCs w:val="22"/>
          <w:u w:val="single"/>
        </w:rPr>
        <w:tab/>
      </w:r>
    </w:p>
    <w:p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Design Services</w:t>
      </w:r>
    </w:p>
    <w:p w:rsidR="00E5050C" w:rsidRPr="002B4BE9" w:rsidRDefault="00E5050C" w:rsidP="00341253">
      <w:pPr>
        <w:pStyle w:val="NoSpacing"/>
        <w:rPr>
          <w:rFonts w:ascii="Times New Roman" w:hAnsi="Times New Roman"/>
          <w:sz w:val="22"/>
          <w:szCs w:val="22"/>
        </w:rPr>
      </w:pPr>
    </w:p>
    <w:p w:rsidR="00C2668C" w:rsidRPr="002B4BE9" w:rsidRDefault="00AD10FB"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Schedule No. 4(A</w:t>
      </w:r>
      <w:proofErr w:type="gramStart"/>
      <w:r w:rsidR="00C2668C" w:rsidRPr="002B4BE9">
        <w:rPr>
          <w:rFonts w:ascii="Times New Roman" w:hAnsi="Times New Roman"/>
        </w:rPr>
        <w:t>)1</w:t>
      </w:r>
      <w:proofErr w:type="gramEnd"/>
      <w:r w:rsidR="00C2668C" w:rsidRPr="002B4BE9">
        <w:rPr>
          <w:rFonts w:ascii="Times New Roman" w:hAnsi="Times New Roman"/>
        </w:rPr>
        <w:t>&amp; 2:</w:t>
      </w:r>
      <w:r w:rsidR="00C2668C" w:rsidRPr="002B4BE9">
        <w:rPr>
          <w:rFonts w:ascii="Times New Roman" w:hAnsi="Times New Roman"/>
        </w:rPr>
        <w:tab/>
        <w:t>Installation and Other Services</w:t>
      </w:r>
    </w:p>
    <w:p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 4(B):       </w:t>
      </w:r>
    </w:p>
    <w:p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Operation and Maintenance</w:t>
      </w:r>
    </w:p>
    <w:p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341253" w:rsidRPr="002B4BE9">
        <w:rPr>
          <w:rFonts w:ascii="Times New Roman" w:hAnsi="Times New Roman"/>
          <w:sz w:val="22"/>
          <w:szCs w:val="22"/>
          <w:u w:val="single"/>
        </w:rPr>
        <w:t>Schedule No. 5:</w:t>
      </w:r>
    </w:p>
    <w:p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Grand Summary (Schedule Nos. 1 to 4)</w:t>
      </w:r>
    </w:p>
    <w:p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6:</w:t>
      </w:r>
      <w:r w:rsidR="00C2668C" w:rsidRPr="002B4BE9">
        <w:rPr>
          <w:rFonts w:ascii="Times New Roman" w:hAnsi="Times New Roman"/>
          <w:sz w:val="22"/>
          <w:szCs w:val="22"/>
          <w:u w:val="single"/>
        </w:rPr>
        <w:tab/>
      </w:r>
    </w:p>
    <w:p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Recommended Spare Parts</w:t>
      </w:r>
    </w:p>
    <w:p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No.7: </w:t>
      </w:r>
    </w:p>
    <w:p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Additional price for withdrawal of deviation.</w:t>
      </w:r>
    </w:p>
    <w:p w:rsidR="00341253" w:rsidRPr="002B4BE9" w:rsidRDefault="00341253"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No.8:    </w:t>
      </w:r>
    </w:p>
    <w:p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List of Mandatory Spare Parts.</w:t>
      </w:r>
    </w:p>
    <w:p w:rsidR="0010341F" w:rsidRPr="002B4BE9" w:rsidRDefault="0010341F" w:rsidP="00341253">
      <w:pPr>
        <w:pStyle w:val="NoSpacing"/>
        <w:rPr>
          <w:rFonts w:ascii="Times New Roman" w:hAnsi="Times New Roman"/>
          <w:sz w:val="22"/>
          <w:szCs w:val="22"/>
        </w:rPr>
      </w:pPr>
    </w:p>
    <w:p w:rsidR="00C2668C" w:rsidRPr="002B4BE9" w:rsidRDefault="0010341F" w:rsidP="00361D37">
      <w:pPr>
        <w:ind w:left="144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note that </w:t>
      </w:r>
      <w:proofErr w:type="gramStart"/>
      <w:r w:rsidR="00C2668C" w:rsidRPr="002B4BE9">
        <w:rPr>
          <w:rFonts w:ascii="Times New Roman" w:hAnsi="Times New Roman"/>
        </w:rPr>
        <w:t xml:space="preserve">the  </w:t>
      </w:r>
      <w:r w:rsidR="004D173B" w:rsidRPr="002B4BE9">
        <w:rPr>
          <w:rFonts w:ascii="Times New Roman" w:hAnsi="Times New Roman"/>
        </w:rPr>
        <w:t>plant</w:t>
      </w:r>
      <w:proofErr w:type="gramEnd"/>
      <w:r w:rsidR="004D173B" w:rsidRPr="002B4BE9">
        <w:rPr>
          <w:rFonts w:ascii="Times New Roman" w:hAnsi="Times New Roman"/>
        </w:rPr>
        <w:t xml:space="preserve"> and </w:t>
      </w:r>
      <w:r w:rsidR="00C2668C" w:rsidRPr="002B4BE9">
        <w:rPr>
          <w:rFonts w:ascii="Times New Roman" w:hAnsi="Times New Roman"/>
        </w:rPr>
        <w:t>equipment included in Schedule Nos. 1 and 2 above exclude materials used for civil, building and other construction works.  All such materials shall be included and priced under Schedule No. 4(A</w:t>
      </w:r>
      <w:proofErr w:type="gramStart"/>
      <w:r w:rsidR="00C2668C" w:rsidRPr="002B4BE9">
        <w:rPr>
          <w:rFonts w:ascii="Times New Roman" w:hAnsi="Times New Roman"/>
        </w:rPr>
        <w:t>)1</w:t>
      </w:r>
      <w:proofErr w:type="gramEnd"/>
      <w:r w:rsidR="00C2668C" w:rsidRPr="002B4BE9">
        <w:rPr>
          <w:rFonts w:ascii="Times New Roman" w:hAnsi="Times New Roman"/>
        </w:rPr>
        <w:t>, Installation and Other Services.</w:t>
      </w:r>
    </w:p>
    <w:p w:rsidR="00C2668C" w:rsidRPr="002B4BE9" w:rsidRDefault="00341253" w:rsidP="00361D37">
      <w:pPr>
        <w:ind w:left="1440" w:hanging="540"/>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.4</w:t>
      </w:r>
      <w:r w:rsidR="00C2668C" w:rsidRPr="002B4BE9">
        <w:rPr>
          <w:rFonts w:ascii="Times New Roman" w:hAnsi="Times New Roman"/>
        </w:rPr>
        <w:tab/>
        <w:t>In the Schedules, bidders shall give the required details and a breakdown of their prices as follows:</w:t>
      </w:r>
    </w:p>
    <w:p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to be supplied from abroad (Schedule No. 1): </w:t>
      </w:r>
    </w:p>
    <w:p w:rsidR="00C2668C" w:rsidRPr="002B4BE9" w:rsidRDefault="00C2668C" w:rsidP="001D53B2">
      <w:pPr>
        <w:ind w:left="2880" w:hanging="720"/>
        <w:rPr>
          <w:rFonts w:ascii="Times New Roman" w:hAnsi="Times New Roman"/>
        </w:rPr>
      </w:pPr>
      <w:proofErr w:type="spellStart"/>
      <w:proofErr w:type="gramStart"/>
      <w:r w:rsidRPr="002B4BE9">
        <w:rPr>
          <w:rFonts w:ascii="Times New Roman" w:hAnsi="Times New Roman"/>
        </w:rPr>
        <w:t>i</w:t>
      </w:r>
      <w:proofErr w:type="spellEnd"/>
      <w:proofErr w:type="gramEnd"/>
      <w:r w:rsidRPr="002B4BE9">
        <w:rPr>
          <w:rFonts w:ascii="Times New Roman" w:hAnsi="Times New Roman"/>
        </w:rPr>
        <w:t>.</w:t>
      </w:r>
      <w:r w:rsidRPr="002B4BE9">
        <w:rPr>
          <w:rFonts w:ascii="Times New Roman" w:hAnsi="Times New Roman"/>
        </w:rPr>
        <w:tab/>
        <w:t>the price of the plant shall be quoted as per</w:t>
      </w:r>
      <w:r w:rsidR="00B22677" w:rsidRPr="002B4BE9">
        <w:rPr>
          <w:rFonts w:ascii="Times New Roman" w:hAnsi="Times New Roman"/>
        </w:rPr>
        <w:t xml:space="preserve"> Inco</w:t>
      </w:r>
      <w:r w:rsidRPr="002B4BE9">
        <w:rPr>
          <w:rFonts w:ascii="Times New Roman" w:hAnsi="Times New Roman"/>
        </w:rPr>
        <w:t>terms specified in the BDS</w:t>
      </w:r>
    </w:p>
    <w:p w:rsidR="001D53B2" w:rsidRPr="002B4BE9" w:rsidRDefault="00C2668C" w:rsidP="001D53B2">
      <w:pPr>
        <w:ind w:left="2880" w:hanging="720"/>
        <w:rPr>
          <w:rFonts w:ascii="Times New Roman" w:hAnsi="Times New Roman"/>
        </w:rPr>
      </w:pPr>
      <w:r w:rsidRPr="002B4BE9">
        <w:rPr>
          <w:rFonts w:ascii="Times New Roman" w:hAnsi="Times New Roman"/>
        </w:rPr>
        <w:t>ii.</w:t>
      </w:r>
      <w:r w:rsidRPr="002B4BE9">
        <w:rPr>
          <w:rFonts w:ascii="Times New Roman" w:hAnsi="Times New Roman"/>
        </w:rPr>
        <w:tab/>
      </w:r>
      <w:proofErr w:type="gramStart"/>
      <w:r w:rsidRPr="002B4BE9">
        <w:rPr>
          <w:rFonts w:ascii="Times New Roman" w:hAnsi="Times New Roman"/>
        </w:rPr>
        <w:t>all</w:t>
      </w:r>
      <w:proofErr w:type="gramEnd"/>
      <w:r w:rsidRPr="002B4BE9">
        <w:rPr>
          <w:rFonts w:ascii="Times New Roman" w:hAnsi="Times New Roman"/>
        </w:rPr>
        <w:t xml:space="preserve"> custom duties and other taxes paid or payable in the Employer’s country on the plant if the contract is awarded to </w:t>
      </w:r>
      <w:r w:rsidR="001D53B2" w:rsidRPr="002B4BE9">
        <w:rPr>
          <w:rFonts w:ascii="Times New Roman" w:hAnsi="Times New Roman"/>
        </w:rPr>
        <w:t xml:space="preserve">the bidder; and </w:t>
      </w:r>
    </w:p>
    <w:p w:rsidR="00C2668C" w:rsidRPr="002B4BE9" w:rsidRDefault="00C2668C" w:rsidP="001D53B2">
      <w:pPr>
        <w:ind w:left="2880" w:hanging="720"/>
        <w:rPr>
          <w:rFonts w:ascii="Times New Roman" w:hAnsi="Times New Roman"/>
        </w:rPr>
      </w:pPr>
      <w:r w:rsidRPr="002B4BE9">
        <w:rPr>
          <w:rFonts w:ascii="Times New Roman" w:hAnsi="Times New Roman"/>
        </w:rPr>
        <w:t>iii.</w:t>
      </w:r>
      <w:r w:rsidRPr="002B4BE9">
        <w:rPr>
          <w:rFonts w:ascii="Times New Roman" w:hAnsi="Times New Roman"/>
        </w:rPr>
        <w:tab/>
      </w:r>
      <w:proofErr w:type="gramStart"/>
      <w:r w:rsidRPr="002B4BE9">
        <w:rPr>
          <w:rFonts w:ascii="Times New Roman" w:hAnsi="Times New Roman"/>
        </w:rPr>
        <w:t>the</w:t>
      </w:r>
      <w:proofErr w:type="gramEnd"/>
      <w:r w:rsidRPr="002B4BE9">
        <w:rPr>
          <w:rFonts w:ascii="Times New Roman" w:hAnsi="Times New Roman"/>
        </w:rPr>
        <w:t xml:space="preserve"> total price for the plant</w:t>
      </w:r>
    </w:p>
    <w:p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supplied from within the Employer’s country (Schedule No. 2):</w:t>
      </w:r>
    </w:p>
    <w:p w:rsidR="00C2668C" w:rsidRPr="002B4BE9" w:rsidRDefault="00361D37" w:rsidP="001D53B2">
      <w:pPr>
        <w:ind w:left="2160" w:hanging="540"/>
        <w:jc w:val="both"/>
        <w:rPr>
          <w:rFonts w:ascii="Times New Roman" w:hAnsi="Times New Roman"/>
        </w:rPr>
      </w:pPr>
      <w:r w:rsidRPr="002B4BE9">
        <w:rPr>
          <w:rFonts w:ascii="Times New Roman" w:hAnsi="Times New Roman"/>
        </w:rPr>
        <w:tab/>
      </w:r>
      <w:proofErr w:type="spellStart"/>
      <w:r w:rsidR="00C2668C" w:rsidRPr="002B4BE9">
        <w:rPr>
          <w:rFonts w:ascii="Times New Roman" w:hAnsi="Times New Roman"/>
        </w:rPr>
        <w:t>i</w:t>
      </w:r>
      <w:proofErr w:type="spellEnd"/>
      <w:r w:rsidR="00C2668C" w:rsidRPr="002B4BE9">
        <w:rPr>
          <w:rFonts w:ascii="Times New Roman" w:hAnsi="Times New Roman"/>
        </w:rPr>
        <w:t>.</w:t>
      </w:r>
      <w:r w:rsidR="00C2668C" w:rsidRPr="002B4BE9">
        <w:rPr>
          <w:rFonts w:ascii="Times New Roman" w:hAnsi="Times New Roman"/>
        </w:rPr>
        <w:tab/>
        <w:t xml:space="preserve">The price of the plant shall be quoted as per Incoterms </w:t>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in the BDS, </w:t>
      </w:r>
    </w:p>
    <w:p w:rsidR="00C2668C" w:rsidRPr="002B4BE9" w:rsidRDefault="00361D37" w:rsidP="005826CE">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 xml:space="preserve">Sales tax and all other taxes payable in the Purchaser’s </w:t>
      </w:r>
      <w:r w:rsidRPr="002B4BE9">
        <w:rPr>
          <w:rFonts w:ascii="Times New Roman" w:hAnsi="Times New Roman"/>
        </w:rPr>
        <w:tab/>
      </w:r>
      <w:r w:rsidR="00C2668C" w:rsidRPr="002B4BE9">
        <w:rPr>
          <w:rFonts w:ascii="Times New Roman" w:hAnsi="Times New Roman"/>
        </w:rPr>
        <w:t>country on the plant if the con</w:t>
      </w:r>
      <w:r w:rsidR="00341253" w:rsidRPr="002B4BE9">
        <w:rPr>
          <w:rFonts w:ascii="Times New Roman" w:hAnsi="Times New Roman"/>
        </w:rPr>
        <w:t>tract</w:t>
      </w:r>
      <w:r w:rsidR="005826CE" w:rsidRPr="002B4BE9">
        <w:rPr>
          <w:rFonts w:ascii="Times New Roman" w:hAnsi="Times New Roman"/>
        </w:rPr>
        <w:t xml:space="preserve"> is awarded to the Bidder,</w:t>
      </w:r>
      <w:r w:rsidR="005826CE" w:rsidRPr="002B4BE9">
        <w:rPr>
          <w:rFonts w:ascii="Times New Roman" w:hAnsi="Times New Roman"/>
        </w:rPr>
        <w:tab/>
      </w:r>
      <w:r w:rsidR="00C2668C" w:rsidRPr="002B4BE9">
        <w:rPr>
          <w:rFonts w:ascii="Times New Roman" w:hAnsi="Times New Roman"/>
        </w:rPr>
        <w:t xml:space="preserve">and </w:t>
      </w:r>
    </w:p>
    <w:p w:rsidR="00C2668C" w:rsidRPr="002B4BE9" w:rsidRDefault="00361D37" w:rsidP="001D53B2">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iii.</w:t>
      </w:r>
      <w:r w:rsidR="00C2668C" w:rsidRPr="002B4BE9">
        <w:rPr>
          <w:rFonts w:ascii="Times New Roman" w:hAnsi="Times New Roman"/>
        </w:rPr>
        <w:tab/>
        <w:t>The total price for the plant.</w:t>
      </w:r>
    </w:p>
    <w:p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Design Services.  (Schedule No. 3).</w:t>
      </w:r>
    </w:p>
    <w:p w:rsidR="00C2668C" w:rsidRPr="002B4BE9" w:rsidRDefault="00C2668C" w:rsidP="00361D37">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2B4BE9">
        <w:rPr>
          <w:rFonts w:ascii="Times New Roman" w:hAnsi="Times New Roman"/>
        </w:rPr>
        <w:t xml:space="preserve"> and maintenance services, </w:t>
      </w:r>
      <w:r w:rsidRPr="002B4BE9">
        <w:rPr>
          <w:rFonts w:ascii="Times New Roman" w:hAnsi="Times New Roman"/>
        </w:rPr>
        <w:t>the provision of operations and maintenance</w:t>
      </w:r>
      <w:r w:rsidR="00361D37" w:rsidRPr="002B4BE9">
        <w:rPr>
          <w:rFonts w:ascii="Times New Roman" w:hAnsi="Times New Roman"/>
        </w:rPr>
        <w:t xml:space="preserve"> manuals, training, etc., where </w:t>
      </w:r>
      <w:r w:rsidRPr="002B4BE9">
        <w:rPr>
          <w:rFonts w:ascii="Times New Roman" w:hAnsi="Times New Roman"/>
        </w:rPr>
        <w:t xml:space="preserve">identified in the Bidding Document, as necessary for the proper execution of the installation and other services, including all taxes, duties, levies and charges payable in the Employer’s country as </w:t>
      </w:r>
      <w:r w:rsidR="00361D37" w:rsidRPr="002B4BE9">
        <w:rPr>
          <w:rFonts w:ascii="Times New Roman" w:hAnsi="Times New Roman"/>
        </w:rPr>
        <w:t xml:space="preserve">of twenty-eight (28) days prior </w:t>
      </w:r>
      <w:r w:rsidRPr="002B4BE9">
        <w:rPr>
          <w:rFonts w:ascii="Times New Roman" w:hAnsi="Times New Roman"/>
        </w:rPr>
        <w:t>to the deadline for submission of bids.</w:t>
      </w:r>
    </w:p>
    <w:p w:rsidR="00C2668C" w:rsidRPr="002B4BE9" w:rsidRDefault="00C2668C" w:rsidP="00361D37">
      <w:pPr>
        <w:ind w:left="2160" w:hanging="720"/>
        <w:rPr>
          <w:rFonts w:ascii="Times New Roman" w:hAnsi="Times New Roman"/>
        </w:rPr>
      </w:pPr>
      <w:r w:rsidRPr="002B4BE9">
        <w:rPr>
          <w:rFonts w:ascii="Times New Roman" w:hAnsi="Times New Roman"/>
        </w:rPr>
        <w:t>e.</w:t>
      </w:r>
      <w:r w:rsidRPr="002B4BE9">
        <w:rPr>
          <w:rFonts w:ascii="Times New Roman" w:hAnsi="Times New Roman"/>
        </w:rPr>
        <w:tab/>
        <w:t>Recommended spare parts shall be quoted separately (Schedule 6) as specified in either subparagraph (a) or (b) a</w:t>
      </w:r>
      <w:r w:rsidR="00361D37" w:rsidRPr="002B4BE9">
        <w:rPr>
          <w:rFonts w:ascii="Times New Roman" w:hAnsi="Times New Roman"/>
        </w:rPr>
        <w:t xml:space="preserve">bove in accordance with the </w:t>
      </w:r>
      <w:r w:rsidRPr="002B4BE9">
        <w:rPr>
          <w:rFonts w:ascii="Times New Roman" w:hAnsi="Times New Roman"/>
        </w:rPr>
        <w:t>origin of the spare parts.</w:t>
      </w:r>
    </w:p>
    <w:p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.5</w:t>
      </w:r>
      <w:r w:rsidR="00C2668C" w:rsidRPr="002B4BE9">
        <w:rPr>
          <w:rFonts w:ascii="Times New Roman" w:hAnsi="Times New Roman"/>
        </w:rPr>
        <w:tab/>
        <w:t>The current edition of Incoterms, published by the International Chamber of Commerce shall govern.</w:t>
      </w:r>
    </w:p>
    <w:p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.6</w:t>
      </w:r>
      <w:r w:rsidR="00C2668C" w:rsidRPr="002B4BE9">
        <w:rPr>
          <w:rFonts w:ascii="Times New Roman" w:hAnsi="Times New Roman"/>
        </w:rPr>
        <w:tab/>
        <w:t>The prices shall be either fixed or adjustable as specified in the BDS.</w:t>
      </w:r>
    </w:p>
    <w:p w:rsidR="00C2668C" w:rsidRPr="002B4BE9" w:rsidRDefault="00C2668C" w:rsidP="00361D3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2B4BE9">
        <w:rPr>
          <w:rFonts w:ascii="Times New Roman" w:hAnsi="Times New Roman"/>
        </w:rPr>
        <w:t>non-responsive</w:t>
      </w:r>
      <w:r w:rsidRPr="002B4BE9">
        <w:rPr>
          <w:rFonts w:ascii="Times New Roman" w:hAnsi="Times New Roman"/>
        </w:rPr>
        <w:t xml:space="preserve"> and rejected.</w:t>
      </w:r>
    </w:p>
    <w:p w:rsidR="00C2668C" w:rsidRPr="002B4BE9" w:rsidRDefault="00C2668C" w:rsidP="00361D3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2B4BE9">
        <w:rPr>
          <w:rFonts w:ascii="Times New Roman" w:hAnsi="Times New Roman"/>
        </w:rPr>
        <w:t xml:space="preserve">th a fixed price quotation will </w:t>
      </w:r>
      <w:r w:rsidRPr="002B4BE9">
        <w:rPr>
          <w:rFonts w:ascii="Times New Roman" w:hAnsi="Times New Roman"/>
        </w:rPr>
        <w:t>not be rejected, but the price adjustment will b</w:t>
      </w:r>
      <w:r w:rsidR="00361D37" w:rsidRPr="002B4BE9">
        <w:rPr>
          <w:rFonts w:ascii="Times New Roman" w:hAnsi="Times New Roman"/>
        </w:rPr>
        <w:t xml:space="preserve">e treated as zero.  Bidders are </w:t>
      </w:r>
      <w:r w:rsidRPr="002B4BE9">
        <w:rPr>
          <w:rFonts w:ascii="Times New Roman" w:hAnsi="Times New Roman"/>
        </w:rPr>
        <w:t>required to indicate the source of labor and material indices in the corresponding Form in Section 9 (Contract Forms).</w:t>
      </w:r>
    </w:p>
    <w:p w:rsidR="00C2668C" w:rsidRPr="002B4BE9" w:rsidRDefault="00341253" w:rsidP="00361D37">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 xml:space="preserve">.7 </w:t>
      </w:r>
      <w:r w:rsidRPr="002B4BE9">
        <w:rPr>
          <w:rFonts w:ascii="Times New Roman" w:hAnsi="Times New Roman"/>
        </w:rPr>
        <w:tab/>
      </w:r>
      <w:r w:rsidR="00C2668C" w:rsidRPr="002B4BE9">
        <w:rPr>
          <w:rFonts w:ascii="Times New Roman" w:hAnsi="Times New Roman"/>
        </w:rPr>
        <w:t xml:space="preserve"> If so indicated in BDS 1.1, bids are being invited for ind</w:t>
      </w:r>
      <w:r w:rsidR="00361D37" w:rsidRPr="002B4BE9">
        <w:rPr>
          <w:rFonts w:ascii="Times New Roman" w:hAnsi="Times New Roman"/>
        </w:rPr>
        <w:t xml:space="preserve">ividual lots (contracts) or for </w:t>
      </w:r>
      <w:r w:rsidR="00C2668C" w:rsidRPr="002B4BE9">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rsidR="00341253" w:rsidRPr="002B4BE9" w:rsidRDefault="008F01E9" w:rsidP="00341253">
      <w:pPr>
        <w:pStyle w:val="Heading2"/>
        <w:rPr>
          <w:rFonts w:ascii="Times New Roman" w:hAnsi="Times New Roman"/>
        </w:rPr>
      </w:pPr>
      <w:bookmarkStart w:id="18" w:name="_Toc283881409"/>
      <w:r w:rsidRPr="002B4BE9">
        <w:rPr>
          <w:rFonts w:ascii="Times New Roman" w:hAnsi="Times New Roman"/>
        </w:rPr>
        <w:t>19</w:t>
      </w:r>
      <w:r w:rsidR="00C2668C" w:rsidRPr="002B4BE9">
        <w:rPr>
          <w:rFonts w:ascii="Times New Roman" w:hAnsi="Times New Roman"/>
        </w:rPr>
        <w:t>.</w:t>
      </w:r>
      <w:r w:rsidR="00C2668C" w:rsidRPr="002B4BE9">
        <w:rPr>
          <w:rFonts w:ascii="Times New Roman" w:hAnsi="Times New Roman"/>
        </w:rPr>
        <w:tab/>
        <w:t>Currencies of Bid and Payment</w:t>
      </w:r>
      <w:bookmarkEnd w:id="18"/>
      <w:r w:rsidR="00C2668C" w:rsidRPr="002B4BE9">
        <w:rPr>
          <w:rFonts w:ascii="Times New Roman" w:hAnsi="Times New Roman"/>
        </w:rPr>
        <w:tab/>
      </w:r>
    </w:p>
    <w:p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.1</w:t>
      </w:r>
      <w:r w:rsidR="00C2668C" w:rsidRPr="002B4BE9">
        <w:rPr>
          <w:rFonts w:ascii="Times New Roman" w:hAnsi="Times New Roman"/>
        </w:rPr>
        <w:tab/>
        <w:t xml:space="preserve">The </w:t>
      </w:r>
      <w:proofErr w:type="gramStart"/>
      <w:r w:rsidR="00C2668C" w:rsidRPr="002B4BE9">
        <w:rPr>
          <w:rFonts w:ascii="Times New Roman" w:hAnsi="Times New Roman"/>
        </w:rPr>
        <w:t>currency(</w:t>
      </w:r>
      <w:proofErr w:type="spellStart"/>
      <w:proofErr w:type="gramEnd"/>
      <w:r w:rsidR="00C2668C" w:rsidRPr="002B4BE9">
        <w:rPr>
          <w:rFonts w:ascii="Times New Roman" w:hAnsi="Times New Roman"/>
        </w:rPr>
        <w:t>ies</w:t>
      </w:r>
      <w:proofErr w:type="spellEnd"/>
      <w:r w:rsidR="00C2668C" w:rsidRPr="002B4BE9">
        <w:rPr>
          <w:rFonts w:ascii="Times New Roman" w:hAnsi="Times New Roman"/>
        </w:rPr>
        <w:t>) of the bid shall be, as specified in the BDS.</w:t>
      </w:r>
    </w:p>
    <w:p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.2</w:t>
      </w:r>
      <w:r w:rsidR="00C2668C" w:rsidRPr="002B4BE9">
        <w:rPr>
          <w:rFonts w:ascii="Times New Roman" w:hAnsi="Times New Roman"/>
        </w:rPr>
        <w:tab/>
        <w:t xml:space="preserve">Bidders shall indicate in the Schedule of Prices and the Letter of Bid the portion of the bid </w:t>
      </w:r>
      <w:r w:rsidR="00341253" w:rsidRPr="002B4BE9">
        <w:rPr>
          <w:rFonts w:ascii="Times New Roman" w:hAnsi="Times New Roman"/>
        </w:rPr>
        <w:tab/>
      </w:r>
      <w:r w:rsidR="00C2668C" w:rsidRPr="002B4BE9">
        <w:rPr>
          <w:rFonts w:ascii="Times New Roman" w:hAnsi="Times New Roman"/>
        </w:rPr>
        <w:t>price that corresponds to expenditures incurred in the currency of the Employer’s country.</w:t>
      </w:r>
    </w:p>
    <w:p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.3</w:t>
      </w:r>
      <w:r w:rsidR="00C2668C"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rsidR="000D094C" w:rsidRPr="002B4BE9" w:rsidRDefault="000D094C" w:rsidP="001D53B2">
      <w:pPr>
        <w:ind w:left="1440" w:hanging="540"/>
        <w:jc w:val="both"/>
        <w:rPr>
          <w:rFonts w:ascii="Times New Roman" w:hAnsi="Times New Roman"/>
        </w:rPr>
      </w:pPr>
    </w:p>
    <w:p w:rsidR="00993FA3" w:rsidRPr="002B4BE9" w:rsidRDefault="00993FA3" w:rsidP="001D53B2">
      <w:pPr>
        <w:ind w:left="1440" w:hanging="540"/>
        <w:jc w:val="both"/>
        <w:rPr>
          <w:rFonts w:ascii="Times New Roman" w:hAnsi="Times New Roman"/>
        </w:rPr>
      </w:pPr>
    </w:p>
    <w:p w:rsidR="00993FA3" w:rsidRPr="002B4BE9" w:rsidRDefault="00993FA3" w:rsidP="001D53B2">
      <w:pPr>
        <w:ind w:left="1440" w:hanging="540"/>
        <w:jc w:val="both"/>
        <w:rPr>
          <w:rFonts w:ascii="Times New Roman" w:hAnsi="Times New Roman"/>
        </w:rPr>
      </w:pPr>
    </w:p>
    <w:p w:rsidR="00341253" w:rsidRPr="002B4BE9" w:rsidRDefault="008F01E9" w:rsidP="00341253">
      <w:pPr>
        <w:pStyle w:val="Heading2"/>
        <w:rPr>
          <w:rFonts w:ascii="Times New Roman" w:hAnsi="Times New Roman"/>
        </w:rPr>
      </w:pPr>
      <w:bookmarkStart w:id="19" w:name="_Toc283881410"/>
      <w:r w:rsidRPr="002B4BE9">
        <w:rPr>
          <w:rFonts w:ascii="Times New Roman" w:hAnsi="Times New Roman"/>
        </w:rPr>
        <w:t>20</w:t>
      </w:r>
      <w:r w:rsidR="00C2668C" w:rsidRPr="002B4BE9">
        <w:rPr>
          <w:rFonts w:ascii="Times New Roman" w:hAnsi="Times New Roman"/>
        </w:rPr>
        <w:t>.</w:t>
      </w:r>
      <w:r w:rsidR="00C2668C" w:rsidRPr="002B4BE9">
        <w:rPr>
          <w:rFonts w:ascii="Times New Roman" w:hAnsi="Times New Roman"/>
        </w:rPr>
        <w:tab/>
        <w:t>Period of Validity of Bids</w:t>
      </w:r>
      <w:bookmarkEnd w:id="19"/>
      <w:r w:rsidR="00C2668C" w:rsidRPr="002B4BE9">
        <w:rPr>
          <w:rFonts w:ascii="Times New Roman" w:hAnsi="Times New Roman"/>
        </w:rPr>
        <w:tab/>
      </w:r>
    </w:p>
    <w:p w:rsidR="00C2668C" w:rsidRPr="002B4BE9" w:rsidRDefault="008F01E9" w:rsidP="001D53B2">
      <w:pPr>
        <w:ind w:left="1440" w:hanging="540"/>
        <w:rPr>
          <w:rFonts w:ascii="Times New Roman" w:hAnsi="Times New Roman"/>
        </w:rPr>
      </w:pPr>
      <w:r w:rsidRPr="002B4BE9">
        <w:rPr>
          <w:rFonts w:ascii="Times New Roman" w:hAnsi="Times New Roman"/>
        </w:rPr>
        <w:t>20</w:t>
      </w:r>
      <w:r w:rsidR="00C2668C" w:rsidRPr="002B4BE9">
        <w:rPr>
          <w:rFonts w:ascii="Times New Roman" w:hAnsi="Times New Roman"/>
        </w:rPr>
        <w:t>.1</w:t>
      </w:r>
      <w:r w:rsidR="00C2668C" w:rsidRPr="002B4BE9">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2B4BE9">
        <w:rPr>
          <w:rFonts w:ascii="Times New Roman" w:hAnsi="Times New Roman"/>
        </w:rPr>
        <w:t>non-responsive</w:t>
      </w:r>
      <w:r w:rsidR="00C2668C" w:rsidRPr="002B4BE9">
        <w:rPr>
          <w:rFonts w:ascii="Times New Roman" w:hAnsi="Times New Roman"/>
        </w:rPr>
        <w:t>.</w:t>
      </w:r>
    </w:p>
    <w:p w:rsidR="00C2668C" w:rsidRPr="002B4BE9" w:rsidRDefault="008F01E9" w:rsidP="001D53B2">
      <w:pPr>
        <w:ind w:left="1440" w:hanging="540"/>
        <w:jc w:val="both"/>
        <w:rPr>
          <w:rFonts w:ascii="Times New Roman" w:hAnsi="Times New Roman"/>
        </w:rPr>
      </w:pPr>
      <w:r w:rsidRPr="002B4BE9">
        <w:rPr>
          <w:rFonts w:ascii="Times New Roman" w:hAnsi="Times New Roman"/>
        </w:rPr>
        <w:t>20</w:t>
      </w:r>
      <w:r w:rsidR="00C2668C" w:rsidRPr="002B4BE9">
        <w:rPr>
          <w:rFonts w:ascii="Times New Roman" w:hAnsi="Times New Roman"/>
        </w:rPr>
        <w:t>.2</w:t>
      </w:r>
      <w:r w:rsidR="00C2668C" w:rsidRPr="002B4BE9">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2B4BE9">
        <w:rPr>
          <w:rFonts w:ascii="Times New Roman" w:hAnsi="Times New Roman"/>
        </w:rPr>
        <w:t xml:space="preserve">accordance with </w:t>
      </w:r>
      <w:r w:rsidR="00DE3728" w:rsidRPr="002B4BE9">
        <w:rPr>
          <w:rFonts w:ascii="Times New Roman" w:hAnsi="Times New Roman"/>
        </w:rPr>
        <w:t>ITB 21</w:t>
      </w:r>
      <w:r w:rsidR="00C2668C" w:rsidRPr="002B4BE9">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rsidR="00341253" w:rsidRPr="002B4BE9" w:rsidRDefault="00341253" w:rsidP="00341253">
      <w:pPr>
        <w:pStyle w:val="Heading2"/>
        <w:rPr>
          <w:rFonts w:ascii="Times New Roman" w:hAnsi="Times New Roman"/>
        </w:rPr>
      </w:pPr>
      <w:bookmarkStart w:id="20" w:name="_Toc283881411"/>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Bid Security</w:t>
      </w:r>
      <w:bookmarkEnd w:id="20"/>
      <w:r w:rsidR="00C2668C" w:rsidRPr="002B4BE9">
        <w:rPr>
          <w:rFonts w:ascii="Times New Roman" w:hAnsi="Times New Roman"/>
        </w:rPr>
        <w:tab/>
      </w:r>
    </w:p>
    <w:p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2B4BE9">
        <w:rPr>
          <w:rFonts w:ascii="Times New Roman" w:hAnsi="Times New Roman"/>
        </w:rPr>
        <w:t>security,</w:t>
      </w:r>
      <w:r w:rsidR="00C2668C" w:rsidRPr="002B4BE9">
        <w:rPr>
          <w:rFonts w:ascii="Times New Roman" w:hAnsi="Times New Roman"/>
        </w:rPr>
        <w:t xml:space="preserve"> the amount shall be as specified in the BDS.</w:t>
      </w:r>
    </w:p>
    <w:p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The bid security shall be a demand guarantee, at the Bidder’s option, in any of</w:t>
      </w:r>
      <w:r w:rsidR="00E93961" w:rsidRPr="002B4BE9">
        <w:rPr>
          <w:rFonts w:ascii="Times New Roman" w:hAnsi="Times New Roman"/>
        </w:rPr>
        <w:t xml:space="preserve"> the </w:t>
      </w:r>
      <w:r w:rsidR="00C2668C" w:rsidRPr="002B4BE9">
        <w:rPr>
          <w:rFonts w:ascii="Times New Roman" w:hAnsi="Times New Roman"/>
        </w:rPr>
        <w:t>following forms:</w:t>
      </w:r>
    </w:p>
    <w:p w:rsidR="00C2668C" w:rsidRPr="002B4BE9" w:rsidRDefault="00C2668C" w:rsidP="00E93961">
      <w:pPr>
        <w:ind w:left="2160" w:hanging="720"/>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an unconditional bank guarantee; or</w:t>
      </w:r>
    </w:p>
    <w:p w:rsidR="00C2668C" w:rsidRPr="002B4BE9" w:rsidRDefault="00C2668C" w:rsidP="00E93961">
      <w:pPr>
        <w:ind w:left="2160" w:hanging="720"/>
        <w:rPr>
          <w:rFonts w:ascii="Times New Roman" w:hAnsi="Times New Roman"/>
        </w:rPr>
      </w:pPr>
      <w:proofErr w:type="gramStart"/>
      <w:r w:rsidRPr="002B4BE9">
        <w:rPr>
          <w:rFonts w:ascii="Times New Roman" w:hAnsi="Times New Roman"/>
        </w:rPr>
        <w:t>b</w:t>
      </w:r>
      <w:proofErr w:type="gramEnd"/>
      <w:r w:rsidRPr="002B4BE9">
        <w:rPr>
          <w:rFonts w:ascii="Times New Roman" w:hAnsi="Times New Roman"/>
        </w:rPr>
        <w:t>.</w:t>
      </w:r>
      <w:r w:rsidRPr="002B4BE9">
        <w:rPr>
          <w:rFonts w:ascii="Times New Roman" w:hAnsi="Times New Roman"/>
        </w:rPr>
        <w:tab/>
        <w:t>an irrevocable letter of credit; or</w:t>
      </w:r>
    </w:p>
    <w:p w:rsidR="00C2668C" w:rsidRPr="002B4BE9" w:rsidRDefault="00C2668C" w:rsidP="00E93961">
      <w:pPr>
        <w:ind w:left="2160" w:hanging="720"/>
        <w:rPr>
          <w:rFonts w:ascii="Times New Roman" w:hAnsi="Times New Roman"/>
        </w:rPr>
      </w:pPr>
      <w:proofErr w:type="gramStart"/>
      <w:r w:rsidRPr="002B4BE9">
        <w:rPr>
          <w:rFonts w:ascii="Times New Roman" w:hAnsi="Times New Roman"/>
        </w:rPr>
        <w:t>c</w:t>
      </w:r>
      <w:proofErr w:type="gramEnd"/>
      <w:r w:rsidRPr="002B4BE9">
        <w:rPr>
          <w:rFonts w:ascii="Times New Roman" w:hAnsi="Times New Roman"/>
        </w:rPr>
        <w:t>.</w:t>
      </w:r>
      <w:r w:rsidRPr="002B4BE9">
        <w:rPr>
          <w:rFonts w:ascii="Times New Roman" w:hAnsi="Times New Roman"/>
        </w:rPr>
        <w:tab/>
        <w:t xml:space="preserve">a cashier’s or certified check; </w:t>
      </w:r>
    </w:p>
    <w:p w:rsidR="00C2668C" w:rsidRPr="002B4BE9" w:rsidRDefault="00C2668C" w:rsidP="006A2DCD">
      <w:pPr>
        <w:ind w:left="1440"/>
        <w:jc w:val="both"/>
        <w:rPr>
          <w:rFonts w:ascii="Times New Roman" w:hAnsi="Times New Roman"/>
        </w:rPr>
      </w:pPr>
      <w:proofErr w:type="gramStart"/>
      <w:r w:rsidRPr="002B4BE9">
        <w:rPr>
          <w:rFonts w:ascii="Times New Roman" w:hAnsi="Times New Roman"/>
        </w:rPr>
        <w:t>all</w:t>
      </w:r>
      <w:proofErr w:type="gramEnd"/>
      <w:r w:rsidRPr="002B4BE9">
        <w:rPr>
          <w:rFonts w:ascii="Times New Roman" w:hAnsi="Times New Roman"/>
        </w:rPr>
        <w:t xml:space="preserve"> from a reputable source from an eligible country.  The bid security shall be submitted either using the Bid Security Form include</w:t>
      </w:r>
      <w:r w:rsidR="00E93961" w:rsidRPr="002B4BE9">
        <w:rPr>
          <w:rFonts w:ascii="Times New Roman" w:hAnsi="Times New Roman"/>
        </w:rPr>
        <w:t xml:space="preserve">d in Section 4A - Bidding Forms </w:t>
      </w:r>
      <w:r w:rsidRPr="002B4BE9">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2B4BE9">
        <w:rPr>
          <w:rFonts w:ascii="Times New Roman" w:hAnsi="Times New Roman"/>
        </w:rPr>
        <w:t xml:space="preserve">ension if requested under </w:t>
      </w:r>
      <w:r w:rsidR="00DE3728" w:rsidRPr="002B4BE9">
        <w:rPr>
          <w:rFonts w:ascii="Times New Roman" w:hAnsi="Times New Roman"/>
        </w:rPr>
        <w:t>ITB20.</w:t>
      </w:r>
    </w:p>
    <w:p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.3</w:t>
      </w:r>
      <w:r w:rsidR="00C2668C" w:rsidRPr="002B4BE9">
        <w:rPr>
          <w:rFonts w:ascii="Times New Roman" w:hAnsi="Times New Roman"/>
        </w:rPr>
        <w:tab/>
        <w:t>If a bid security is specified, any bid</w:t>
      </w:r>
      <w:r w:rsidR="00E93961" w:rsidRPr="002B4BE9">
        <w:rPr>
          <w:rFonts w:ascii="Times New Roman" w:hAnsi="Times New Roman"/>
        </w:rPr>
        <w:t xml:space="preserve"> not complying with ITB 21.1 and ITB 21</w:t>
      </w:r>
      <w:r w:rsidR="00C2668C" w:rsidRPr="002B4BE9">
        <w:rPr>
          <w:rFonts w:ascii="Times New Roman" w:hAnsi="Times New Roman"/>
        </w:rPr>
        <w:t xml:space="preserve">.2, shall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be rejected by the Employer as </w:t>
      </w:r>
      <w:r w:rsidRPr="002B4BE9">
        <w:rPr>
          <w:rFonts w:ascii="Times New Roman" w:hAnsi="Times New Roman"/>
        </w:rPr>
        <w:t>non-responsive</w:t>
      </w:r>
      <w:r w:rsidR="00C2668C" w:rsidRPr="002B4BE9">
        <w:rPr>
          <w:rFonts w:ascii="Times New Roman" w:hAnsi="Times New Roman"/>
        </w:rPr>
        <w:t>.</w:t>
      </w:r>
    </w:p>
    <w:p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.4</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the 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signed the Contract and furnished the required performance security. </w:t>
      </w:r>
    </w:p>
    <w:p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.5</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unsuccessful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furnishing of the performance security pursuant to </w:t>
      </w:r>
      <w:r w:rsidR="00DE3728" w:rsidRPr="002B4BE9">
        <w:rPr>
          <w:rFonts w:ascii="Times New Roman" w:hAnsi="Times New Roman"/>
        </w:rPr>
        <w:t>ITB 45</w:t>
      </w:r>
      <w:r w:rsidR="00C2668C" w:rsidRPr="002B4BE9">
        <w:rPr>
          <w:rFonts w:ascii="Times New Roman" w:hAnsi="Times New Roman"/>
        </w:rPr>
        <w:t>.</w:t>
      </w:r>
    </w:p>
    <w:p w:rsidR="00C2668C" w:rsidRPr="002B4BE9" w:rsidRDefault="00435A03" w:rsidP="005A6658">
      <w:pPr>
        <w:ind w:left="1440" w:hanging="72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.6</w:t>
      </w:r>
      <w:r w:rsidR="00C2668C" w:rsidRPr="002B4BE9">
        <w:rPr>
          <w:rFonts w:ascii="Times New Roman" w:hAnsi="Times New Roman"/>
        </w:rPr>
        <w:tab/>
        <w:t>The bid security may be forfeited:</w:t>
      </w:r>
    </w:p>
    <w:p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by the Bidder on the Letter of Bid Form, except as provided </w:t>
      </w:r>
      <w:r w:rsidRPr="002B4BE9">
        <w:rPr>
          <w:rFonts w:ascii="Times New Roman" w:hAnsi="Times New Roman"/>
        </w:rPr>
        <w:tab/>
      </w:r>
      <w:r w:rsidRPr="002B4BE9">
        <w:rPr>
          <w:rFonts w:ascii="Times New Roman" w:hAnsi="Times New Roman"/>
        </w:rPr>
        <w:tab/>
      </w:r>
      <w:r w:rsidR="00435A03" w:rsidRPr="002B4BE9">
        <w:rPr>
          <w:rFonts w:ascii="Times New Roman" w:hAnsi="Times New Roman"/>
        </w:rPr>
        <w:t xml:space="preserve">in ITB </w:t>
      </w:r>
      <w:r w:rsidR="00DE3728" w:rsidRPr="002B4BE9">
        <w:rPr>
          <w:rFonts w:ascii="Times New Roman" w:hAnsi="Times New Roman"/>
        </w:rPr>
        <w:t xml:space="preserve">20.2 </w:t>
      </w:r>
      <w:r w:rsidR="00C2668C" w:rsidRPr="002B4BE9">
        <w:rPr>
          <w:rFonts w:ascii="Times New Roman" w:hAnsi="Times New Roman"/>
        </w:rPr>
        <w:t>or</w:t>
      </w:r>
    </w:p>
    <w:p w:rsidR="00C2668C" w:rsidRPr="002B4BE9" w:rsidRDefault="005A6658"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proofErr w:type="gramStart"/>
      <w:r w:rsidR="00C2668C" w:rsidRPr="002B4BE9">
        <w:rPr>
          <w:rFonts w:ascii="Times New Roman" w:hAnsi="Times New Roman"/>
        </w:rPr>
        <w:t>if</w:t>
      </w:r>
      <w:proofErr w:type="gramEnd"/>
      <w:r w:rsidR="00C2668C" w:rsidRPr="002B4BE9">
        <w:rPr>
          <w:rFonts w:ascii="Times New Roman" w:hAnsi="Times New Roman"/>
        </w:rPr>
        <w:t xml:space="preserve"> the successful Bidder fails to: </w:t>
      </w:r>
    </w:p>
    <w:p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proofErr w:type="gramStart"/>
      <w:r w:rsidR="00C2668C" w:rsidRPr="002B4BE9">
        <w:rPr>
          <w:rFonts w:ascii="Times New Roman" w:hAnsi="Times New Roman"/>
        </w:rPr>
        <w:t>i</w:t>
      </w:r>
      <w:proofErr w:type="spellEnd"/>
      <w:proofErr w:type="gramEnd"/>
      <w:r w:rsidR="00C2668C" w:rsidRPr="002B4BE9">
        <w:rPr>
          <w:rFonts w:ascii="Times New Roman" w:hAnsi="Times New Roman"/>
        </w:rPr>
        <w:t>.</w:t>
      </w:r>
      <w:r w:rsidR="00C2668C" w:rsidRPr="002B4BE9">
        <w:rPr>
          <w:rFonts w:ascii="Times New Roman" w:hAnsi="Times New Roman"/>
        </w:rPr>
        <w:tab/>
        <w:t xml:space="preserve">sign the Contract in accordance </w:t>
      </w:r>
      <w:r w:rsidR="006D25C8" w:rsidRPr="002B4BE9">
        <w:rPr>
          <w:rFonts w:ascii="Times New Roman" w:hAnsi="Times New Roman"/>
        </w:rPr>
        <w:t>with ITB</w:t>
      </w:r>
      <w:r w:rsidR="00DE3728" w:rsidRPr="002B4BE9">
        <w:rPr>
          <w:rFonts w:ascii="Times New Roman" w:hAnsi="Times New Roman"/>
        </w:rPr>
        <w:t>44</w:t>
      </w:r>
      <w:r w:rsidR="00C2668C" w:rsidRPr="002B4BE9">
        <w:rPr>
          <w:rFonts w:ascii="Times New Roman" w:hAnsi="Times New Roman"/>
        </w:rPr>
        <w:t>; or</w:t>
      </w:r>
    </w:p>
    <w:p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r>
      <w:proofErr w:type="gramStart"/>
      <w:r w:rsidR="00C2668C" w:rsidRPr="002B4BE9">
        <w:rPr>
          <w:rFonts w:ascii="Times New Roman" w:hAnsi="Times New Roman"/>
        </w:rPr>
        <w:t>furnish</w:t>
      </w:r>
      <w:proofErr w:type="gramEnd"/>
      <w:r w:rsidR="00C2668C" w:rsidRPr="002B4BE9">
        <w:rPr>
          <w:rFonts w:ascii="Times New Roman" w:hAnsi="Times New Roman"/>
        </w:rPr>
        <w:t xml:space="preserve"> a performance se</w:t>
      </w:r>
      <w:r w:rsidR="006D25C8" w:rsidRPr="002B4BE9">
        <w:rPr>
          <w:rFonts w:ascii="Times New Roman" w:hAnsi="Times New Roman"/>
        </w:rPr>
        <w:t xml:space="preserve">curity in accordance with ITB </w:t>
      </w:r>
      <w:r w:rsidR="00DE3728" w:rsidRPr="002B4BE9">
        <w:rPr>
          <w:rFonts w:ascii="Times New Roman" w:hAnsi="Times New Roman"/>
        </w:rPr>
        <w:t>45</w:t>
      </w:r>
      <w:r w:rsidR="00C2668C" w:rsidRPr="002B4BE9">
        <w:rPr>
          <w:rFonts w:ascii="Times New Roman" w:hAnsi="Times New Roman"/>
        </w:rPr>
        <w:t>.</w:t>
      </w:r>
    </w:p>
    <w:p w:rsidR="00C2668C" w:rsidRPr="002B4BE9" w:rsidRDefault="00435A03"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 iii.  </w:t>
      </w:r>
      <w:r w:rsidRPr="002B4BE9">
        <w:rPr>
          <w:rFonts w:ascii="Times New Roman" w:hAnsi="Times New Roman"/>
        </w:rPr>
        <w:tab/>
      </w:r>
      <w:proofErr w:type="gramStart"/>
      <w:r w:rsidRPr="002B4BE9">
        <w:rPr>
          <w:rFonts w:ascii="Times New Roman" w:hAnsi="Times New Roman"/>
        </w:rPr>
        <w:t>f</w:t>
      </w:r>
      <w:r w:rsidR="00C2668C" w:rsidRPr="002B4BE9">
        <w:rPr>
          <w:rFonts w:ascii="Times New Roman" w:hAnsi="Times New Roman"/>
        </w:rPr>
        <w:t>urnish</w:t>
      </w:r>
      <w:proofErr w:type="gramEnd"/>
      <w:r w:rsidR="00C2668C" w:rsidRPr="002B4BE9">
        <w:rPr>
          <w:rFonts w:ascii="Times New Roman" w:hAnsi="Times New Roman"/>
        </w:rPr>
        <w:t xml:space="preserve"> a domes</w:t>
      </w:r>
      <w:r w:rsidR="006D25C8" w:rsidRPr="002B4BE9">
        <w:rPr>
          <w:rFonts w:ascii="Times New Roman" w:hAnsi="Times New Roman"/>
        </w:rPr>
        <w:t>tic preference security if so</w:t>
      </w:r>
      <w:r w:rsidR="00C2668C" w:rsidRPr="002B4BE9">
        <w:rPr>
          <w:rFonts w:ascii="Times New Roman" w:hAnsi="Times New Roman"/>
        </w:rPr>
        <w:t xml:space="preserve"> required.  </w:t>
      </w:r>
    </w:p>
    <w:p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.7</w:t>
      </w:r>
      <w:r w:rsidR="00C2668C" w:rsidRPr="002B4BE9">
        <w:rPr>
          <w:rFonts w:ascii="Times New Roman" w:hAnsi="Times New Roman"/>
        </w:rPr>
        <w:tab/>
        <w:t>The Bid Security of a JV shall be in the name of the JV that submits the bid. If the JV has not been legally constituted at the time of biddin</w:t>
      </w:r>
      <w:r w:rsidR="005A6658" w:rsidRPr="002B4BE9">
        <w:rPr>
          <w:rFonts w:ascii="Times New Roman" w:hAnsi="Times New Roman"/>
        </w:rPr>
        <w:t xml:space="preserve">g, the Bid Security shall be in </w:t>
      </w:r>
      <w:r w:rsidR="00C2668C" w:rsidRPr="002B4BE9">
        <w:rPr>
          <w:rFonts w:ascii="Times New Roman" w:hAnsi="Times New Roman"/>
        </w:rPr>
        <w:t>the names of all future partners as named in the lett</w:t>
      </w:r>
      <w:r w:rsidR="005A6658" w:rsidRPr="002B4BE9">
        <w:rPr>
          <w:rFonts w:ascii="Times New Roman" w:hAnsi="Times New Roman"/>
        </w:rPr>
        <w:t>er of intent referred to in ITB 4.</w:t>
      </w:r>
    </w:p>
    <w:p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.8</w:t>
      </w:r>
      <w:r w:rsidR="00C2668C" w:rsidRPr="002B4BE9">
        <w:rPr>
          <w:rFonts w:ascii="Times New Roman" w:hAnsi="Times New Roman"/>
        </w:rPr>
        <w:tab/>
        <w:t xml:space="preserve">If a bid securing declaration is executed in accordance with </w:t>
      </w:r>
      <w:r w:rsidR="00DE3728" w:rsidRPr="002B4BE9">
        <w:rPr>
          <w:rFonts w:ascii="Times New Roman" w:hAnsi="Times New Roman"/>
        </w:rPr>
        <w:t>ITB 21.1</w:t>
      </w:r>
      <w:r w:rsidR="00C2668C" w:rsidRPr="002B4BE9">
        <w:rPr>
          <w:rFonts w:ascii="Times New Roman" w:hAnsi="Times New Roman"/>
        </w:rPr>
        <w:t>, the Employer will declare the Bidder ineligible to be awarded a contract by the Employer for the period of time stated in the Form of Bid-Securing Declaration.</w:t>
      </w:r>
    </w:p>
    <w:p w:rsidR="00435A03" w:rsidRPr="002B4BE9" w:rsidRDefault="00435A03" w:rsidP="00435A03">
      <w:pPr>
        <w:pStyle w:val="Heading2"/>
        <w:rPr>
          <w:rFonts w:ascii="Times New Roman" w:hAnsi="Times New Roman"/>
        </w:rPr>
      </w:pPr>
      <w:bookmarkStart w:id="21" w:name="_Toc283881412"/>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Format and Signing of Bid</w:t>
      </w:r>
      <w:bookmarkEnd w:id="21"/>
      <w:r w:rsidR="00C2668C" w:rsidRPr="002B4BE9">
        <w:rPr>
          <w:rFonts w:ascii="Times New Roman" w:hAnsi="Times New Roman"/>
        </w:rPr>
        <w:tab/>
      </w:r>
    </w:p>
    <w:p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 xml:space="preserve">The Bidder shall prepare one original of the Technical Bid and one original of Price Bid comprising the bid as described in </w:t>
      </w:r>
      <w:r w:rsidR="00DE3728" w:rsidRPr="002B4BE9">
        <w:rPr>
          <w:rFonts w:ascii="Times New Roman" w:hAnsi="Times New Roman"/>
        </w:rPr>
        <w:t>ITB 11</w:t>
      </w:r>
      <w:r w:rsidR="00C2668C" w:rsidRPr="002B4BE9">
        <w:rPr>
          <w:rFonts w:ascii="Times New Roman" w:hAnsi="Times New Roman"/>
        </w:rPr>
        <w:t xml:space="preserve"> and clearly mark it “ORIGINAL-TECHNICAL BID and ORIGINAL–PRICE BID.” Alternative bids, if permitted in accordance with </w:t>
      </w:r>
      <w:r w:rsidR="00DE3728" w:rsidRPr="002B4BE9">
        <w:rPr>
          <w:rFonts w:ascii="Times New Roman" w:hAnsi="Times New Roman"/>
        </w:rPr>
        <w:t>ITB 13</w:t>
      </w:r>
      <w:r w:rsidR="00C2668C" w:rsidRPr="002B4BE9">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 xml:space="preserve">The original and all copies of the bid shall be typed </w:t>
      </w:r>
      <w:r w:rsidR="005A6658" w:rsidRPr="002B4BE9">
        <w:rPr>
          <w:rFonts w:ascii="Times New Roman" w:hAnsi="Times New Roman"/>
        </w:rPr>
        <w:t xml:space="preserve">or written in indelible ink and </w:t>
      </w:r>
      <w:r w:rsidR="00C2668C" w:rsidRPr="002B4BE9">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proofErr w:type="gramStart"/>
      <w:r w:rsidR="00A070F5" w:rsidRPr="002B4BE9">
        <w:rPr>
          <w:rFonts w:ascii="Times New Roman" w:hAnsi="Times New Roman"/>
        </w:rPr>
        <w:t xml:space="preserve">including </w:t>
      </w:r>
      <w:r w:rsidR="00C2668C" w:rsidRPr="002B4BE9">
        <w:rPr>
          <w:rFonts w:ascii="Times New Roman" w:hAnsi="Times New Roman"/>
        </w:rPr>
        <w:t xml:space="preserve"> </w:t>
      </w:r>
      <w:r w:rsidR="009220C2" w:rsidRPr="002B4BE9">
        <w:rPr>
          <w:rFonts w:ascii="Times New Roman" w:hAnsi="Times New Roman"/>
        </w:rPr>
        <w:t>where</w:t>
      </w:r>
      <w:proofErr w:type="gramEnd"/>
      <w:r w:rsidR="009220C2" w:rsidRPr="002B4BE9">
        <w:rPr>
          <w:rFonts w:ascii="Times New Roman" w:hAnsi="Times New Roman"/>
        </w:rPr>
        <w:t xml:space="preserve"> </w:t>
      </w:r>
      <w:r w:rsidR="00C2668C" w:rsidRPr="002B4BE9">
        <w:rPr>
          <w:rFonts w:ascii="Times New Roman" w:hAnsi="Times New Roman"/>
        </w:rPr>
        <w:t xml:space="preserve">entries or amendments </w:t>
      </w:r>
      <w:r w:rsidR="009220C2" w:rsidRPr="002B4BE9">
        <w:rPr>
          <w:rFonts w:ascii="Times New Roman" w:hAnsi="Times New Roman"/>
        </w:rPr>
        <w:t xml:space="preserve"> have been</w:t>
      </w:r>
      <w:r w:rsidR="00C2668C" w:rsidRPr="002B4BE9">
        <w:rPr>
          <w:rFonts w:ascii="Times New Roman" w:hAnsi="Times New Roman"/>
        </w:rPr>
        <w:t xml:space="preserve"> made shall be signed or initialed by the person signing the bid.</w:t>
      </w:r>
    </w:p>
    <w:p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A bid submitted by a JV shall be signed so as to be legally binding on all partners.</w:t>
      </w:r>
    </w:p>
    <w:p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Any interlineations, erasures, or overwriting shall be valid only if they are signed or initialed</w:t>
      </w:r>
      <w:r w:rsidRPr="002B4BE9">
        <w:rPr>
          <w:rFonts w:ascii="Times New Roman" w:hAnsi="Times New Roman"/>
        </w:rPr>
        <w:t xml:space="preserve"> by the person signing the bid.</w:t>
      </w:r>
    </w:p>
    <w:p w:rsidR="00993FA3" w:rsidRPr="002B4BE9" w:rsidRDefault="00993FA3" w:rsidP="005A6658">
      <w:pPr>
        <w:ind w:left="1440" w:hanging="720"/>
        <w:jc w:val="both"/>
        <w:rPr>
          <w:rFonts w:ascii="Times New Roman" w:hAnsi="Times New Roman"/>
        </w:rPr>
      </w:pPr>
    </w:p>
    <w:p w:rsidR="00435A03" w:rsidRPr="002B4BE9" w:rsidRDefault="00B34C4D" w:rsidP="00435A03">
      <w:pPr>
        <w:pStyle w:val="Heading2"/>
        <w:rPr>
          <w:rFonts w:ascii="Times New Roman" w:hAnsi="Times New Roman"/>
        </w:rPr>
      </w:pPr>
      <w:bookmarkStart w:id="22" w:name="_Toc283881413"/>
      <w:r w:rsidRPr="002B4BE9">
        <w:rPr>
          <w:rFonts w:ascii="Times New Roman" w:hAnsi="Times New Roman"/>
        </w:rPr>
        <w:t>23</w:t>
      </w:r>
      <w:r w:rsidR="00C2668C" w:rsidRPr="002B4BE9">
        <w:rPr>
          <w:rFonts w:ascii="Times New Roman" w:hAnsi="Times New Roman"/>
        </w:rPr>
        <w:t>.</w:t>
      </w:r>
      <w:r w:rsidR="00C2668C" w:rsidRPr="002B4BE9">
        <w:rPr>
          <w:rFonts w:ascii="Times New Roman" w:hAnsi="Times New Roman"/>
        </w:rPr>
        <w:tab/>
        <w:t>Submission, Sealing and Marking of Bids</w:t>
      </w:r>
      <w:bookmarkEnd w:id="22"/>
      <w:r w:rsidR="00C2668C" w:rsidRPr="002B4BE9">
        <w:rPr>
          <w:rFonts w:ascii="Times New Roman" w:hAnsi="Times New Roman"/>
        </w:rPr>
        <w:tab/>
      </w:r>
    </w:p>
    <w:p w:rsidR="00C2668C" w:rsidRPr="002B4BE9" w:rsidRDefault="00B34C4D" w:rsidP="005A6658">
      <w:pPr>
        <w:ind w:left="1440" w:hanging="720"/>
        <w:rPr>
          <w:rFonts w:ascii="Times New Roman" w:hAnsi="Times New Roman"/>
        </w:rPr>
      </w:pPr>
      <w:r w:rsidRPr="002B4BE9">
        <w:rPr>
          <w:rFonts w:ascii="Times New Roman" w:hAnsi="Times New Roman"/>
        </w:rPr>
        <w:t>23</w:t>
      </w:r>
      <w:r w:rsidR="00C2668C" w:rsidRPr="002B4BE9">
        <w:rPr>
          <w:rFonts w:ascii="Times New Roman" w:hAnsi="Times New Roman"/>
        </w:rPr>
        <w:t>.1</w:t>
      </w:r>
      <w:r w:rsidR="00C2668C" w:rsidRPr="002B4BE9">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rsidR="005A6658" w:rsidRPr="002B4BE9" w:rsidRDefault="005A6658" w:rsidP="00EA48B3">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C2668C" w:rsidRPr="002B4BE9">
        <w:rPr>
          <w:rFonts w:ascii="Times New Roman" w:hAnsi="Times New Roman"/>
        </w:rPr>
        <w:t xml:space="preserve">Bidders submitting bids by mail or by hand shall enclose the original and each copy of the Bid, including alternative bids, if permitted in accordance </w:t>
      </w:r>
      <w:r w:rsidRPr="002B4BE9">
        <w:rPr>
          <w:rFonts w:ascii="Times New Roman" w:hAnsi="Times New Roman"/>
        </w:rPr>
        <w:t xml:space="preserve">with </w:t>
      </w:r>
      <w:r w:rsidR="00DE3728" w:rsidRPr="002B4BE9">
        <w:rPr>
          <w:rFonts w:ascii="Times New Roman" w:hAnsi="Times New Roman"/>
        </w:rPr>
        <w:t>ITB 22.1</w:t>
      </w:r>
      <w:r w:rsidRPr="002B4BE9">
        <w:rPr>
          <w:rFonts w:ascii="Times New Roman" w:hAnsi="Times New Roman"/>
        </w:rPr>
        <w:t xml:space="preserve"> and </w:t>
      </w:r>
      <w:r w:rsidR="00DE3728" w:rsidRPr="002B4BE9">
        <w:rPr>
          <w:rFonts w:ascii="Times New Roman" w:hAnsi="Times New Roman"/>
        </w:rPr>
        <w:t>ITB 13</w:t>
      </w:r>
      <w:r w:rsidR="00C2668C" w:rsidRPr="002B4BE9">
        <w:rPr>
          <w:rFonts w:ascii="Times New Roman" w:hAnsi="Times New Roman"/>
        </w:rPr>
        <w:t xml:space="preserve">, in separate sealed envelopes, duly marking the envelopes as “ORIGINAL”, “ALTERNATIVE” and “COPY”. These envelopes, containing the </w:t>
      </w:r>
      <w:r w:rsidR="006D25C8" w:rsidRPr="002B4BE9">
        <w:rPr>
          <w:rFonts w:ascii="Times New Roman" w:hAnsi="Times New Roman"/>
        </w:rPr>
        <w:tab/>
      </w:r>
      <w:r w:rsidR="00C2668C" w:rsidRPr="002B4BE9">
        <w:rPr>
          <w:rFonts w:ascii="Times New Roman" w:hAnsi="Times New Roman"/>
        </w:rPr>
        <w:t>original and the copies shall then be enclosed in one single envelope. The rest of the procedure shall be in ac</w:t>
      </w:r>
      <w:r w:rsidR="00435A03" w:rsidRPr="002B4BE9">
        <w:rPr>
          <w:rFonts w:ascii="Times New Roman" w:hAnsi="Times New Roman"/>
        </w:rPr>
        <w:t xml:space="preserve">cordance with ITB Sub-Clauses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.2</w:t>
      </w:r>
      <w:r w:rsidR="00C2668C" w:rsidRPr="002B4BE9">
        <w:rPr>
          <w:rFonts w:ascii="Times New Roman" w:hAnsi="Times New Roman"/>
        </w:rPr>
        <w:t xml:space="preserve"> and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.3.</w:t>
      </w:r>
    </w:p>
    <w:p w:rsidR="00C2668C" w:rsidRPr="002B4BE9" w:rsidRDefault="00C2668C" w:rsidP="005A6658">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 Bidders submitting bids electronically shall follow the electronic bid submission procedures specified in the BDS.</w:t>
      </w:r>
    </w:p>
    <w:p w:rsidR="00C2668C" w:rsidRPr="002B4BE9" w:rsidRDefault="00435A03" w:rsidP="00C2668C">
      <w:pPr>
        <w:rPr>
          <w:rFonts w:ascii="Times New Roman" w:hAnsi="Times New Roman"/>
        </w:rPr>
      </w:pPr>
      <w:r w:rsidRPr="002B4BE9">
        <w:rPr>
          <w:rFonts w:ascii="Times New Roman" w:hAnsi="Times New Roman"/>
        </w:rPr>
        <w:tab/>
        <w:t>2</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The inner and outer envelopes shall:</w:t>
      </w:r>
    </w:p>
    <w:p w:rsidR="00C2668C" w:rsidRPr="002B4BE9" w:rsidRDefault="00C2668C" w:rsidP="005A6658">
      <w:pPr>
        <w:ind w:left="2160" w:hanging="720"/>
        <w:rPr>
          <w:rFonts w:ascii="Times New Roman" w:hAnsi="Times New Roman"/>
        </w:rPr>
      </w:pPr>
      <w:r w:rsidRPr="002B4BE9">
        <w:rPr>
          <w:rFonts w:ascii="Times New Roman" w:hAnsi="Times New Roman"/>
        </w:rPr>
        <w:t>(a)</w:t>
      </w:r>
      <w:r w:rsidRPr="002B4BE9">
        <w:rPr>
          <w:rFonts w:ascii="Times New Roman" w:hAnsi="Times New Roman"/>
        </w:rPr>
        <w:tab/>
      </w:r>
      <w:proofErr w:type="gramStart"/>
      <w:r w:rsidRPr="002B4BE9">
        <w:rPr>
          <w:rFonts w:ascii="Times New Roman" w:hAnsi="Times New Roman"/>
        </w:rPr>
        <w:t>bear</w:t>
      </w:r>
      <w:proofErr w:type="gramEnd"/>
      <w:r w:rsidRPr="002B4BE9">
        <w:rPr>
          <w:rFonts w:ascii="Times New Roman" w:hAnsi="Times New Roman"/>
        </w:rPr>
        <w:t xml:space="preserve"> the name and address of the Bidder;</w:t>
      </w:r>
    </w:p>
    <w:p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r>
      <w:proofErr w:type="gramStart"/>
      <w:r w:rsidRPr="002B4BE9">
        <w:rPr>
          <w:rFonts w:ascii="Times New Roman" w:hAnsi="Times New Roman"/>
        </w:rPr>
        <w:t>be</w:t>
      </w:r>
      <w:proofErr w:type="gramEnd"/>
      <w:r w:rsidRPr="002B4BE9">
        <w:rPr>
          <w:rFonts w:ascii="Times New Roman" w:hAnsi="Times New Roman"/>
        </w:rPr>
        <w:t xml:space="preserve"> addressed to the Em</w:t>
      </w:r>
      <w:r w:rsidR="00435A03" w:rsidRPr="002B4BE9">
        <w:rPr>
          <w:rFonts w:ascii="Times New Roman" w:hAnsi="Times New Roman"/>
        </w:rPr>
        <w:t xml:space="preserve">ployer in accordance with ITB </w:t>
      </w:r>
      <w:r w:rsidR="00DE3728" w:rsidRPr="002B4BE9">
        <w:rPr>
          <w:rFonts w:ascii="Times New Roman" w:hAnsi="Times New Roman"/>
        </w:rPr>
        <w:t>24.1</w:t>
      </w:r>
      <w:r w:rsidRPr="002B4BE9">
        <w:rPr>
          <w:rFonts w:ascii="Times New Roman" w:hAnsi="Times New Roman"/>
        </w:rPr>
        <w:t>;</w:t>
      </w:r>
    </w:p>
    <w:p w:rsidR="00C2668C" w:rsidRPr="002B4BE9" w:rsidRDefault="00C2668C" w:rsidP="006D6B33">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proofErr w:type="gramStart"/>
      <w:r w:rsidRPr="002B4BE9">
        <w:rPr>
          <w:rFonts w:ascii="Times New Roman" w:hAnsi="Times New Roman"/>
        </w:rPr>
        <w:t>bear</w:t>
      </w:r>
      <w:proofErr w:type="gramEnd"/>
      <w:r w:rsidRPr="002B4BE9">
        <w:rPr>
          <w:rFonts w:ascii="Times New Roman" w:hAnsi="Times New Roman"/>
        </w:rPr>
        <w:t xml:space="preserve"> the specific identification of this biddin</w:t>
      </w:r>
      <w:r w:rsidR="005A6658" w:rsidRPr="002B4BE9">
        <w:rPr>
          <w:rFonts w:ascii="Times New Roman" w:hAnsi="Times New Roman"/>
        </w:rPr>
        <w:t xml:space="preserve">g process indicated in the BDS </w:t>
      </w:r>
      <w:r w:rsidRPr="002B4BE9">
        <w:rPr>
          <w:rFonts w:ascii="Times New Roman" w:hAnsi="Times New Roman"/>
        </w:rPr>
        <w:t>1.1; and</w:t>
      </w:r>
    </w:p>
    <w:p w:rsidR="00C2668C" w:rsidRPr="002B4BE9" w:rsidRDefault="00C2668C" w:rsidP="006D6B33">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r>
      <w:proofErr w:type="gramStart"/>
      <w:r w:rsidRPr="002B4BE9">
        <w:rPr>
          <w:rFonts w:ascii="Times New Roman" w:hAnsi="Times New Roman"/>
        </w:rPr>
        <w:t>bear</w:t>
      </w:r>
      <w:proofErr w:type="gramEnd"/>
      <w:r w:rsidRPr="002B4BE9">
        <w:rPr>
          <w:rFonts w:ascii="Times New Roman" w:hAnsi="Times New Roman"/>
        </w:rPr>
        <w:t xml:space="preserve"> a warning not to open before the time and date for bid opening.</w:t>
      </w:r>
    </w:p>
    <w:p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The outer envelopes and the inner envelopes containing the Technical Bid shall bear a warning not to open before the time and date for the opening of Technical Bi</w:t>
      </w:r>
      <w:r w:rsidRPr="002B4BE9">
        <w:rPr>
          <w:rFonts w:ascii="Times New Roman" w:hAnsi="Times New Roman"/>
        </w:rPr>
        <w:t>d.</w:t>
      </w:r>
    </w:p>
    <w:p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The inner envelopes containing the Price Bid shall bear a warning not to open until advised by the Employer</w:t>
      </w:r>
      <w:r w:rsidRPr="002B4BE9">
        <w:rPr>
          <w:rFonts w:ascii="Times New Roman" w:hAnsi="Times New Roman"/>
        </w:rPr>
        <w:t>.</w:t>
      </w:r>
    </w:p>
    <w:p w:rsidR="00C2668C" w:rsidRPr="002B4BE9" w:rsidRDefault="00435A03"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.5</w:t>
      </w:r>
      <w:r w:rsidR="00C2668C" w:rsidRPr="002B4BE9">
        <w:rPr>
          <w:rFonts w:ascii="Times New Roman" w:hAnsi="Times New Roman"/>
        </w:rPr>
        <w:tab/>
        <w:t xml:space="preserve">Alternative Bids, if permissible </w:t>
      </w:r>
      <w:r w:rsidR="006D6B33" w:rsidRPr="002B4BE9">
        <w:rPr>
          <w:rFonts w:ascii="Times New Roman" w:hAnsi="Times New Roman"/>
        </w:rPr>
        <w:t xml:space="preserve">in accordance with </w:t>
      </w:r>
      <w:r w:rsidR="00DE3728" w:rsidRPr="002B4BE9">
        <w:rPr>
          <w:rFonts w:ascii="Times New Roman" w:hAnsi="Times New Roman"/>
        </w:rPr>
        <w:t>ITB Clause 13</w:t>
      </w:r>
      <w:r w:rsidR="00C2668C" w:rsidRPr="002B4BE9">
        <w:rPr>
          <w:rFonts w:ascii="Times New Roman" w:hAnsi="Times New Roman"/>
        </w:rPr>
        <w:t xml:space="preserve">, shall be prepared, sealed, marked, and delivered  in accordance with </w:t>
      </w:r>
      <w:r w:rsidR="006D6B33" w:rsidRPr="002B4BE9">
        <w:rPr>
          <w:rFonts w:ascii="Times New Roman" w:hAnsi="Times New Roman"/>
        </w:rPr>
        <w:t xml:space="preserve">the provisions of ITB Clauses </w:t>
      </w:r>
      <w:r w:rsidR="00DE3728" w:rsidRPr="002B4BE9">
        <w:rPr>
          <w:rFonts w:ascii="Times New Roman" w:hAnsi="Times New Roman"/>
        </w:rPr>
        <w:t>23and 24</w:t>
      </w:r>
      <w:r w:rsidR="00C2668C" w:rsidRPr="002B4BE9">
        <w:rPr>
          <w:rFonts w:ascii="Times New Roman" w:hAnsi="Times New Roman"/>
        </w:rPr>
        <w:t>, with the inner envelopes marked in addition “ALTERNATIVE NO….” as appropriate.</w:t>
      </w:r>
    </w:p>
    <w:p w:rsidR="00C2668C"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.6</w:t>
      </w:r>
      <w:r w:rsidR="00C2668C" w:rsidRPr="002B4BE9">
        <w:rPr>
          <w:rFonts w:ascii="Times New Roman" w:hAnsi="Times New Roman"/>
        </w:rPr>
        <w:tab/>
        <w:t>If all envelopes are not sealed and marked as requir</w:t>
      </w:r>
      <w:r w:rsidR="006D6B33" w:rsidRPr="002B4BE9">
        <w:rPr>
          <w:rFonts w:ascii="Times New Roman" w:hAnsi="Times New Roman"/>
        </w:rPr>
        <w:t xml:space="preserve">ed, the Employer will assume no </w:t>
      </w:r>
      <w:r w:rsidR="00C2668C" w:rsidRPr="002B4BE9">
        <w:rPr>
          <w:rFonts w:ascii="Times New Roman" w:hAnsi="Times New Roman"/>
        </w:rPr>
        <w:t>responsibility for the misplacement or premature opening of the bid.</w:t>
      </w:r>
      <w:r w:rsidR="00813649" w:rsidRPr="002B4BE9">
        <w:rPr>
          <w:rFonts w:ascii="Times New Roman" w:hAnsi="Times New Roman"/>
        </w:rPr>
        <w:t xml:space="preserve"> Such Bids shall not be accepted and shall be returned to the respective Bidder at the time of opening of Bid.</w:t>
      </w:r>
    </w:p>
    <w:p w:rsidR="00993FA3" w:rsidRPr="002B4BE9" w:rsidRDefault="00993FA3" w:rsidP="006D6B33">
      <w:pPr>
        <w:ind w:left="1440" w:hanging="720"/>
        <w:jc w:val="both"/>
        <w:rPr>
          <w:rFonts w:ascii="Times New Roman" w:hAnsi="Times New Roman"/>
        </w:rPr>
      </w:pPr>
    </w:p>
    <w:p w:rsidR="005B3741" w:rsidRPr="002B4BE9" w:rsidRDefault="005B3741" w:rsidP="006D6B33">
      <w:pPr>
        <w:ind w:left="1440" w:hanging="720"/>
        <w:jc w:val="both"/>
        <w:rPr>
          <w:rFonts w:ascii="Times New Roman" w:hAnsi="Times New Roman"/>
        </w:rPr>
      </w:pPr>
    </w:p>
    <w:p w:rsidR="00435A03" w:rsidRPr="002B4BE9" w:rsidRDefault="000500CF" w:rsidP="00435A03">
      <w:pPr>
        <w:pStyle w:val="Heading2"/>
        <w:rPr>
          <w:rFonts w:ascii="Times New Roman" w:hAnsi="Times New Roman"/>
        </w:rPr>
      </w:pPr>
      <w:bookmarkStart w:id="23" w:name="_Toc283881414"/>
      <w:r w:rsidRPr="002B4BE9">
        <w:rPr>
          <w:rFonts w:ascii="Times New Roman" w:hAnsi="Times New Roman"/>
        </w:rPr>
        <w:t>2</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Deadline for Submission of Bids</w:t>
      </w:r>
      <w:bookmarkEnd w:id="23"/>
      <w:r w:rsidR="00C2668C" w:rsidRPr="002B4BE9">
        <w:rPr>
          <w:rFonts w:ascii="Times New Roman" w:hAnsi="Times New Roman"/>
        </w:rPr>
        <w:tab/>
      </w:r>
    </w:p>
    <w:p w:rsidR="00C2668C" w:rsidRPr="002B4BE9" w:rsidRDefault="00C2668C"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 xml:space="preserve">Bids must be received by the Employer at the </w:t>
      </w:r>
      <w:r w:rsidR="00435A03" w:rsidRPr="002B4BE9">
        <w:rPr>
          <w:rFonts w:ascii="Times New Roman" w:hAnsi="Times New Roman"/>
        </w:rPr>
        <w:tab/>
      </w:r>
      <w:r w:rsidRPr="002B4BE9">
        <w:rPr>
          <w:rFonts w:ascii="Times New Roman" w:hAnsi="Times New Roman"/>
        </w:rPr>
        <w:t>address and no later than the date and time indicated in the BDS.</w:t>
      </w:r>
    </w:p>
    <w:p w:rsidR="00C2668C" w:rsidRPr="002B4BE9" w:rsidRDefault="00C2668C"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.2</w:t>
      </w:r>
      <w:r w:rsidRPr="002B4BE9">
        <w:rPr>
          <w:rFonts w:ascii="Times New Roman" w:hAnsi="Times New Roman"/>
        </w:rPr>
        <w:tab/>
        <w:t>The Employer may, at its discretion, extend the deadline for the submission of bids by amending the Bidding D</w:t>
      </w:r>
      <w:r w:rsidR="006D6B33" w:rsidRPr="002B4BE9">
        <w:rPr>
          <w:rFonts w:ascii="Times New Roman" w:hAnsi="Times New Roman"/>
        </w:rPr>
        <w:t xml:space="preserve">ocument in accordance with </w:t>
      </w:r>
      <w:r w:rsidR="00DE3728" w:rsidRPr="002B4BE9">
        <w:rPr>
          <w:rFonts w:ascii="Times New Roman" w:hAnsi="Times New Roman"/>
        </w:rPr>
        <w:t>ITB 8</w:t>
      </w:r>
      <w:r w:rsidRPr="002B4BE9">
        <w:rPr>
          <w:rFonts w:ascii="Times New Roman" w:hAnsi="Times New Roman"/>
        </w:rPr>
        <w:t>, in which case all rights and obligations of the Employer and Bidders previously subject to the deadline shall thereafter be subject to the deadline as extended.</w:t>
      </w:r>
    </w:p>
    <w:p w:rsidR="000D094C" w:rsidRPr="002B4BE9" w:rsidRDefault="000D094C" w:rsidP="006D6B33">
      <w:pPr>
        <w:ind w:left="1440" w:hanging="720"/>
        <w:jc w:val="both"/>
        <w:rPr>
          <w:rFonts w:ascii="Times New Roman" w:hAnsi="Times New Roman"/>
        </w:rPr>
      </w:pPr>
    </w:p>
    <w:p w:rsidR="000500CF" w:rsidRPr="002B4BE9" w:rsidRDefault="000500CF" w:rsidP="000500CF">
      <w:pPr>
        <w:pStyle w:val="Heading2"/>
        <w:rPr>
          <w:rFonts w:ascii="Times New Roman" w:hAnsi="Times New Roman"/>
        </w:rPr>
      </w:pPr>
      <w:bookmarkStart w:id="24" w:name="_Toc283881415"/>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Late Bids</w:t>
      </w:r>
      <w:bookmarkEnd w:id="24"/>
      <w:r w:rsidR="00C2668C" w:rsidRPr="002B4BE9">
        <w:rPr>
          <w:rFonts w:ascii="Times New Roman" w:hAnsi="Times New Roman"/>
        </w:rPr>
        <w:tab/>
      </w:r>
    </w:p>
    <w:p w:rsidR="00C2668C" w:rsidRPr="002B4BE9"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The Employer shall not consider any bid that arrives after the deadline for submission of</w:t>
      </w:r>
      <w:r w:rsidRPr="002B4BE9">
        <w:rPr>
          <w:rFonts w:ascii="Times New Roman" w:hAnsi="Times New Roman"/>
        </w:rPr>
        <w:t xml:space="preserve"> bids, in accordance with ITB </w:t>
      </w:r>
      <w:r w:rsidR="00DE3728" w:rsidRPr="002B4BE9">
        <w:rPr>
          <w:rFonts w:ascii="Times New Roman" w:hAnsi="Times New Roman"/>
        </w:rPr>
        <w:t>24</w:t>
      </w:r>
      <w:r w:rsidR="00C2668C" w:rsidRPr="002B4BE9">
        <w:rPr>
          <w:rFonts w:ascii="Times New Roman" w:hAnsi="Times New Roman"/>
        </w:rPr>
        <w:t>.  Any bid received by the Employer after the deadline for submission of bids shall be declared late, rejected, and returned unopened to the Bidder.</w:t>
      </w:r>
    </w:p>
    <w:p w:rsidR="000500CF" w:rsidRPr="002B4BE9" w:rsidRDefault="000500CF" w:rsidP="000500CF">
      <w:pPr>
        <w:pStyle w:val="Heading2"/>
        <w:rPr>
          <w:rFonts w:ascii="Times New Roman" w:hAnsi="Times New Roman"/>
        </w:rPr>
      </w:pPr>
      <w:bookmarkStart w:id="25" w:name="_Toc283881416"/>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Withdrawal</w:t>
      </w:r>
      <w:r w:rsidRPr="002B4BE9">
        <w:rPr>
          <w:rFonts w:ascii="Times New Roman" w:hAnsi="Times New Roman"/>
        </w:rPr>
        <w:t>, Substitution</w:t>
      </w:r>
      <w:r w:rsidR="00C2668C" w:rsidRPr="002B4BE9">
        <w:rPr>
          <w:rFonts w:ascii="Times New Roman" w:hAnsi="Times New Roman"/>
        </w:rPr>
        <w:t>, and Modification of Bids</w:t>
      </w:r>
      <w:bookmarkEnd w:id="25"/>
      <w:r w:rsidR="00C2668C" w:rsidRPr="002B4BE9">
        <w:rPr>
          <w:rFonts w:ascii="Times New Roman" w:hAnsi="Times New Roman"/>
        </w:rPr>
        <w:tab/>
      </w:r>
    </w:p>
    <w:p w:rsidR="00C2668C" w:rsidRPr="002B4BE9"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A Bidder may </w:t>
      </w:r>
      <w:r w:rsidRPr="002B4BE9">
        <w:rPr>
          <w:rFonts w:ascii="Times New Roman" w:hAnsi="Times New Roman"/>
        </w:rPr>
        <w:tab/>
      </w:r>
      <w:r w:rsidR="00C2668C" w:rsidRPr="002B4BE9">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2B4BE9">
        <w:rPr>
          <w:rFonts w:ascii="Times New Roman" w:hAnsi="Times New Roman"/>
        </w:rPr>
        <w:tab/>
        <w:t xml:space="preserve">accordance with </w:t>
      </w:r>
      <w:r w:rsidR="00DE3728" w:rsidRPr="002B4BE9">
        <w:rPr>
          <w:rFonts w:ascii="Times New Roman" w:hAnsi="Times New Roman"/>
        </w:rPr>
        <w:t>ITB 22.2</w:t>
      </w:r>
      <w:r w:rsidR="00C2668C" w:rsidRPr="002B4BE9">
        <w:rPr>
          <w:rFonts w:ascii="Times New Roman" w:hAnsi="Times New Roman"/>
        </w:rPr>
        <w:t>, (except that withdrawal notices do not require copies). The corresponding substitution or modification of the bid must accompany the respective written notice.  All notices must be:</w:t>
      </w:r>
    </w:p>
    <w:p w:rsidR="00C2668C" w:rsidRPr="002B4BE9" w:rsidRDefault="00C2668C" w:rsidP="00EA48B3">
      <w:pPr>
        <w:ind w:left="2160" w:hanging="720"/>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 xml:space="preserve">prepared and submitted in </w:t>
      </w:r>
      <w:r w:rsidR="008D6DFA" w:rsidRPr="002B4BE9">
        <w:rPr>
          <w:rFonts w:ascii="Times New Roman" w:hAnsi="Times New Roman"/>
        </w:rPr>
        <w:t xml:space="preserve">accordance with </w:t>
      </w:r>
      <w:r w:rsidR="00DE3728" w:rsidRPr="002B4BE9">
        <w:rPr>
          <w:rFonts w:ascii="Times New Roman" w:hAnsi="Times New Roman"/>
        </w:rPr>
        <w:t>ITB 22 and ITB 23</w:t>
      </w:r>
      <w:r w:rsidRPr="002B4BE9">
        <w:rPr>
          <w:rFonts w:ascii="Times New Roman" w:hAnsi="Times New Roman"/>
        </w:rPr>
        <w:t xml:space="preserve"> (except that withdrawals notices do not require copies), and in addition, the respective envelopes shall be clearly marked “Withdrawal,” “Substitution,” “Modification;” and</w:t>
      </w:r>
    </w:p>
    <w:p w:rsidR="00C2668C" w:rsidRPr="002B4BE9" w:rsidRDefault="00C2668C" w:rsidP="00EA48B3">
      <w:pPr>
        <w:ind w:left="2160" w:hanging="720"/>
        <w:rPr>
          <w:rFonts w:ascii="Times New Roman" w:hAnsi="Times New Roman"/>
        </w:rPr>
      </w:pPr>
      <w:proofErr w:type="gramStart"/>
      <w:r w:rsidRPr="002B4BE9">
        <w:rPr>
          <w:rFonts w:ascii="Times New Roman" w:hAnsi="Times New Roman"/>
        </w:rPr>
        <w:t>b</w:t>
      </w:r>
      <w:proofErr w:type="gramEnd"/>
      <w:r w:rsidRPr="002B4BE9">
        <w:rPr>
          <w:rFonts w:ascii="Times New Roman" w:hAnsi="Times New Roman"/>
        </w:rPr>
        <w:t>.</w:t>
      </w:r>
      <w:r w:rsidRPr="002B4BE9">
        <w:rPr>
          <w:rFonts w:ascii="Times New Roman" w:hAnsi="Times New Roman"/>
        </w:rPr>
        <w:tab/>
        <w:t xml:space="preserve">received by the Employer prior to the deadline prescribed for submission of </w:t>
      </w:r>
      <w:r w:rsidR="008D6DFA" w:rsidRPr="002B4BE9">
        <w:rPr>
          <w:rFonts w:ascii="Times New Roman" w:hAnsi="Times New Roman"/>
        </w:rPr>
        <w:t>bids, in accordance with ITB 25</w:t>
      </w:r>
      <w:r w:rsidRPr="002B4BE9">
        <w:rPr>
          <w:rFonts w:ascii="Times New Roman" w:hAnsi="Times New Roman"/>
        </w:rPr>
        <w:t>.</w:t>
      </w:r>
    </w:p>
    <w:p w:rsidR="00C2668C" w:rsidRPr="002B4BE9" w:rsidRDefault="000500CF" w:rsidP="00E14611">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 xml:space="preserve">Bids requested to be withdrawn in accordance with </w:t>
      </w:r>
      <w:r w:rsidR="00DE3728" w:rsidRPr="002B4BE9">
        <w:rPr>
          <w:rFonts w:ascii="Times New Roman" w:hAnsi="Times New Roman"/>
        </w:rPr>
        <w:t>ITB 26.1</w:t>
      </w:r>
      <w:r w:rsidR="00C2668C" w:rsidRPr="002B4BE9">
        <w:rPr>
          <w:rFonts w:ascii="Times New Roman" w:hAnsi="Times New Roman"/>
        </w:rPr>
        <w:t xml:space="preserve"> shall be returned unopened to the Bidders.</w:t>
      </w:r>
    </w:p>
    <w:p w:rsidR="00C2668C" w:rsidRPr="002B4BE9" w:rsidRDefault="000500CF" w:rsidP="008D6DFA">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rsidR="000500CF" w:rsidRPr="002B4BE9" w:rsidRDefault="000500CF" w:rsidP="000500CF">
      <w:pPr>
        <w:pStyle w:val="Heading2"/>
        <w:rPr>
          <w:rFonts w:ascii="Times New Roman" w:hAnsi="Times New Roman"/>
        </w:rPr>
      </w:pPr>
      <w:bookmarkStart w:id="26" w:name="_Toc283881417"/>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Bid Opening</w:t>
      </w:r>
      <w:bookmarkEnd w:id="26"/>
      <w:r w:rsidR="00C2668C" w:rsidRPr="002B4BE9">
        <w:rPr>
          <w:rFonts w:ascii="Times New Roman" w:hAnsi="Times New Roman"/>
        </w:rPr>
        <w:tab/>
      </w:r>
    </w:p>
    <w:p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The Employer shall conduct the opening of Technical </w:t>
      </w:r>
      <w:r w:rsidR="00BB30C8" w:rsidRPr="002B4BE9">
        <w:rPr>
          <w:rFonts w:ascii="Times New Roman" w:hAnsi="Times New Roman"/>
        </w:rPr>
        <w:t>Bids in</w:t>
      </w:r>
      <w:r w:rsidR="00C2668C" w:rsidRPr="002B4BE9">
        <w:rPr>
          <w:rFonts w:ascii="Times New Roman" w:hAnsi="Times New Roman"/>
        </w:rPr>
        <w:t xml:space="preserve"> the presence of Bidders` designated </w:t>
      </w:r>
      <w:r w:rsidR="008D6DFA" w:rsidRPr="002B4BE9">
        <w:rPr>
          <w:rFonts w:ascii="Times New Roman" w:hAnsi="Times New Roman"/>
        </w:rPr>
        <w:t>representatives who</w:t>
      </w:r>
      <w:r w:rsidR="00C2668C" w:rsidRPr="002B4BE9">
        <w:rPr>
          <w:rFonts w:ascii="Times New Roman" w:hAnsi="Times New Roman"/>
        </w:rPr>
        <w:t xml:space="preserve"> choose to attend and at the address, date and time specified in the BDS.  Any specific electronic bid opening procedures required if electronic bidding is permitted in a</w:t>
      </w:r>
      <w:r w:rsidR="008D6DFA" w:rsidRPr="002B4BE9">
        <w:rPr>
          <w:rFonts w:ascii="Times New Roman" w:hAnsi="Times New Roman"/>
        </w:rPr>
        <w:t xml:space="preserve">ccordance with </w:t>
      </w:r>
      <w:r w:rsidR="00DE3728" w:rsidRPr="002B4BE9">
        <w:rPr>
          <w:rFonts w:ascii="Times New Roman" w:hAnsi="Times New Roman"/>
        </w:rPr>
        <w:t>ITB Sub clause 23.1</w:t>
      </w:r>
      <w:r w:rsidR="00C2668C" w:rsidRPr="002B4BE9">
        <w:rPr>
          <w:rFonts w:ascii="Times New Roman" w:hAnsi="Times New Roman"/>
        </w:rPr>
        <w:t xml:space="preserve"> shall be as specified in the BDS. The Price Bids will remain unopened and will be held in custody of the Employer until the specified time of their opening.</w:t>
      </w:r>
    </w:p>
    <w:p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2B4BE9">
        <w:rPr>
          <w:rFonts w:ascii="Times New Roman" w:hAnsi="Times New Roman"/>
        </w:rPr>
        <w:t xml:space="preserve">ice Bid will remain unopened in </w:t>
      </w:r>
      <w:r w:rsidR="00C2668C" w:rsidRPr="002B4BE9">
        <w:rPr>
          <w:rFonts w:ascii="Times New Roman" w:hAnsi="Times New Roman"/>
        </w:rPr>
        <w:t>a</w:t>
      </w:r>
      <w:r w:rsidR="00772794" w:rsidRPr="002B4BE9">
        <w:rPr>
          <w:rFonts w:ascii="Times New Roman" w:hAnsi="Times New Roman"/>
        </w:rPr>
        <w:t xml:space="preserve">ccordance with </w:t>
      </w:r>
      <w:r w:rsidR="00DE3728" w:rsidRPr="002B4BE9">
        <w:rPr>
          <w:rFonts w:ascii="Times New Roman" w:hAnsi="Times New Roman"/>
        </w:rPr>
        <w:t>ITB Sub-Clause 26.1</w:t>
      </w:r>
      <w:r w:rsidR="00C2668C" w:rsidRPr="002B4BE9">
        <w:rPr>
          <w:rFonts w:ascii="Times New Roman" w:hAnsi="Times New Roman"/>
        </w:rPr>
        <w:t xml:space="preserve">. No envelope shall be substituted unless the corresponding Substitution Notice contains a valid authorization to request the substitution and is read out and recorded at bid opening. </w:t>
      </w:r>
    </w:p>
    <w:p w:rsidR="00C2668C" w:rsidRPr="002B4BE9" w:rsidRDefault="000500CF"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2B4BE9">
        <w:rPr>
          <w:rFonts w:ascii="Times New Roman" w:hAnsi="Times New Roman"/>
        </w:rPr>
        <w:t>ITB Sub-Clause 26.1</w:t>
      </w:r>
      <w:r w:rsidR="00C2668C" w:rsidRPr="002B4BE9">
        <w:rPr>
          <w:rFonts w:ascii="Times New Roman" w:hAnsi="Times New Roman"/>
        </w:rPr>
        <w:t>.</w:t>
      </w:r>
    </w:p>
    <w:p w:rsidR="00C2668C" w:rsidRPr="002B4BE9" w:rsidRDefault="000500CF" w:rsidP="00772794">
      <w:pPr>
        <w:tabs>
          <w:tab w:val="left" w:pos="1530"/>
        </w:tabs>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All other envelopes holding the Technical Bids shall b</w:t>
      </w:r>
      <w:r w:rsidR="008D6DFA" w:rsidRPr="002B4BE9">
        <w:rPr>
          <w:rFonts w:ascii="Times New Roman" w:hAnsi="Times New Roman"/>
        </w:rPr>
        <w:t xml:space="preserve">e opened one at a time, and the </w:t>
      </w:r>
      <w:r w:rsidR="00C2668C" w:rsidRPr="002B4BE9">
        <w:rPr>
          <w:rFonts w:ascii="Times New Roman" w:hAnsi="Times New Roman"/>
        </w:rPr>
        <w:t>following read out and recorded:</w:t>
      </w:r>
    </w:p>
    <w:p w:rsidR="00C2668C" w:rsidRPr="002B4BE9" w:rsidRDefault="000500CF" w:rsidP="00772794">
      <w:pPr>
        <w:tabs>
          <w:tab w:val="left" w:pos="1530"/>
        </w:tabs>
        <w:ind w:left="216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8D6DFA" w:rsidRPr="002B4BE9">
        <w:rPr>
          <w:rFonts w:ascii="Times New Roman" w:hAnsi="Times New Roman"/>
        </w:rPr>
        <w:t>The</w:t>
      </w:r>
      <w:r w:rsidR="00C2668C" w:rsidRPr="002B4BE9">
        <w:rPr>
          <w:rFonts w:ascii="Times New Roman" w:hAnsi="Times New Roman"/>
        </w:rPr>
        <w:t xml:space="preserve"> name of the Bidder;</w:t>
      </w:r>
    </w:p>
    <w:p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(b)</w:t>
      </w:r>
      <w:r w:rsidRPr="002B4BE9">
        <w:rPr>
          <w:rFonts w:ascii="Times New Roman" w:hAnsi="Times New Roman"/>
        </w:rPr>
        <w:tab/>
      </w:r>
      <w:r w:rsidR="008D6DFA" w:rsidRPr="002B4BE9">
        <w:rPr>
          <w:rFonts w:ascii="Times New Roman" w:hAnsi="Times New Roman"/>
        </w:rPr>
        <w:t>Whether</w:t>
      </w:r>
      <w:r w:rsidRPr="002B4BE9">
        <w:rPr>
          <w:rFonts w:ascii="Times New Roman" w:hAnsi="Times New Roman"/>
        </w:rPr>
        <w:t xml:space="preserve"> there is a modification or substitution;</w:t>
      </w:r>
    </w:p>
    <w:p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(c)</w:t>
      </w:r>
      <w:r w:rsidRPr="002B4BE9">
        <w:rPr>
          <w:rFonts w:ascii="Times New Roman" w:hAnsi="Times New Roman"/>
        </w:rPr>
        <w:tab/>
      </w:r>
      <w:r w:rsidR="008D6DFA" w:rsidRPr="002B4BE9">
        <w:rPr>
          <w:rFonts w:ascii="Times New Roman" w:hAnsi="Times New Roman"/>
        </w:rPr>
        <w:t>The</w:t>
      </w:r>
      <w:r w:rsidRPr="002B4BE9">
        <w:rPr>
          <w:rFonts w:ascii="Times New Roman" w:hAnsi="Times New Roman"/>
        </w:rPr>
        <w:t xml:space="preserve"> presence of a Bid Security, if required; and</w:t>
      </w:r>
    </w:p>
    <w:p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(d)</w:t>
      </w:r>
      <w:r w:rsidRPr="002B4BE9">
        <w:rPr>
          <w:rFonts w:ascii="Times New Roman" w:hAnsi="Times New Roman"/>
        </w:rPr>
        <w:tab/>
      </w:r>
      <w:r w:rsidR="008D6DFA" w:rsidRPr="002B4BE9">
        <w:rPr>
          <w:rFonts w:ascii="Times New Roman" w:hAnsi="Times New Roman"/>
        </w:rPr>
        <w:t>Any</w:t>
      </w:r>
      <w:r w:rsidRPr="002B4BE9">
        <w:rPr>
          <w:rFonts w:ascii="Times New Roman" w:hAnsi="Times New Roman"/>
        </w:rPr>
        <w:t xml:space="preserve"> other details as the Employer may consider appropriate.</w:t>
      </w:r>
    </w:p>
    <w:p w:rsidR="00C2668C" w:rsidRPr="002B4BE9" w:rsidRDefault="00772794" w:rsidP="00772794">
      <w:pPr>
        <w:tabs>
          <w:tab w:val="left" w:pos="1530"/>
        </w:tabs>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Technical Bids and alternative Technical Bi</w:t>
      </w:r>
      <w:r w:rsidRPr="002B4BE9">
        <w:rPr>
          <w:rFonts w:ascii="Times New Roman" w:hAnsi="Times New Roman"/>
        </w:rPr>
        <w:t xml:space="preserve">ds read out and recorded at bid </w:t>
      </w:r>
      <w:r w:rsidR="00C2668C" w:rsidRPr="002B4BE9">
        <w:rPr>
          <w:rFonts w:ascii="Times New Roman" w:hAnsi="Times New Roman"/>
        </w:rPr>
        <w:t xml:space="preserve">opening shall be considered for evaluation. No Bid shall be rejected at the opening of Technical Bids except for late bids, in accordance with </w:t>
      </w:r>
      <w:r w:rsidR="00DE3728" w:rsidRPr="002B4BE9">
        <w:rPr>
          <w:rFonts w:ascii="Times New Roman" w:hAnsi="Times New Roman"/>
        </w:rPr>
        <w:t>ITB Sub-Clause 24.1</w:t>
      </w:r>
      <w:r w:rsidR="00C2668C" w:rsidRPr="002B4BE9">
        <w:rPr>
          <w:rFonts w:ascii="Times New Roman" w:hAnsi="Times New Roman"/>
        </w:rPr>
        <w:t>.</w:t>
      </w:r>
    </w:p>
    <w:p w:rsidR="00C2668C" w:rsidRPr="002B4BE9" w:rsidRDefault="0042698E"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The Employer shall prep</w:t>
      </w:r>
      <w:r w:rsidR="00A95662" w:rsidRPr="002B4BE9">
        <w:rPr>
          <w:rFonts w:ascii="Times New Roman" w:hAnsi="Times New Roman"/>
        </w:rPr>
        <w:t xml:space="preserve">are a record of the opening of </w:t>
      </w:r>
      <w:r w:rsidR="00C2668C" w:rsidRPr="002B4BE9">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C2668C" w:rsidRPr="002B4BE9" w:rsidRDefault="0042698E" w:rsidP="00A95662">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rsidR="00C2668C" w:rsidRPr="002B4BE9" w:rsidRDefault="0042698E" w:rsidP="00A95662">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.8</w:t>
      </w:r>
      <w:r w:rsidR="00C2668C" w:rsidRPr="002B4BE9">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.9</w:t>
      </w:r>
      <w:r w:rsidR="00C2668C" w:rsidRPr="002B4BE9">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rsidR="00C2668C" w:rsidRPr="002B4BE9" w:rsidRDefault="0042698E" w:rsidP="00F8446D">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.10</w:t>
      </w:r>
      <w:r w:rsidR="00C2668C" w:rsidRPr="002B4BE9">
        <w:rPr>
          <w:rFonts w:ascii="Times New Roman" w:hAnsi="Times New Roman"/>
        </w:rPr>
        <w:tab/>
        <w:t>All envelopes containing Price Bids shall be opened one at a time and the following read out and recorded:</w:t>
      </w:r>
    </w:p>
    <w:p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proofErr w:type="gramStart"/>
      <w:r w:rsidR="00C2668C" w:rsidRPr="002B4BE9">
        <w:rPr>
          <w:rFonts w:ascii="Times New Roman" w:hAnsi="Times New Roman"/>
        </w:rPr>
        <w:t>the</w:t>
      </w:r>
      <w:proofErr w:type="gramEnd"/>
      <w:r w:rsidR="00C2668C" w:rsidRPr="002B4BE9">
        <w:rPr>
          <w:rFonts w:ascii="Times New Roman" w:hAnsi="Times New Roman"/>
        </w:rPr>
        <w:t xml:space="preserve"> name of the Bidder;</w:t>
      </w:r>
    </w:p>
    <w:p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proofErr w:type="gramStart"/>
      <w:r w:rsidR="00C2668C" w:rsidRPr="002B4BE9">
        <w:rPr>
          <w:rFonts w:ascii="Times New Roman" w:hAnsi="Times New Roman"/>
        </w:rPr>
        <w:t>whether</w:t>
      </w:r>
      <w:proofErr w:type="gramEnd"/>
      <w:r w:rsidR="00C2668C" w:rsidRPr="002B4BE9">
        <w:rPr>
          <w:rFonts w:ascii="Times New Roman" w:hAnsi="Times New Roman"/>
        </w:rPr>
        <w:t xml:space="preserve"> there is a modification or substitution;</w:t>
      </w:r>
    </w:p>
    <w:p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r>
      <w:proofErr w:type="gramStart"/>
      <w:r w:rsidR="00C2668C" w:rsidRPr="002B4BE9">
        <w:rPr>
          <w:rFonts w:ascii="Times New Roman" w:hAnsi="Times New Roman"/>
        </w:rPr>
        <w:t>the</w:t>
      </w:r>
      <w:proofErr w:type="gramEnd"/>
      <w:r w:rsidR="00C2668C" w:rsidRPr="002B4BE9">
        <w:rPr>
          <w:rFonts w:ascii="Times New Roman" w:hAnsi="Times New Roman"/>
        </w:rPr>
        <w:t xml:space="preserve"> Bid Prices, including any discounts and alternative offers; and</w:t>
      </w:r>
    </w:p>
    <w:p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(d)</w:t>
      </w:r>
      <w:r w:rsidR="00C2668C" w:rsidRPr="002B4BE9">
        <w:rPr>
          <w:rFonts w:ascii="Times New Roman" w:hAnsi="Times New Roman"/>
        </w:rPr>
        <w:tab/>
      </w:r>
      <w:proofErr w:type="gramStart"/>
      <w:r w:rsidR="00C2668C" w:rsidRPr="002B4BE9">
        <w:rPr>
          <w:rFonts w:ascii="Times New Roman" w:hAnsi="Times New Roman"/>
        </w:rPr>
        <w:t>any</w:t>
      </w:r>
      <w:proofErr w:type="gramEnd"/>
      <w:r w:rsidR="00C2668C" w:rsidRPr="002B4BE9">
        <w:rPr>
          <w:rFonts w:ascii="Times New Roman" w:hAnsi="Times New Roman"/>
        </w:rPr>
        <w:t xml:space="preserve"> other details as the Employer may consider appropriate.</w:t>
      </w:r>
    </w:p>
    <w:p w:rsidR="00C2668C" w:rsidRPr="002B4BE9" w:rsidRDefault="00F8446D" w:rsidP="00F8446D">
      <w:pPr>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Price Bids discounts, and alternative offers read out and recorded during the opening of Price Bids shall be considered for evaluation. No Bid shall be rejected at the opening of Price Bids</w:t>
      </w:r>
      <w:r w:rsidRPr="002B4BE9">
        <w:rPr>
          <w:rFonts w:ascii="Times New Roman" w:hAnsi="Times New Roman"/>
        </w:rPr>
        <w:t>.</w:t>
      </w:r>
    </w:p>
    <w:p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.11</w:t>
      </w:r>
      <w:r w:rsidR="00C2668C" w:rsidRPr="002B4BE9">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2B4BE9">
        <w:rPr>
          <w:rFonts w:ascii="Times New Roman" w:hAnsi="Times New Roman"/>
        </w:rPr>
        <w:t xml:space="preserve">hall </w:t>
      </w:r>
      <w:r w:rsidR="00C2668C" w:rsidRPr="002B4BE9">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42698E" w:rsidRPr="002B4BE9" w:rsidRDefault="00B34C4D" w:rsidP="0042698E">
      <w:pPr>
        <w:pStyle w:val="Heading2"/>
        <w:rPr>
          <w:rFonts w:ascii="Times New Roman" w:hAnsi="Times New Roman"/>
        </w:rPr>
      </w:pPr>
      <w:bookmarkStart w:id="27" w:name="_Toc283881418"/>
      <w:r w:rsidRPr="002B4BE9">
        <w:rPr>
          <w:rFonts w:ascii="Times New Roman" w:hAnsi="Times New Roman"/>
        </w:rPr>
        <w:t>28</w:t>
      </w:r>
      <w:r w:rsidR="00C2668C" w:rsidRPr="002B4BE9">
        <w:rPr>
          <w:rFonts w:ascii="Times New Roman" w:hAnsi="Times New Roman"/>
        </w:rPr>
        <w:t>.</w:t>
      </w:r>
      <w:r w:rsidR="00C2668C" w:rsidRPr="002B4BE9">
        <w:rPr>
          <w:rFonts w:ascii="Times New Roman" w:hAnsi="Times New Roman"/>
        </w:rPr>
        <w:tab/>
        <w:t>Confidentiality</w:t>
      </w:r>
      <w:bookmarkEnd w:id="27"/>
      <w:r w:rsidR="00C2668C" w:rsidRPr="002B4BE9">
        <w:rPr>
          <w:rFonts w:ascii="Times New Roman" w:hAnsi="Times New Roman"/>
        </w:rPr>
        <w:tab/>
      </w:r>
    </w:p>
    <w:p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attempt by a Bidder to influence the Employer in the evaluation of the bids or Contract award decisions may result in the rejection of its bid.</w:t>
      </w:r>
    </w:p>
    <w:p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Pr="002B4BE9">
        <w:rPr>
          <w:rFonts w:ascii="Times New Roman" w:hAnsi="Times New Roman"/>
        </w:rPr>
        <w:t>.3</w:t>
      </w:r>
      <w:r w:rsidRPr="002B4BE9">
        <w:rPr>
          <w:rFonts w:ascii="Times New Roman" w:hAnsi="Times New Roman"/>
        </w:rPr>
        <w:tab/>
        <w:t>Notwithstanding</w:t>
      </w:r>
      <w:r w:rsidR="00F8446D" w:rsidRPr="002B4BE9">
        <w:rPr>
          <w:rFonts w:ascii="Times New Roman" w:hAnsi="Times New Roman"/>
        </w:rPr>
        <w:t xml:space="preserve"> </w:t>
      </w:r>
      <w:r w:rsidR="00DE3728" w:rsidRPr="002B4BE9">
        <w:rPr>
          <w:rFonts w:ascii="Times New Roman" w:hAnsi="Times New Roman"/>
        </w:rPr>
        <w:t>ITB 28.2</w:t>
      </w:r>
      <w:r w:rsidR="00C2668C" w:rsidRPr="002B4BE9">
        <w:rPr>
          <w:rFonts w:ascii="Times New Roman" w:hAnsi="Times New Roman"/>
        </w:rPr>
        <w:t>, from the time of bid opening to the time of Contract award, if any Bidder wishes to contact the Employer on any matter related to the bidding process, it should do so in writing.</w:t>
      </w:r>
    </w:p>
    <w:p w:rsidR="0042698E" w:rsidRPr="002B4BE9" w:rsidRDefault="0042698E" w:rsidP="0042698E">
      <w:pPr>
        <w:pStyle w:val="Heading2"/>
        <w:rPr>
          <w:rFonts w:ascii="Times New Roman" w:hAnsi="Times New Roman"/>
        </w:rPr>
      </w:pPr>
      <w:bookmarkStart w:id="28" w:name="_Toc283881419"/>
      <w:r w:rsidRPr="002B4BE9">
        <w:rPr>
          <w:rFonts w:ascii="Times New Roman" w:hAnsi="Times New Roman"/>
        </w:rPr>
        <w:t>2</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Clarification of Bids</w:t>
      </w:r>
      <w:bookmarkEnd w:id="28"/>
      <w:r w:rsidR="00C2668C" w:rsidRPr="002B4BE9">
        <w:rPr>
          <w:rFonts w:ascii="Times New Roman" w:hAnsi="Times New Roman"/>
        </w:rPr>
        <w:tab/>
      </w:r>
    </w:p>
    <w:p w:rsidR="00C2668C" w:rsidRPr="002B4BE9" w:rsidRDefault="00C2668C" w:rsidP="005A1A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response shall be in writing.  No change in the substance of the Technical Bid or prices in the Price Bid shall be sought, offered, or permitted, except to confirm the </w:t>
      </w:r>
      <w:r w:rsidR="00DE3728" w:rsidRPr="002B4BE9">
        <w:rPr>
          <w:rFonts w:ascii="Times New Roman" w:hAnsi="Times New Roman"/>
        </w:rPr>
        <w:t>correction of arithmetic errors discovered by the Employer in the evaluation of the bids, in accordance with ITB 36.</w:t>
      </w:r>
    </w:p>
    <w:p w:rsidR="00C2668C" w:rsidRPr="002B4BE9" w:rsidRDefault="00C2668C" w:rsidP="00F8446D">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rsidR="0042698E" w:rsidRPr="002B4BE9" w:rsidRDefault="00B34C4D" w:rsidP="0042698E">
      <w:pPr>
        <w:pStyle w:val="Heading2"/>
        <w:rPr>
          <w:rFonts w:ascii="Times New Roman" w:hAnsi="Times New Roman"/>
        </w:rPr>
      </w:pPr>
      <w:bookmarkStart w:id="29" w:name="_Toc283881420"/>
      <w:r w:rsidRPr="002B4BE9">
        <w:rPr>
          <w:rFonts w:ascii="Times New Roman" w:hAnsi="Times New Roman"/>
        </w:rPr>
        <w:t>30</w:t>
      </w:r>
      <w:r w:rsidR="00C2668C" w:rsidRPr="002B4BE9">
        <w:rPr>
          <w:rFonts w:ascii="Times New Roman" w:hAnsi="Times New Roman"/>
        </w:rPr>
        <w:t>.</w:t>
      </w:r>
      <w:r w:rsidR="00C2668C" w:rsidRPr="002B4BE9">
        <w:rPr>
          <w:rFonts w:ascii="Times New Roman" w:hAnsi="Times New Roman"/>
        </w:rPr>
        <w:tab/>
        <w:t>Deviations, Reservations, and Omissions</w:t>
      </w:r>
      <w:bookmarkEnd w:id="29"/>
      <w:r w:rsidR="00C2668C" w:rsidRPr="002B4BE9">
        <w:rPr>
          <w:rFonts w:ascii="Times New Roman" w:hAnsi="Times New Roman"/>
        </w:rPr>
        <w:tab/>
      </w:r>
    </w:p>
    <w:p w:rsidR="00C2668C" w:rsidRPr="002B4BE9" w:rsidRDefault="00C2668C" w:rsidP="00F8446D">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rsidR="00F8446D" w:rsidRPr="002B4BE9" w:rsidRDefault="00C2668C" w:rsidP="00F8446D">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rsidR="00F8446D" w:rsidRPr="002B4BE9" w:rsidRDefault="00C2668C" w:rsidP="00F8446D">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rsidR="00C2668C" w:rsidRPr="002B4BE9" w:rsidRDefault="00C2668C" w:rsidP="00F8446D">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rsidR="0042698E" w:rsidRPr="002B4BE9" w:rsidRDefault="00B34C4D" w:rsidP="0042698E">
      <w:pPr>
        <w:pStyle w:val="Heading2"/>
        <w:rPr>
          <w:rFonts w:ascii="Times New Roman" w:hAnsi="Times New Roman"/>
        </w:rPr>
      </w:pPr>
      <w:bookmarkStart w:id="30" w:name="_Toc283881421"/>
      <w:r w:rsidRPr="002B4BE9">
        <w:rPr>
          <w:rFonts w:ascii="Times New Roman" w:hAnsi="Times New Roman"/>
        </w:rPr>
        <w:t>31</w:t>
      </w:r>
      <w:r w:rsidR="00C2668C" w:rsidRPr="002B4BE9">
        <w:rPr>
          <w:rFonts w:ascii="Times New Roman" w:hAnsi="Times New Roman"/>
        </w:rPr>
        <w:t>.</w:t>
      </w:r>
      <w:r w:rsidR="00C2668C" w:rsidRPr="002B4BE9">
        <w:rPr>
          <w:rFonts w:ascii="Times New Roman" w:hAnsi="Times New Roman"/>
        </w:rPr>
        <w:tab/>
        <w:t xml:space="preserve">Preliminary </w:t>
      </w:r>
      <w:r w:rsidR="0042698E" w:rsidRPr="002B4BE9">
        <w:rPr>
          <w:rFonts w:ascii="Times New Roman" w:hAnsi="Times New Roman"/>
        </w:rPr>
        <w:t>Examination of Technical Bids</w:t>
      </w:r>
      <w:bookmarkEnd w:id="30"/>
      <w:r w:rsidR="0042698E" w:rsidRPr="002B4BE9">
        <w:rPr>
          <w:rFonts w:ascii="Times New Roman" w:hAnsi="Times New Roman"/>
        </w:rPr>
        <w:tab/>
      </w:r>
    </w:p>
    <w:p w:rsidR="00F8446D"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The Employer shall examine the Technical Bid to confirm that all documents and technical documentatio</w:t>
      </w:r>
      <w:r w:rsidR="00F8446D" w:rsidRPr="002B4BE9">
        <w:rPr>
          <w:rFonts w:ascii="Times New Roman" w:hAnsi="Times New Roman"/>
        </w:rPr>
        <w:t xml:space="preserve">n requested in </w:t>
      </w:r>
      <w:r w:rsidR="00DE3728" w:rsidRPr="002B4BE9">
        <w:rPr>
          <w:rFonts w:ascii="Times New Roman" w:hAnsi="Times New Roman"/>
        </w:rPr>
        <w:t>ITB Sub-Clause 11.2</w:t>
      </w:r>
      <w:r w:rsidR="00C2668C" w:rsidRPr="002B4BE9">
        <w:rPr>
          <w:rFonts w:ascii="Times New Roman" w:hAnsi="Times New Roman"/>
        </w:rPr>
        <w:t xml:space="preserve"> have been provided, and to determine the completeness of each document submitted. If any of these documents or information is missing, the Bid may be rejected.</w:t>
      </w:r>
    </w:p>
    <w:p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The Employer shall confirm that the following documents and information have been provided in the Technical bid. If any of these documents or information is missing, the offer shall be rejected.</w:t>
      </w:r>
    </w:p>
    <w:p w:rsidR="00F8446D" w:rsidRPr="002B4BE9" w:rsidRDefault="00C2668C" w:rsidP="00F8446D">
      <w:pPr>
        <w:ind w:left="2160" w:hanging="720"/>
        <w:jc w:val="both"/>
        <w:rPr>
          <w:rFonts w:ascii="Times New Roman" w:hAnsi="Times New Roman"/>
        </w:rPr>
      </w:pPr>
      <w:r w:rsidRPr="002B4BE9">
        <w:rPr>
          <w:rFonts w:ascii="Times New Roman" w:hAnsi="Times New Roman"/>
        </w:rPr>
        <w:t>(a) Letter of Technical bid</w:t>
      </w:r>
    </w:p>
    <w:p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(b) </w:t>
      </w:r>
      <w:proofErr w:type="gramStart"/>
      <w:r w:rsidRPr="002B4BE9">
        <w:rPr>
          <w:rFonts w:ascii="Times New Roman" w:hAnsi="Times New Roman"/>
        </w:rPr>
        <w:t>written</w:t>
      </w:r>
      <w:proofErr w:type="gramEnd"/>
      <w:r w:rsidRPr="002B4BE9">
        <w:rPr>
          <w:rFonts w:ascii="Times New Roman" w:hAnsi="Times New Roman"/>
        </w:rPr>
        <w:t xml:space="preserve"> confirmation of authorization to commit the bidder;</w:t>
      </w:r>
    </w:p>
    <w:p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(c) Bid Security, if applicable and </w:t>
      </w:r>
    </w:p>
    <w:p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(d) Technical Proposal in accordance with </w:t>
      </w:r>
      <w:r w:rsidR="00DE3728" w:rsidRPr="002B4BE9">
        <w:rPr>
          <w:rFonts w:ascii="Times New Roman" w:hAnsi="Times New Roman"/>
        </w:rPr>
        <w:t>ITB 17</w:t>
      </w:r>
      <w:r w:rsidRPr="002B4BE9">
        <w:rPr>
          <w:rFonts w:ascii="Times New Roman" w:hAnsi="Times New Roman"/>
        </w:rPr>
        <w:t>.</w:t>
      </w:r>
    </w:p>
    <w:p w:rsidR="00F56E5C" w:rsidRPr="002B4BE9" w:rsidRDefault="00F56E5C" w:rsidP="00F8446D">
      <w:pPr>
        <w:ind w:left="2160" w:hanging="720"/>
        <w:jc w:val="both"/>
        <w:rPr>
          <w:rFonts w:ascii="Times New Roman" w:hAnsi="Times New Roman"/>
        </w:rPr>
      </w:pPr>
    </w:p>
    <w:p w:rsidR="0042698E" w:rsidRPr="002B4BE9" w:rsidRDefault="0042698E" w:rsidP="0042698E">
      <w:pPr>
        <w:pStyle w:val="Heading2"/>
        <w:rPr>
          <w:rFonts w:ascii="Times New Roman" w:hAnsi="Times New Roman"/>
        </w:rPr>
      </w:pPr>
      <w:bookmarkStart w:id="31" w:name="_Toc283881422"/>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Responsiveness of Technical Bid</w:t>
      </w:r>
      <w:bookmarkEnd w:id="31"/>
      <w:r w:rsidR="00C2668C" w:rsidRPr="002B4BE9">
        <w:rPr>
          <w:rFonts w:ascii="Times New Roman" w:hAnsi="Times New Roman"/>
        </w:rPr>
        <w:tab/>
      </w:r>
    </w:p>
    <w:p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Employer’s determination of a bid’s responsiveness is to be based on the contents of the</w:t>
      </w:r>
      <w:r w:rsidR="00F8446D" w:rsidRPr="002B4BE9">
        <w:rPr>
          <w:rFonts w:ascii="Times New Roman" w:hAnsi="Times New Roman"/>
        </w:rPr>
        <w:t xml:space="preserve"> bid itself, as defined in </w:t>
      </w:r>
      <w:r w:rsidR="00DE3728" w:rsidRPr="002B4BE9">
        <w:rPr>
          <w:rFonts w:ascii="Times New Roman" w:hAnsi="Times New Roman"/>
        </w:rPr>
        <w:t>ITB11.</w:t>
      </w:r>
    </w:p>
    <w:p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A substantially responsive Technical bid is one that meets the requirements of the Bidding Document without material deviation, reservation, or omission.  A material deviation, reservation, or omission is one that,</w:t>
      </w:r>
    </w:p>
    <w:p w:rsidR="00C2668C" w:rsidRPr="002B4BE9" w:rsidRDefault="00F8446D" w:rsidP="00F8446D">
      <w:pPr>
        <w:ind w:left="2160" w:hanging="720"/>
        <w:jc w:val="both"/>
        <w:rPr>
          <w:rFonts w:ascii="Times New Roman" w:hAnsi="Times New Roman"/>
        </w:rPr>
      </w:pPr>
      <w:r w:rsidRPr="002B4BE9">
        <w:rPr>
          <w:rFonts w:ascii="Times New Roman" w:hAnsi="Times New Roman"/>
        </w:rPr>
        <w:tab/>
      </w:r>
      <w:proofErr w:type="gramStart"/>
      <w:r w:rsidR="00C2668C" w:rsidRPr="002B4BE9">
        <w:rPr>
          <w:rFonts w:ascii="Times New Roman" w:hAnsi="Times New Roman"/>
        </w:rPr>
        <w:t>a</w:t>
      </w:r>
      <w:proofErr w:type="gramEnd"/>
      <w:r w:rsidR="00C2668C" w:rsidRPr="002B4BE9">
        <w:rPr>
          <w:rFonts w:ascii="Times New Roman" w:hAnsi="Times New Roman"/>
        </w:rPr>
        <w:t>.</w:t>
      </w:r>
      <w:r w:rsidR="00C2668C" w:rsidRPr="002B4BE9">
        <w:rPr>
          <w:rFonts w:ascii="Times New Roman" w:hAnsi="Times New Roman"/>
        </w:rPr>
        <w:tab/>
        <w:t>if accepted, would:</w:t>
      </w:r>
    </w:p>
    <w:p w:rsidR="00F8446D" w:rsidRPr="002B4BE9" w:rsidRDefault="00C2668C" w:rsidP="00F8446D">
      <w:pPr>
        <w:ind w:leftChars="1145" w:left="2880" w:hangingChars="164" w:hanging="361"/>
        <w:jc w:val="both"/>
        <w:rPr>
          <w:rFonts w:ascii="Times New Roman" w:hAnsi="Times New Roman"/>
        </w:rPr>
      </w:pPr>
      <w:proofErr w:type="spellStart"/>
      <w:proofErr w:type="gramStart"/>
      <w:r w:rsidRPr="002B4BE9">
        <w:rPr>
          <w:rFonts w:ascii="Times New Roman" w:hAnsi="Times New Roman"/>
        </w:rPr>
        <w:t>i</w:t>
      </w:r>
      <w:proofErr w:type="spellEnd"/>
      <w:proofErr w:type="gramEnd"/>
      <w:r w:rsidRPr="002B4BE9">
        <w:rPr>
          <w:rFonts w:ascii="Times New Roman" w:hAnsi="Times New Roman"/>
        </w:rPr>
        <w:t>.</w:t>
      </w:r>
      <w:r w:rsidRPr="002B4BE9">
        <w:rPr>
          <w:rFonts w:ascii="Times New Roman" w:hAnsi="Times New Roman"/>
        </w:rPr>
        <w:tab/>
        <w:t>affect in any substantial way the scope, quality, or performance of the plant and services specified in the Contract; or</w:t>
      </w:r>
    </w:p>
    <w:p w:rsidR="00C2668C"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ii.</w:t>
      </w:r>
      <w:r w:rsidRPr="002B4BE9">
        <w:rPr>
          <w:rFonts w:ascii="Times New Roman" w:hAnsi="Times New Roman"/>
        </w:rPr>
        <w:tab/>
      </w:r>
      <w:proofErr w:type="gramStart"/>
      <w:r w:rsidRPr="002B4BE9">
        <w:rPr>
          <w:rFonts w:ascii="Times New Roman" w:hAnsi="Times New Roman"/>
        </w:rPr>
        <w:t>limit</w:t>
      </w:r>
      <w:proofErr w:type="gramEnd"/>
      <w:r w:rsidRPr="002B4BE9">
        <w:rPr>
          <w:rFonts w:ascii="Times New Roman" w:hAnsi="Times New Roman"/>
        </w:rPr>
        <w:t xml:space="preserve"> in any substantial way, inconsistent with the Bidding Document, the Employer’s rights or the Bidder’s obligations under the proposed Contract; or</w:t>
      </w:r>
    </w:p>
    <w:p w:rsidR="00C2668C" w:rsidRPr="002B4BE9" w:rsidRDefault="00C2668C" w:rsidP="00F8446D">
      <w:pPr>
        <w:ind w:left="2880" w:hanging="720"/>
        <w:rPr>
          <w:rFonts w:ascii="Times New Roman" w:hAnsi="Times New Roman"/>
        </w:rPr>
      </w:pPr>
      <w:proofErr w:type="gramStart"/>
      <w:r w:rsidRPr="002B4BE9">
        <w:rPr>
          <w:rFonts w:ascii="Times New Roman" w:hAnsi="Times New Roman"/>
        </w:rPr>
        <w:t>b</w:t>
      </w:r>
      <w:proofErr w:type="gramEnd"/>
      <w:r w:rsidRPr="002B4BE9">
        <w:rPr>
          <w:rFonts w:ascii="Times New Roman" w:hAnsi="Times New Roman"/>
        </w:rPr>
        <w:t>.</w:t>
      </w:r>
      <w:r w:rsidRPr="002B4BE9">
        <w:rPr>
          <w:rFonts w:ascii="Times New Roman" w:hAnsi="Times New Roman"/>
        </w:rPr>
        <w:tab/>
        <w:t>if rectified, would unfairly affect the competitive position of other Bidders presenting substantially responsive bids.</w:t>
      </w:r>
    </w:p>
    <w:p w:rsidR="00C2668C" w:rsidRPr="002B4BE9" w:rsidRDefault="0042698E" w:rsidP="005A1A91">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 xml:space="preserve">The Employer shall examine the technical aspects of the Bid Submitted in accordance with </w:t>
      </w:r>
      <w:r w:rsidR="00DE3728" w:rsidRPr="002B4BE9">
        <w:rPr>
          <w:rFonts w:ascii="Times New Roman" w:hAnsi="Times New Roman"/>
        </w:rPr>
        <w:t>ITB 17,</w:t>
      </w:r>
      <w:r w:rsidR="00C2668C" w:rsidRPr="002B4BE9">
        <w:rPr>
          <w:rFonts w:ascii="Times New Roman" w:hAnsi="Times New Roman"/>
        </w:rPr>
        <w:t xml:space="preserve"> Technical Proposal in particular to confirm that all requirements of </w:t>
      </w:r>
      <w:r w:rsidR="00DE3728" w:rsidRPr="002B4BE9">
        <w:rPr>
          <w:rFonts w:ascii="Times New Roman" w:hAnsi="Times New Roman"/>
        </w:rPr>
        <w:t>Section 6 (Employer’s Requirements</w:t>
      </w:r>
      <w:r w:rsidR="00C2668C" w:rsidRPr="002B4BE9">
        <w:rPr>
          <w:rFonts w:ascii="Times New Roman" w:hAnsi="Times New Roman"/>
        </w:rPr>
        <w:t xml:space="preserve">) have been met without any material deviation or reservation. </w:t>
      </w:r>
    </w:p>
    <w:p w:rsidR="008B0AEC"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2B4BE9">
        <w:rPr>
          <w:rFonts w:ascii="Times New Roman" w:hAnsi="Times New Roman"/>
        </w:rPr>
        <w:t>tion, reservation, or omission.</w:t>
      </w:r>
    </w:p>
    <w:p w:rsidR="0042698E" w:rsidRPr="002B4BE9" w:rsidRDefault="00B34C4D" w:rsidP="0042698E">
      <w:pPr>
        <w:pStyle w:val="Heading2"/>
        <w:rPr>
          <w:rFonts w:ascii="Times New Roman" w:hAnsi="Times New Roman"/>
        </w:rPr>
      </w:pPr>
      <w:bookmarkStart w:id="32" w:name="_Toc283881423"/>
      <w:r w:rsidRPr="002B4BE9">
        <w:rPr>
          <w:rFonts w:ascii="Times New Roman" w:hAnsi="Times New Roman"/>
        </w:rPr>
        <w:t>33</w:t>
      </w:r>
      <w:r w:rsidR="00C2668C" w:rsidRPr="002B4BE9">
        <w:rPr>
          <w:rFonts w:ascii="Times New Roman" w:hAnsi="Times New Roman"/>
        </w:rPr>
        <w:t>.</w:t>
      </w:r>
      <w:r w:rsidR="00C2668C" w:rsidRPr="002B4BE9">
        <w:rPr>
          <w:rFonts w:ascii="Times New Roman" w:hAnsi="Times New Roman"/>
        </w:rPr>
        <w:tab/>
        <w:t>Nonmaterial Nonconformities</w:t>
      </w:r>
      <w:bookmarkEnd w:id="32"/>
      <w:r w:rsidR="00C2668C" w:rsidRPr="002B4BE9">
        <w:rPr>
          <w:rFonts w:ascii="Times New Roman" w:hAnsi="Times New Roman"/>
        </w:rPr>
        <w:tab/>
      </w:r>
    </w:p>
    <w:p w:rsidR="00D35097"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Provided that a bid is substantially responsive, the Employer may waive any </w:t>
      </w:r>
      <w:r w:rsidRPr="002B4BE9">
        <w:rPr>
          <w:rFonts w:ascii="Times New Roman" w:hAnsi="Times New Roman"/>
        </w:rPr>
        <w:t>nonconformity</w:t>
      </w:r>
      <w:r w:rsidR="00C2668C" w:rsidRPr="002B4BE9">
        <w:rPr>
          <w:rFonts w:ascii="Times New Roman" w:hAnsi="Times New Roman"/>
        </w:rPr>
        <w:t xml:space="preserve"> in the bid that do not constitute a material deviation, reservation or omission.</w:t>
      </w:r>
    </w:p>
    <w:p w:rsidR="00C2668C" w:rsidRPr="002B4BE9" w:rsidRDefault="00C2668C"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Pr="002B4BE9">
        <w:rPr>
          <w:rFonts w:ascii="Times New Roman" w:hAnsi="Times New Roman"/>
        </w:rPr>
        <w:t>.2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rsidR="00C2668C"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rsidR="002763A5" w:rsidRPr="002B4BE9" w:rsidRDefault="00B34C4D" w:rsidP="002763A5">
      <w:pPr>
        <w:pStyle w:val="Heading2"/>
        <w:rPr>
          <w:rFonts w:ascii="Times New Roman" w:hAnsi="Times New Roman"/>
        </w:rPr>
      </w:pPr>
      <w:bookmarkStart w:id="33" w:name="_Toc283881424"/>
      <w:r w:rsidRPr="002B4BE9">
        <w:rPr>
          <w:rFonts w:ascii="Times New Roman" w:hAnsi="Times New Roman"/>
        </w:rPr>
        <w:t>34</w:t>
      </w:r>
      <w:r w:rsidR="00C2668C" w:rsidRPr="002B4BE9">
        <w:rPr>
          <w:rFonts w:ascii="Times New Roman" w:hAnsi="Times New Roman"/>
        </w:rPr>
        <w:t>.</w:t>
      </w:r>
      <w:r w:rsidR="00C2668C" w:rsidRPr="002B4BE9">
        <w:rPr>
          <w:rFonts w:ascii="Times New Roman" w:hAnsi="Times New Roman"/>
        </w:rPr>
        <w:tab/>
        <w:t>Detailed Evaluation of Technical Bids</w:t>
      </w:r>
      <w:bookmarkEnd w:id="33"/>
      <w:r w:rsidR="00C2668C" w:rsidRPr="002B4BE9">
        <w:rPr>
          <w:rFonts w:ascii="Times New Roman" w:hAnsi="Times New Roman"/>
        </w:rPr>
        <w:tab/>
      </w:r>
    </w:p>
    <w:p w:rsidR="00D35097"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2B4BE9">
        <w:rPr>
          <w:rFonts w:ascii="Times New Roman" w:hAnsi="Times New Roman"/>
        </w:rPr>
        <w:t xml:space="preserve">of the </w:t>
      </w:r>
      <w:r w:rsidR="00C2668C" w:rsidRPr="002B4BE9">
        <w:rPr>
          <w:rFonts w:ascii="Times New Roman" w:hAnsi="Times New Roman"/>
        </w:rPr>
        <w:t xml:space="preserve">information supplied by the </w:t>
      </w:r>
      <w:r w:rsidRPr="002B4BE9">
        <w:rPr>
          <w:rFonts w:ascii="Times New Roman" w:hAnsi="Times New Roman"/>
        </w:rPr>
        <w:t xml:space="preserve">bidders, </w:t>
      </w:r>
      <w:r w:rsidR="00C2668C" w:rsidRPr="002B4BE9">
        <w:rPr>
          <w:rFonts w:ascii="Times New Roman" w:hAnsi="Times New Roman"/>
        </w:rPr>
        <w:t>taking into account the following:</w:t>
      </w:r>
    </w:p>
    <w:p w:rsidR="00C2668C" w:rsidRPr="002B4BE9"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overall completeness and compliance with </w:t>
      </w:r>
      <w:proofErr w:type="gramStart"/>
      <w:r w:rsidRPr="002B4BE9">
        <w:rPr>
          <w:rFonts w:ascii="Times New Roman" w:hAnsi="Times New Roman"/>
        </w:rPr>
        <w:t>the  Employer’s</w:t>
      </w:r>
      <w:proofErr w:type="gramEnd"/>
      <w:r w:rsidRPr="002B4BE9">
        <w:rPr>
          <w:rFonts w:ascii="Times New Roman" w:hAnsi="Times New Roman"/>
        </w:rPr>
        <w:t xml:space="preserve"> Requirements; deviations from the Employer’s Requirements; conformity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with specified performance criteria; suitability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will be rejected for non-responsiveness;</w:t>
      </w:r>
    </w:p>
    <w:p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proofErr w:type="gramStart"/>
      <w:r w:rsidRPr="002B4BE9">
        <w:rPr>
          <w:rFonts w:ascii="Times New Roman" w:hAnsi="Times New Roman"/>
        </w:rPr>
        <w:t>type</w:t>
      </w:r>
      <w:proofErr w:type="gramEnd"/>
      <w:r w:rsidRPr="002B4BE9">
        <w:rPr>
          <w:rFonts w:ascii="Times New Roman" w:hAnsi="Times New Roman"/>
        </w:rPr>
        <w:t>, quantity and long-term availability of mandatory and recommended spare parts and maintenance services; and</w:t>
      </w:r>
    </w:p>
    <w:p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proofErr w:type="gramStart"/>
      <w:r w:rsidRPr="002B4BE9">
        <w:rPr>
          <w:rFonts w:ascii="Times New Roman" w:hAnsi="Times New Roman"/>
        </w:rPr>
        <w:t>other</w:t>
      </w:r>
      <w:proofErr w:type="gramEnd"/>
      <w:r w:rsidRPr="002B4BE9">
        <w:rPr>
          <w:rFonts w:ascii="Times New Roman" w:hAnsi="Times New Roman"/>
        </w:rPr>
        <w:t xml:space="preserve"> relevant factors, if any, listed in </w:t>
      </w:r>
      <w:r w:rsidR="00DE3728" w:rsidRPr="002B4BE9">
        <w:rPr>
          <w:rFonts w:ascii="Times New Roman" w:hAnsi="Times New Roman"/>
        </w:rPr>
        <w:t>Section 3 (Evaluation and Qualification Criteria).</w:t>
      </w:r>
    </w:p>
    <w:p w:rsidR="00C2668C" w:rsidRPr="002B4BE9" w:rsidRDefault="00B34C4D" w:rsidP="005A1A91">
      <w:pPr>
        <w:ind w:left="1440" w:hanging="720"/>
        <w:jc w:val="both"/>
        <w:rPr>
          <w:rFonts w:ascii="Times New Roman" w:hAnsi="Times New Roman"/>
        </w:rPr>
      </w:pPr>
      <w:r w:rsidRPr="002B4BE9">
        <w:rPr>
          <w:rFonts w:ascii="Times New Roman" w:hAnsi="Times New Roman"/>
        </w:rPr>
        <w:t>34</w:t>
      </w:r>
      <w:r w:rsidR="00C2668C" w:rsidRPr="002B4BE9">
        <w:rPr>
          <w:rFonts w:ascii="Times New Roman" w:hAnsi="Times New Roman"/>
        </w:rPr>
        <w:t>.2</w:t>
      </w:r>
      <w:r w:rsidR="00C2668C" w:rsidRPr="002B4BE9">
        <w:rPr>
          <w:rFonts w:ascii="Times New Roman" w:hAnsi="Times New Roman"/>
        </w:rPr>
        <w:tab/>
        <w:t>Where alternative technical solutions have been a</w:t>
      </w:r>
      <w:r w:rsidR="002763A5" w:rsidRPr="002B4BE9">
        <w:rPr>
          <w:rFonts w:ascii="Times New Roman" w:hAnsi="Times New Roman"/>
        </w:rPr>
        <w:t xml:space="preserve">llowed in accordance with </w:t>
      </w:r>
      <w:r w:rsidR="00DE3728" w:rsidRPr="002B4BE9">
        <w:rPr>
          <w:rFonts w:ascii="Times New Roman" w:hAnsi="Times New Roman"/>
        </w:rPr>
        <w:t>ITB 13</w:t>
      </w:r>
      <w:r w:rsidR="00C2668C" w:rsidRPr="002B4BE9">
        <w:rPr>
          <w:rFonts w:ascii="Times New Roman" w:hAnsi="Times New Roman"/>
        </w:rPr>
        <w:t>, and offered by the Bidder, the Employer will make a similar evaluation of the alternatives. Where alternatives have not been allowed but have been offered, they shall be ignored.</w:t>
      </w:r>
    </w:p>
    <w:p w:rsidR="002763A5" w:rsidRPr="002B4BE9" w:rsidRDefault="00B34C4D" w:rsidP="002763A5">
      <w:pPr>
        <w:pStyle w:val="Heading2"/>
        <w:rPr>
          <w:rFonts w:ascii="Times New Roman" w:hAnsi="Times New Roman"/>
        </w:rPr>
      </w:pPr>
      <w:bookmarkStart w:id="34" w:name="_Toc283881425"/>
      <w:r w:rsidRPr="002B4BE9">
        <w:rPr>
          <w:rFonts w:ascii="Times New Roman" w:hAnsi="Times New Roman"/>
        </w:rPr>
        <w:t>35</w:t>
      </w:r>
      <w:r w:rsidR="00C2668C" w:rsidRPr="002B4BE9">
        <w:rPr>
          <w:rFonts w:ascii="Times New Roman" w:hAnsi="Times New Roman"/>
        </w:rPr>
        <w:t>.</w:t>
      </w:r>
      <w:r w:rsidR="00C2668C" w:rsidRPr="002B4BE9">
        <w:rPr>
          <w:rFonts w:ascii="Times New Roman" w:hAnsi="Times New Roman"/>
        </w:rPr>
        <w:tab/>
        <w:t>Eligibility and Qualification of Bidder</w:t>
      </w:r>
      <w:bookmarkEnd w:id="34"/>
      <w:r w:rsidR="00C2668C" w:rsidRPr="002B4BE9">
        <w:rPr>
          <w:rFonts w:ascii="Times New Roman" w:hAnsi="Times New Roman"/>
        </w:rPr>
        <w:tab/>
      </w:r>
    </w:p>
    <w:p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2B4BE9">
        <w:rPr>
          <w:rFonts w:ascii="Times New Roman" w:hAnsi="Times New Roman"/>
        </w:rPr>
        <w:t>Section 3 (Evaluation and Qualification Criteria).</w:t>
      </w:r>
    </w:p>
    <w:p w:rsidR="00C2668C" w:rsidRPr="002B4BE9" w:rsidRDefault="002763A5" w:rsidP="0051318A">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The determination shall be based upon an examination of the documentary evidence of the Bidder’s qualifications submitted by the Bidder, pursuant to</w:t>
      </w:r>
      <w:r w:rsidRPr="002B4BE9">
        <w:rPr>
          <w:rFonts w:ascii="Times New Roman" w:hAnsi="Times New Roman"/>
        </w:rPr>
        <w:t xml:space="preserve"> </w:t>
      </w:r>
      <w:r w:rsidR="00DE3728" w:rsidRPr="002B4BE9">
        <w:rPr>
          <w:rFonts w:ascii="Times New Roman" w:hAnsi="Times New Roman"/>
        </w:rPr>
        <w:t>ITB 15.</w:t>
      </w:r>
    </w:p>
    <w:p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An affirmative determination shall be a prerequisite for the opening and evaluation of a Bidder’s Price Bid. A negative determination shall r</w:t>
      </w:r>
      <w:r w:rsidR="00D35097" w:rsidRPr="002B4BE9">
        <w:rPr>
          <w:rFonts w:ascii="Times New Roman" w:hAnsi="Times New Roman"/>
        </w:rPr>
        <w:t xml:space="preserve">esult into the disqualification </w:t>
      </w:r>
      <w:r w:rsidR="00C2668C" w:rsidRPr="002B4BE9">
        <w:rPr>
          <w:rFonts w:ascii="Times New Roman" w:hAnsi="Times New Roman"/>
        </w:rPr>
        <w:t>of the Bid, in which event the Employer shall return the unopened Price Bid to the Bidder.</w:t>
      </w:r>
    </w:p>
    <w:p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.4</w:t>
      </w:r>
      <w:r w:rsidR="00C2668C" w:rsidRPr="002B4BE9">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2B4BE9">
        <w:rPr>
          <w:rFonts w:ascii="Times New Roman" w:hAnsi="Times New Roman"/>
        </w:rPr>
        <w:t>Section 3 (Evaluation and Qualification Criteria).</w:t>
      </w:r>
      <w:r w:rsidR="00C2668C" w:rsidRPr="002B4BE9">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w:t>
      </w:r>
      <w:proofErr w:type="gramStart"/>
      <w:r w:rsidR="00C2668C" w:rsidRPr="002B4BE9">
        <w:rPr>
          <w:rFonts w:ascii="Times New Roman" w:hAnsi="Times New Roman"/>
        </w:rPr>
        <w:t>price.</w:t>
      </w:r>
      <w:proofErr w:type="gramEnd"/>
      <w:r w:rsidR="00C2668C" w:rsidRPr="002B4BE9">
        <w:rPr>
          <w:rFonts w:ascii="Times New Roman" w:hAnsi="Times New Roman"/>
        </w:rPr>
        <w:t xml:space="preserve"> Prior to signing the Contract, the corresponding Appendix to the Contract Agreement shall be completed, listing the approved manufacturers or subcontractors for each item concerned.</w:t>
      </w:r>
    </w:p>
    <w:p w:rsidR="002763A5" w:rsidRPr="002B4BE9" w:rsidRDefault="002763A5" w:rsidP="002763A5">
      <w:pPr>
        <w:pStyle w:val="Heading2"/>
        <w:rPr>
          <w:rFonts w:ascii="Times New Roman" w:hAnsi="Times New Roman"/>
        </w:rPr>
      </w:pPr>
      <w:bookmarkStart w:id="35" w:name="_Toc283881426"/>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Correction of </w:t>
      </w:r>
      <w:r w:rsidR="008B0AEC" w:rsidRPr="002B4BE9">
        <w:rPr>
          <w:rFonts w:ascii="Times New Roman" w:hAnsi="Times New Roman"/>
        </w:rPr>
        <w:t>ARITHMETICAL ERRORS</w:t>
      </w:r>
      <w:bookmarkEnd w:id="35"/>
      <w:r w:rsidR="00C2668C" w:rsidRPr="002B4BE9">
        <w:rPr>
          <w:rFonts w:ascii="Times New Roman" w:hAnsi="Times New Roman"/>
        </w:rPr>
        <w:tab/>
      </w:r>
    </w:p>
    <w:p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During the evaluation of Price Bids, the Employer shall correct arithmetical errors on the following basis:</w:t>
      </w:r>
    </w:p>
    <w:p w:rsidR="00C2668C" w:rsidRPr="002B4BE9"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If the Bidder that submitted the lowest evaluated bid does not accept the correction of errors, its bid shall be disqualified and its</w:t>
      </w:r>
      <w:r w:rsidR="00B34C4D" w:rsidRPr="002B4BE9">
        <w:rPr>
          <w:rFonts w:ascii="Times New Roman" w:hAnsi="Times New Roman"/>
        </w:rPr>
        <w:t xml:space="preserve"> bid security may be forfeited.</w:t>
      </w:r>
    </w:p>
    <w:p w:rsidR="002763A5" w:rsidRPr="002B4BE9" w:rsidRDefault="00B34C4D" w:rsidP="002763A5">
      <w:pPr>
        <w:pStyle w:val="Heading2"/>
        <w:rPr>
          <w:rFonts w:ascii="Times New Roman" w:hAnsi="Times New Roman"/>
        </w:rPr>
      </w:pPr>
      <w:bookmarkStart w:id="36" w:name="_Toc283881427"/>
      <w:r w:rsidRPr="002B4BE9">
        <w:rPr>
          <w:rFonts w:ascii="Times New Roman" w:hAnsi="Times New Roman"/>
        </w:rPr>
        <w:t>37</w:t>
      </w:r>
      <w:r w:rsidR="00C2668C" w:rsidRPr="002B4BE9">
        <w:rPr>
          <w:rFonts w:ascii="Times New Roman" w:hAnsi="Times New Roman"/>
        </w:rPr>
        <w:t>.</w:t>
      </w:r>
      <w:r w:rsidR="00C2668C" w:rsidRPr="002B4BE9">
        <w:rPr>
          <w:rFonts w:ascii="Times New Roman" w:hAnsi="Times New Roman"/>
        </w:rPr>
        <w:tab/>
        <w:t>Conversion to Single Currency</w:t>
      </w:r>
      <w:bookmarkEnd w:id="36"/>
      <w:r w:rsidR="00C2668C" w:rsidRPr="002B4BE9">
        <w:rPr>
          <w:rFonts w:ascii="Times New Roman" w:hAnsi="Times New Roman"/>
        </w:rPr>
        <w:tab/>
      </w:r>
    </w:p>
    <w:p w:rsidR="00C2668C" w:rsidRPr="002B4BE9" w:rsidRDefault="00237408" w:rsidP="00237408">
      <w:pPr>
        <w:ind w:left="1440" w:hanging="720"/>
        <w:jc w:val="both"/>
        <w:rPr>
          <w:rFonts w:ascii="Times New Roman" w:hAnsi="Times New Roman"/>
        </w:rPr>
      </w:pPr>
      <w:r w:rsidRPr="002B4BE9">
        <w:rPr>
          <w:rFonts w:ascii="Times New Roman" w:hAnsi="Times New Roman"/>
        </w:rPr>
        <w:t>37</w:t>
      </w:r>
      <w:r w:rsidR="00C2668C" w:rsidRPr="002B4BE9">
        <w:rPr>
          <w:rFonts w:ascii="Times New Roman" w:hAnsi="Times New Roman"/>
        </w:rPr>
        <w:t>.1</w:t>
      </w:r>
      <w:r w:rsidR="00C2668C" w:rsidRPr="002B4BE9">
        <w:rPr>
          <w:rFonts w:ascii="Times New Roman" w:hAnsi="Times New Roman"/>
        </w:rPr>
        <w:tab/>
        <w:t xml:space="preserve">For evaluation and comparison purposes, the </w:t>
      </w:r>
      <w:proofErr w:type="gramStart"/>
      <w:r w:rsidR="00C2668C" w:rsidRPr="002B4BE9">
        <w:rPr>
          <w:rFonts w:ascii="Times New Roman" w:hAnsi="Times New Roman"/>
        </w:rPr>
        <w:t>currency(</w:t>
      </w:r>
      <w:proofErr w:type="spellStart"/>
      <w:proofErr w:type="gramEnd"/>
      <w:r w:rsidR="00C2668C" w:rsidRPr="002B4BE9">
        <w:rPr>
          <w:rFonts w:ascii="Times New Roman" w:hAnsi="Times New Roman"/>
        </w:rPr>
        <w:t>ies</w:t>
      </w:r>
      <w:proofErr w:type="spellEnd"/>
      <w:r w:rsidR="00C2668C" w:rsidRPr="002B4BE9">
        <w:rPr>
          <w:rFonts w:ascii="Times New Roman" w:hAnsi="Times New Roman"/>
        </w:rPr>
        <w:t>) of the bid shall be converted into a single currency as specified in the BDS .</w:t>
      </w:r>
    </w:p>
    <w:p w:rsidR="002763A5" w:rsidRPr="002B4BE9" w:rsidRDefault="00B34C4D" w:rsidP="002763A5">
      <w:pPr>
        <w:pStyle w:val="Heading2"/>
        <w:rPr>
          <w:rFonts w:ascii="Times New Roman" w:hAnsi="Times New Roman"/>
        </w:rPr>
      </w:pPr>
      <w:bookmarkStart w:id="37" w:name="_Toc283881428"/>
      <w:r w:rsidRPr="002B4BE9">
        <w:rPr>
          <w:rFonts w:ascii="Times New Roman" w:hAnsi="Times New Roman"/>
        </w:rPr>
        <w:t>38</w:t>
      </w:r>
      <w:r w:rsidR="00C2668C" w:rsidRPr="002B4BE9">
        <w:rPr>
          <w:rFonts w:ascii="Times New Roman" w:hAnsi="Times New Roman"/>
        </w:rPr>
        <w:t>.</w:t>
      </w:r>
      <w:r w:rsidR="00C2668C" w:rsidRPr="002B4BE9">
        <w:rPr>
          <w:rFonts w:ascii="Times New Roman" w:hAnsi="Times New Roman"/>
        </w:rPr>
        <w:tab/>
        <w:t>Margin of Preference</w:t>
      </w:r>
      <w:bookmarkEnd w:id="37"/>
      <w:r w:rsidR="00C2668C" w:rsidRPr="002B4BE9">
        <w:rPr>
          <w:rFonts w:ascii="Times New Roman" w:hAnsi="Times New Roman"/>
        </w:rPr>
        <w:tab/>
      </w:r>
    </w:p>
    <w:p w:rsidR="002763A5"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 margin of preference shall not apply.     </w:t>
      </w:r>
    </w:p>
    <w:p w:rsidR="002763A5" w:rsidRPr="002B4BE9" w:rsidRDefault="002763A5" w:rsidP="002763A5">
      <w:pPr>
        <w:pStyle w:val="Heading2"/>
        <w:rPr>
          <w:rFonts w:ascii="Times New Roman" w:hAnsi="Times New Roman"/>
        </w:rPr>
      </w:pPr>
      <w:bookmarkStart w:id="38" w:name="_Toc283881429"/>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Evaluation of Price Bids</w:t>
      </w:r>
      <w:bookmarkEnd w:id="38"/>
      <w:r w:rsidR="00C2668C" w:rsidRPr="002B4BE9">
        <w:rPr>
          <w:rFonts w:ascii="Times New Roman" w:hAnsi="Times New Roman"/>
        </w:rPr>
        <w:tab/>
      </w:r>
    </w:p>
    <w:p w:rsidR="00C2668C"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.1</w:t>
      </w:r>
      <w:r w:rsidR="00C2668C" w:rsidRPr="002B4BE9">
        <w:rPr>
          <w:rFonts w:ascii="Times New Roman" w:hAnsi="Times New Roman"/>
        </w:rPr>
        <w:tab/>
        <w:t>The Employer shall use the criteria and methodologies listed in this Clause. No other evaluation criteria or methodologies shall be permitted.</w:t>
      </w:r>
    </w:p>
    <w:p w:rsidR="00C2668C" w:rsidRPr="002B4BE9" w:rsidRDefault="002763A5" w:rsidP="00C2668C">
      <w:pPr>
        <w:rPr>
          <w:rFonts w:ascii="Times New Roman" w:hAnsi="Times New Roman"/>
        </w:rPr>
      </w:pPr>
      <w:r w:rsidRPr="002B4BE9">
        <w:rPr>
          <w:rFonts w:ascii="Times New Roman" w:hAnsi="Times New Roman"/>
        </w:rPr>
        <w:tab/>
        <w:t>3</w:t>
      </w:r>
      <w:r w:rsidR="00B34C4D" w:rsidRPr="002B4BE9">
        <w:rPr>
          <w:rFonts w:ascii="Times New Roman" w:hAnsi="Times New Roman"/>
        </w:rPr>
        <w:t>9</w:t>
      </w:r>
      <w:r w:rsidRPr="002B4BE9">
        <w:rPr>
          <w:rFonts w:ascii="Times New Roman" w:hAnsi="Times New Roman"/>
        </w:rPr>
        <w:t>.2</w:t>
      </w:r>
      <w:r w:rsidRPr="002B4BE9">
        <w:rPr>
          <w:rFonts w:ascii="Times New Roman" w:hAnsi="Times New Roman"/>
        </w:rPr>
        <w:tab/>
        <w:t>To</w:t>
      </w:r>
      <w:r w:rsidR="00C2668C" w:rsidRPr="002B4BE9">
        <w:rPr>
          <w:rFonts w:ascii="Times New Roman" w:hAnsi="Times New Roman"/>
        </w:rPr>
        <w:t xml:space="preserve"> evaluate a Price Bid, the Employer shall consider the following:</w:t>
      </w:r>
    </w:p>
    <w:p w:rsidR="00C2668C" w:rsidRPr="002B4BE9" w:rsidRDefault="00C2668C" w:rsidP="00FB3A00">
      <w:pPr>
        <w:ind w:left="2070" w:hanging="720"/>
        <w:rPr>
          <w:rFonts w:ascii="Times New Roman" w:hAnsi="Times New Roman"/>
        </w:rPr>
      </w:pPr>
      <w:r w:rsidRPr="002B4BE9">
        <w:rPr>
          <w:rFonts w:ascii="Times New Roman" w:hAnsi="Times New Roman"/>
        </w:rPr>
        <w:t>(a)</w:t>
      </w:r>
      <w:r w:rsidRPr="002B4BE9">
        <w:rPr>
          <w:rFonts w:ascii="Times New Roman" w:hAnsi="Times New Roman"/>
        </w:rPr>
        <w:tab/>
      </w:r>
      <w:r w:rsidR="002763A5" w:rsidRPr="002B4BE9">
        <w:rPr>
          <w:rFonts w:ascii="Times New Roman" w:hAnsi="Times New Roman"/>
        </w:rPr>
        <w:t>The</w:t>
      </w:r>
      <w:r w:rsidRPr="002B4BE9">
        <w:rPr>
          <w:rFonts w:ascii="Times New Roman" w:hAnsi="Times New Roman"/>
        </w:rPr>
        <w:t xml:space="preserve"> bid price, excluding provisional sums and the provision, if any, for contingencies in the Price   Schedules;</w:t>
      </w:r>
    </w:p>
    <w:p w:rsidR="00C2668C" w:rsidRPr="002B4BE9" w:rsidRDefault="00C2668C" w:rsidP="00FB3A00">
      <w:pPr>
        <w:ind w:left="2070" w:hanging="720"/>
        <w:rPr>
          <w:rFonts w:ascii="Times New Roman" w:hAnsi="Times New Roman"/>
        </w:rPr>
      </w:pPr>
      <w:r w:rsidRPr="002B4BE9">
        <w:rPr>
          <w:rFonts w:ascii="Times New Roman" w:hAnsi="Times New Roman"/>
        </w:rPr>
        <w:t>(b)</w:t>
      </w:r>
      <w:r w:rsidRPr="002B4BE9">
        <w:rPr>
          <w:rFonts w:ascii="Times New Roman" w:hAnsi="Times New Roman"/>
        </w:rPr>
        <w:tab/>
      </w:r>
      <w:proofErr w:type="gramStart"/>
      <w:r w:rsidRPr="002B4BE9">
        <w:rPr>
          <w:rFonts w:ascii="Times New Roman" w:hAnsi="Times New Roman"/>
        </w:rPr>
        <w:t>price</w:t>
      </w:r>
      <w:proofErr w:type="gramEnd"/>
      <w:r w:rsidRPr="002B4BE9">
        <w:rPr>
          <w:rFonts w:ascii="Times New Roman" w:hAnsi="Times New Roman"/>
        </w:rPr>
        <w:t xml:space="preserve"> adjustment for correction of arithmetical </w:t>
      </w:r>
      <w:r w:rsidR="002763A5" w:rsidRPr="002B4BE9">
        <w:rPr>
          <w:rFonts w:ascii="Times New Roman" w:hAnsi="Times New Roman"/>
        </w:rPr>
        <w:t xml:space="preserve">errors in accordance with </w:t>
      </w:r>
      <w:r w:rsidR="00DE3728" w:rsidRPr="002B4BE9">
        <w:rPr>
          <w:rFonts w:ascii="Times New Roman" w:hAnsi="Times New Roman"/>
        </w:rPr>
        <w:t>ITB 36.1;</w:t>
      </w:r>
    </w:p>
    <w:p w:rsidR="00C2668C" w:rsidRPr="002B4BE9" w:rsidRDefault="00C2668C" w:rsidP="00FB3A00">
      <w:pPr>
        <w:ind w:left="2070" w:hanging="720"/>
        <w:rPr>
          <w:rFonts w:ascii="Times New Roman" w:hAnsi="Times New Roman"/>
        </w:rPr>
      </w:pPr>
      <w:r w:rsidRPr="002B4BE9">
        <w:rPr>
          <w:rFonts w:ascii="Times New Roman" w:hAnsi="Times New Roman"/>
        </w:rPr>
        <w:t>(c)</w:t>
      </w:r>
      <w:r w:rsidRPr="002B4BE9">
        <w:rPr>
          <w:rFonts w:ascii="Times New Roman" w:hAnsi="Times New Roman"/>
        </w:rPr>
        <w:tab/>
      </w:r>
      <w:proofErr w:type="gramStart"/>
      <w:r w:rsidRPr="002B4BE9">
        <w:rPr>
          <w:rFonts w:ascii="Times New Roman" w:hAnsi="Times New Roman"/>
        </w:rPr>
        <w:t>price</w:t>
      </w:r>
      <w:proofErr w:type="gramEnd"/>
      <w:r w:rsidRPr="002B4BE9">
        <w:rPr>
          <w:rFonts w:ascii="Times New Roman" w:hAnsi="Times New Roman"/>
        </w:rPr>
        <w:t xml:space="preserve"> adjustment due to discounts offered in accord</w:t>
      </w:r>
      <w:r w:rsidR="00FB3A00" w:rsidRPr="002B4BE9">
        <w:rPr>
          <w:rFonts w:ascii="Times New Roman" w:hAnsi="Times New Roman"/>
        </w:rPr>
        <w:t xml:space="preserve">ance with </w:t>
      </w:r>
      <w:r w:rsidR="00DE3728" w:rsidRPr="002B4BE9">
        <w:rPr>
          <w:rFonts w:ascii="Times New Roman" w:hAnsi="Times New Roman"/>
        </w:rPr>
        <w:t>ITB 18</w:t>
      </w:r>
      <w:r w:rsidRPr="002B4BE9">
        <w:rPr>
          <w:rFonts w:ascii="Times New Roman" w:hAnsi="Times New Roman"/>
        </w:rPr>
        <w:t>;</w:t>
      </w:r>
    </w:p>
    <w:p w:rsidR="00C2668C" w:rsidRPr="002B4BE9" w:rsidRDefault="00C2668C" w:rsidP="00FB3A00">
      <w:pPr>
        <w:ind w:left="2070" w:hanging="720"/>
        <w:rPr>
          <w:rFonts w:ascii="Times New Roman" w:hAnsi="Times New Roman"/>
        </w:rPr>
      </w:pPr>
      <w:r w:rsidRPr="002B4BE9">
        <w:rPr>
          <w:rFonts w:ascii="Times New Roman" w:hAnsi="Times New Roman"/>
        </w:rPr>
        <w:t>(d)</w:t>
      </w:r>
      <w:r w:rsidRPr="002B4BE9">
        <w:rPr>
          <w:rFonts w:ascii="Times New Roman" w:hAnsi="Times New Roman"/>
        </w:rPr>
        <w:tab/>
      </w:r>
      <w:proofErr w:type="gramStart"/>
      <w:r w:rsidRPr="002B4BE9">
        <w:rPr>
          <w:rFonts w:ascii="Times New Roman" w:hAnsi="Times New Roman"/>
        </w:rPr>
        <w:t>converting</w:t>
      </w:r>
      <w:proofErr w:type="gramEnd"/>
      <w:r w:rsidRPr="002B4BE9">
        <w:rPr>
          <w:rFonts w:ascii="Times New Roman" w:hAnsi="Times New Roman"/>
        </w:rPr>
        <w:t xml:space="preserve"> the amount resulting from applying (a) to (c) above, if relevant, to a single cu</w:t>
      </w:r>
      <w:r w:rsidR="00FB3A00" w:rsidRPr="002B4BE9">
        <w:rPr>
          <w:rFonts w:ascii="Times New Roman" w:hAnsi="Times New Roman"/>
        </w:rPr>
        <w:t xml:space="preserve">rrency in accordance with </w:t>
      </w:r>
      <w:r w:rsidR="00DE3728" w:rsidRPr="002B4BE9">
        <w:rPr>
          <w:rFonts w:ascii="Times New Roman" w:hAnsi="Times New Roman"/>
        </w:rPr>
        <w:t>ITB 37</w:t>
      </w:r>
      <w:r w:rsidRPr="002B4BE9">
        <w:rPr>
          <w:rFonts w:ascii="Times New Roman" w:hAnsi="Times New Roman"/>
        </w:rPr>
        <w:t>; and</w:t>
      </w:r>
    </w:p>
    <w:p w:rsidR="00C2668C" w:rsidRPr="002B4BE9" w:rsidRDefault="00C2668C" w:rsidP="00FB3A00">
      <w:pPr>
        <w:ind w:left="2070" w:hanging="720"/>
        <w:rPr>
          <w:rFonts w:ascii="Times New Roman" w:hAnsi="Times New Roman"/>
        </w:rPr>
      </w:pPr>
      <w:r w:rsidRPr="002B4BE9">
        <w:rPr>
          <w:rFonts w:ascii="Times New Roman" w:hAnsi="Times New Roman"/>
        </w:rPr>
        <w:t>(e)</w:t>
      </w:r>
      <w:r w:rsidRPr="002B4BE9">
        <w:rPr>
          <w:rFonts w:ascii="Times New Roman" w:hAnsi="Times New Roman"/>
        </w:rPr>
        <w:tab/>
      </w:r>
      <w:proofErr w:type="gramStart"/>
      <w:r w:rsidRPr="002B4BE9">
        <w:rPr>
          <w:rFonts w:ascii="Times New Roman" w:hAnsi="Times New Roman"/>
        </w:rPr>
        <w:t>the</w:t>
      </w:r>
      <w:proofErr w:type="gramEnd"/>
      <w:r w:rsidRPr="002B4BE9">
        <w:rPr>
          <w:rFonts w:ascii="Times New Roman" w:hAnsi="Times New Roman"/>
        </w:rPr>
        <w:t xml:space="preserve"> evaluation factors indicated in </w:t>
      </w:r>
      <w:r w:rsidR="00DE3728" w:rsidRPr="002B4BE9">
        <w:rPr>
          <w:rFonts w:ascii="Times New Roman" w:hAnsi="Times New Roman"/>
        </w:rPr>
        <w:t>Section 3 (Evaluation and Qualification Criteria).</w:t>
      </w:r>
    </w:p>
    <w:p w:rsidR="00C2668C" w:rsidRPr="002B4BE9" w:rsidRDefault="00C2668C" w:rsidP="00FB3A00">
      <w:pPr>
        <w:ind w:left="1440" w:hanging="720"/>
        <w:jc w:val="both"/>
        <w:rPr>
          <w:rFonts w:ascii="Times New Roman" w:hAnsi="Times New Roman"/>
        </w:rPr>
      </w:pPr>
      <w:r w:rsidRPr="002B4BE9">
        <w:rPr>
          <w:rFonts w:ascii="Times New Roman" w:hAnsi="Times New Roman"/>
        </w:rPr>
        <w:t>39.3</w:t>
      </w:r>
      <w:r w:rsidRPr="002B4BE9">
        <w:rPr>
          <w:rFonts w:ascii="Times New Roman" w:hAnsi="Times New Roman"/>
        </w:rPr>
        <w:tab/>
        <w:t xml:space="preserve">If price adjustment is allowed in accordance with </w:t>
      </w:r>
      <w:r w:rsidR="00DE3728" w:rsidRPr="002B4BE9">
        <w:rPr>
          <w:rFonts w:ascii="Times New Roman" w:hAnsi="Times New Roman"/>
        </w:rPr>
        <w:t>ITB 18.6</w:t>
      </w:r>
      <w:r w:rsidRPr="002B4BE9">
        <w:rPr>
          <w:rFonts w:ascii="Times New Roman" w:hAnsi="Times New Roman"/>
        </w:rPr>
        <w:t>, the estimated effect of the price adjustment provisions of the Conditions of Contract, applied over the period of execution of the Contract, shall not be taken into account in bid evaluation.</w:t>
      </w:r>
    </w:p>
    <w:p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.4</w:t>
      </w:r>
      <w:r w:rsidR="00C2668C" w:rsidRPr="002B4BE9">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2B4BE9">
        <w:rPr>
          <w:rFonts w:ascii="Times New Roman" w:hAnsi="Times New Roman"/>
        </w:rPr>
        <w:t>Section 3 (Evaluation and Qualification Criteria)</w:t>
      </w:r>
      <w:r w:rsidR="00C2668C" w:rsidRPr="002B4BE9">
        <w:rPr>
          <w:rFonts w:ascii="Times New Roman" w:hAnsi="Times New Roman"/>
        </w:rPr>
        <w:t>.</w:t>
      </w:r>
    </w:p>
    <w:p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.5</w:t>
      </w:r>
      <w:r w:rsidR="00C2668C" w:rsidRPr="002B4BE9">
        <w:rPr>
          <w:rFonts w:ascii="Times New Roman" w:hAnsi="Times New Roman"/>
        </w:rPr>
        <w:tab/>
        <w:t>If the bid, which results in the lowest Evaluated Bid Pr</w:t>
      </w:r>
      <w:r w:rsidR="00FB3A00" w:rsidRPr="002B4BE9">
        <w:rPr>
          <w:rFonts w:ascii="Times New Roman" w:hAnsi="Times New Roman"/>
        </w:rPr>
        <w:t xml:space="preserve">ice, is seriously unbalanced or </w:t>
      </w:r>
      <w:r w:rsidR="00C2668C" w:rsidRPr="002B4BE9">
        <w:rPr>
          <w:rFonts w:ascii="Times New Roman" w:hAnsi="Times New Roman"/>
        </w:rPr>
        <w:t>front loaded in the opinion of the Employer, the Emp</w:t>
      </w:r>
      <w:r w:rsidR="00FB3A00" w:rsidRPr="002B4BE9">
        <w:rPr>
          <w:rFonts w:ascii="Times New Roman" w:hAnsi="Times New Roman"/>
        </w:rPr>
        <w:t xml:space="preserve">loyer may require the Bidder to </w:t>
      </w:r>
      <w:r w:rsidR="00C2668C" w:rsidRPr="002B4BE9">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2B4BE9">
        <w:rPr>
          <w:rFonts w:ascii="Times New Roman" w:hAnsi="Times New Roman"/>
        </w:rPr>
        <w:t>t</w:t>
      </w:r>
      <w:r w:rsidR="00C2668C" w:rsidRPr="002B4BE9">
        <w:rPr>
          <w:rFonts w:ascii="Times New Roman" w:hAnsi="Times New Roman"/>
        </w:rPr>
        <w:t>o protect the Employer against financial loss in the eve</w:t>
      </w:r>
      <w:r w:rsidR="00FB3A00" w:rsidRPr="002B4BE9">
        <w:rPr>
          <w:rFonts w:ascii="Times New Roman" w:hAnsi="Times New Roman"/>
        </w:rPr>
        <w:t xml:space="preserve">nt of default of the successful </w:t>
      </w:r>
      <w:r w:rsidR="00C2668C" w:rsidRPr="002B4BE9">
        <w:rPr>
          <w:rFonts w:ascii="Times New Roman" w:hAnsi="Times New Roman"/>
        </w:rPr>
        <w:t>Bidder under the Contract.</w:t>
      </w:r>
    </w:p>
    <w:p w:rsidR="002763A5" w:rsidRPr="002B4BE9" w:rsidRDefault="00B34C4D" w:rsidP="002763A5">
      <w:pPr>
        <w:pStyle w:val="Heading2"/>
        <w:rPr>
          <w:rFonts w:ascii="Times New Roman" w:hAnsi="Times New Roman"/>
        </w:rPr>
      </w:pPr>
      <w:bookmarkStart w:id="39" w:name="_Toc283881430"/>
      <w:r w:rsidRPr="002B4BE9">
        <w:rPr>
          <w:rFonts w:ascii="Times New Roman" w:hAnsi="Times New Roman"/>
        </w:rPr>
        <w:t>40</w:t>
      </w:r>
      <w:r w:rsidR="00C2668C" w:rsidRPr="002B4BE9">
        <w:rPr>
          <w:rFonts w:ascii="Times New Roman" w:hAnsi="Times New Roman"/>
        </w:rPr>
        <w:t>.</w:t>
      </w:r>
      <w:r w:rsidR="00C2668C" w:rsidRPr="002B4BE9">
        <w:rPr>
          <w:rFonts w:ascii="Times New Roman" w:hAnsi="Times New Roman"/>
        </w:rPr>
        <w:tab/>
        <w:t>Comparison of Bids</w:t>
      </w:r>
      <w:bookmarkEnd w:id="39"/>
      <w:r w:rsidR="00C2668C" w:rsidRPr="002B4BE9">
        <w:rPr>
          <w:rFonts w:ascii="Times New Roman" w:hAnsi="Times New Roman"/>
        </w:rPr>
        <w:tab/>
      </w:r>
    </w:p>
    <w:p w:rsidR="00C2668C" w:rsidRPr="002B4BE9" w:rsidRDefault="00B34C4D" w:rsidP="00921B6E">
      <w:pPr>
        <w:ind w:left="1440" w:hanging="720"/>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 xml:space="preserve">The Employer shall compare all substantially responsive Bids to determine the lowest </w:t>
      </w:r>
      <w:r w:rsidR="002763A5" w:rsidRPr="002B4BE9">
        <w:rPr>
          <w:rFonts w:ascii="Times New Roman" w:hAnsi="Times New Roman"/>
        </w:rPr>
        <w:tab/>
      </w:r>
      <w:r w:rsidR="00C2668C" w:rsidRPr="002B4BE9">
        <w:rPr>
          <w:rFonts w:ascii="Times New Roman" w:hAnsi="Times New Roman"/>
        </w:rPr>
        <w:t>evaluate</w:t>
      </w:r>
      <w:r w:rsidR="00921B6E" w:rsidRPr="002B4BE9">
        <w:rPr>
          <w:rFonts w:ascii="Times New Roman" w:hAnsi="Times New Roman"/>
        </w:rPr>
        <w:t xml:space="preserve">d bid, in accordance with </w:t>
      </w:r>
      <w:r w:rsidR="00DE3728" w:rsidRPr="002B4BE9">
        <w:rPr>
          <w:rFonts w:ascii="Times New Roman" w:hAnsi="Times New Roman"/>
        </w:rPr>
        <w:t>ITB 39.2</w:t>
      </w:r>
      <w:r w:rsidR="00C2668C" w:rsidRPr="002B4BE9">
        <w:rPr>
          <w:rFonts w:ascii="Times New Roman" w:hAnsi="Times New Roman"/>
        </w:rPr>
        <w:t>.</w:t>
      </w:r>
    </w:p>
    <w:p w:rsidR="002763A5" w:rsidRPr="002B4BE9" w:rsidRDefault="002763A5" w:rsidP="000B6FF7">
      <w:pPr>
        <w:pStyle w:val="Heading2"/>
        <w:rPr>
          <w:rFonts w:ascii="Times New Roman" w:hAnsi="Times New Roman"/>
        </w:rPr>
      </w:pPr>
      <w:bookmarkStart w:id="40" w:name="_Toc283881431"/>
      <w:r w:rsidRPr="002B4BE9">
        <w:rPr>
          <w:rFonts w:ascii="Times New Roman" w:hAnsi="Times New Roman"/>
        </w:rPr>
        <w:t>4</w:t>
      </w:r>
      <w:r w:rsidR="00B34C4D"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 xml:space="preserve">Employer’s Right to Accept Any Bid, and to Reject Any or All </w:t>
      </w:r>
      <w:r w:rsidR="00B34C4D" w:rsidRPr="002B4BE9">
        <w:rPr>
          <w:rFonts w:ascii="Times New Roman" w:hAnsi="Times New Roman"/>
        </w:rPr>
        <w:tab/>
      </w:r>
      <w:r w:rsidR="00C2668C" w:rsidRPr="002B4BE9">
        <w:rPr>
          <w:rFonts w:ascii="Times New Roman" w:hAnsi="Times New Roman"/>
        </w:rPr>
        <w:t>Bids</w:t>
      </w:r>
      <w:bookmarkEnd w:id="40"/>
      <w:r w:rsidR="00C2668C" w:rsidRPr="002B4BE9">
        <w:rPr>
          <w:rFonts w:ascii="Times New Roman" w:hAnsi="Times New Roman"/>
        </w:rPr>
        <w:tab/>
      </w:r>
    </w:p>
    <w:p w:rsidR="00C2668C" w:rsidRPr="002B4BE9" w:rsidRDefault="002763A5" w:rsidP="00921B6E">
      <w:pPr>
        <w:ind w:left="1440" w:hanging="720"/>
        <w:jc w:val="both"/>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reserves the right to accept or reject an</w:t>
      </w:r>
      <w:r w:rsidR="00921B6E" w:rsidRPr="002B4BE9">
        <w:rPr>
          <w:rFonts w:ascii="Times New Roman" w:hAnsi="Times New Roman"/>
        </w:rPr>
        <w:t xml:space="preserve">y bid, and to annul the bidding </w:t>
      </w:r>
      <w:r w:rsidR="00C2668C" w:rsidRPr="002B4BE9">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rsidR="002763A5" w:rsidRPr="002B4BE9" w:rsidRDefault="000B6FF7" w:rsidP="000B6FF7">
      <w:pPr>
        <w:pStyle w:val="Heading2"/>
        <w:rPr>
          <w:rFonts w:ascii="Times New Roman" w:hAnsi="Times New Roman"/>
        </w:rPr>
      </w:pPr>
      <w:bookmarkStart w:id="41" w:name="_Toc283881432"/>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Award Criteria</w:t>
      </w:r>
      <w:bookmarkEnd w:id="41"/>
      <w:r w:rsidR="00C2668C" w:rsidRPr="002B4BE9">
        <w:rPr>
          <w:rFonts w:ascii="Times New Roman" w:hAnsi="Times New Roman"/>
        </w:rPr>
        <w:tab/>
      </w:r>
    </w:p>
    <w:p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2B4BE9">
        <w:rPr>
          <w:rFonts w:ascii="Times New Roman" w:hAnsi="Times New Roman"/>
        </w:rPr>
        <w:t xml:space="preserve">s determined to be eligible and </w:t>
      </w:r>
      <w:r w:rsidR="00C2668C" w:rsidRPr="002B4BE9">
        <w:rPr>
          <w:rFonts w:ascii="Times New Roman" w:hAnsi="Times New Roman"/>
        </w:rPr>
        <w:t>qualified to perform the Contract satisfactorily.</w:t>
      </w:r>
    </w:p>
    <w:p w:rsidR="00C2668C" w:rsidRPr="002B4BE9" w:rsidRDefault="000B6FF7" w:rsidP="00445496">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The Employer reserves the right to accept any of the deviations submitted in accordance</w:t>
      </w:r>
      <w:r w:rsidR="00921B6E" w:rsidRPr="002B4BE9">
        <w:rPr>
          <w:rFonts w:ascii="Times New Roman" w:hAnsi="Times New Roman"/>
        </w:rPr>
        <w:t xml:space="preserve"> with </w:t>
      </w:r>
      <w:r w:rsidR="00DE3728" w:rsidRPr="002B4BE9">
        <w:rPr>
          <w:rFonts w:ascii="Times New Roman" w:hAnsi="Times New Roman"/>
        </w:rPr>
        <w:t>ITB 18.2</w:t>
      </w:r>
      <w:r w:rsidR="00C2668C" w:rsidRPr="002B4BE9">
        <w:rPr>
          <w:rFonts w:ascii="Times New Roman" w:hAnsi="Times New Roman"/>
        </w:rPr>
        <w:t xml:space="preserve"> by the lowest evaluated bidder, at the price shown for the deviation in the bid.</w:t>
      </w:r>
    </w:p>
    <w:p w:rsidR="000B6FF7" w:rsidRPr="002B4BE9" w:rsidRDefault="000B6FF7" w:rsidP="000B6FF7">
      <w:pPr>
        <w:pStyle w:val="Heading2"/>
        <w:rPr>
          <w:rFonts w:ascii="Times New Roman" w:hAnsi="Times New Roman"/>
        </w:rPr>
      </w:pPr>
      <w:bookmarkStart w:id="42" w:name="_Toc283881433"/>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Notification of Award</w:t>
      </w:r>
      <w:bookmarkEnd w:id="42"/>
      <w:r w:rsidR="00C2668C" w:rsidRPr="002B4BE9">
        <w:rPr>
          <w:rFonts w:ascii="Times New Roman" w:hAnsi="Times New Roman"/>
        </w:rPr>
        <w:tab/>
      </w:r>
    </w:p>
    <w:p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2B4BE9">
        <w:rPr>
          <w:rFonts w:ascii="Times New Roman" w:hAnsi="Times New Roman"/>
        </w:rPr>
        <w:tab/>
      </w:r>
      <w:r w:rsidR="00C2668C" w:rsidRPr="002B4BE9">
        <w:rPr>
          <w:rFonts w:ascii="Times New Roman" w:hAnsi="Times New Roman"/>
        </w:rPr>
        <w:t xml:space="preserve">specify the sum that the Employer will pay the Contractor in consideration of the execution and completion of the </w:t>
      </w:r>
      <w:r w:rsidR="00921B6E" w:rsidRPr="002B4BE9">
        <w:rPr>
          <w:rFonts w:ascii="Times New Roman" w:hAnsi="Times New Roman"/>
        </w:rPr>
        <w:t xml:space="preserve">plant and services (hereinafter </w:t>
      </w:r>
      <w:r w:rsidR="00C2668C" w:rsidRPr="002B4BE9">
        <w:rPr>
          <w:rFonts w:ascii="Times New Roman" w:hAnsi="Times New Roman"/>
        </w:rPr>
        <w:t xml:space="preserve">and in the Conditions of Contract and Contract Forms called “the Contract Price”). </w:t>
      </w:r>
    </w:p>
    <w:p w:rsidR="00921B6E"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At the same time, the Employer will publish in an English language newspaper or well-known freely accessible website the results iden</w:t>
      </w:r>
      <w:r w:rsidR="00921B6E" w:rsidRPr="002B4BE9">
        <w:rPr>
          <w:rFonts w:ascii="Times New Roman" w:hAnsi="Times New Roman"/>
        </w:rPr>
        <w:t xml:space="preserve">tifying the bid and lot numbers </w:t>
      </w:r>
      <w:r w:rsidR="00C2668C" w:rsidRPr="002B4BE9">
        <w:rPr>
          <w:rFonts w:ascii="Times New Roman" w:hAnsi="Times New Roman"/>
        </w:rPr>
        <w:t xml:space="preserve">and the following information: </w:t>
      </w:r>
    </w:p>
    <w:p w:rsidR="00921B6E" w:rsidRPr="002B4BE9" w:rsidRDefault="00C2668C" w:rsidP="00921B6E">
      <w:pPr>
        <w:ind w:left="2160" w:hanging="720"/>
        <w:jc w:val="both"/>
        <w:rPr>
          <w:rFonts w:ascii="Times New Roman" w:hAnsi="Times New Roman"/>
        </w:rPr>
      </w:pPr>
      <w:r w:rsidRPr="002B4BE9">
        <w:rPr>
          <w:rFonts w:ascii="Times New Roman" w:hAnsi="Times New Roman"/>
        </w:rPr>
        <w:t>(</w:t>
      </w:r>
      <w:proofErr w:type="spellStart"/>
      <w:proofErr w:type="gramStart"/>
      <w:r w:rsidRPr="002B4BE9">
        <w:rPr>
          <w:rFonts w:ascii="Times New Roman" w:hAnsi="Times New Roman"/>
        </w:rPr>
        <w:t>i</w:t>
      </w:r>
      <w:proofErr w:type="spellEnd"/>
      <w:proofErr w:type="gramEnd"/>
      <w:r w:rsidRPr="002B4BE9">
        <w:rPr>
          <w:rFonts w:ascii="Times New Roman" w:hAnsi="Times New Roman"/>
        </w:rPr>
        <w:t>)</w:t>
      </w:r>
      <w:r w:rsidR="00921B6E" w:rsidRPr="002B4BE9">
        <w:rPr>
          <w:rFonts w:ascii="Times New Roman" w:hAnsi="Times New Roman"/>
        </w:rPr>
        <w:tab/>
      </w:r>
      <w:r w:rsidRPr="002B4BE9">
        <w:rPr>
          <w:rFonts w:ascii="Times New Roman" w:hAnsi="Times New Roman"/>
        </w:rPr>
        <w:t xml:space="preserve"> name of each Bidder who submitted a Bid; </w:t>
      </w:r>
    </w:p>
    <w:p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 </w:t>
      </w:r>
      <w:r w:rsidR="00921B6E" w:rsidRPr="002B4BE9">
        <w:rPr>
          <w:rFonts w:ascii="Times New Roman" w:hAnsi="Times New Roman"/>
        </w:rPr>
        <w:tab/>
      </w:r>
      <w:proofErr w:type="gramStart"/>
      <w:r w:rsidRPr="002B4BE9">
        <w:rPr>
          <w:rFonts w:ascii="Times New Roman" w:hAnsi="Times New Roman"/>
        </w:rPr>
        <w:t>bid</w:t>
      </w:r>
      <w:proofErr w:type="gramEnd"/>
      <w:r w:rsidRPr="002B4BE9">
        <w:rPr>
          <w:rFonts w:ascii="Times New Roman" w:hAnsi="Times New Roman"/>
        </w:rPr>
        <w:t xml:space="preserve"> prices as read out at bid opening; </w:t>
      </w:r>
    </w:p>
    <w:p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(iii) </w:t>
      </w:r>
      <w:r w:rsidR="00921B6E" w:rsidRPr="002B4BE9">
        <w:rPr>
          <w:rFonts w:ascii="Times New Roman" w:hAnsi="Times New Roman"/>
        </w:rPr>
        <w:tab/>
      </w:r>
      <w:proofErr w:type="gramStart"/>
      <w:r w:rsidRPr="002B4BE9">
        <w:rPr>
          <w:rFonts w:ascii="Times New Roman" w:hAnsi="Times New Roman"/>
        </w:rPr>
        <w:t>name</w:t>
      </w:r>
      <w:proofErr w:type="gramEnd"/>
      <w:r w:rsidRPr="002B4BE9">
        <w:rPr>
          <w:rFonts w:ascii="Times New Roman" w:hAnsi="Times New Roman"/>
        </w:rPr>
        <w:t xml:space="preserve"> and evaluated prices of each Bid that was evaluated; </w:t>
      </w:r>
    </w:p>
    <w:p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(iv) </w:t>
      </w:r>
      <w:r w:rsidR="00921B6E" w:rsidRPr="002B4BE9">
        <w:rPr>
          <w:rFonts w:ascii="Times New Roman" w:hAnsi="Times New Roman"/>
        </w:rPr>
        <w:tab/>
      </w:r>
      <w:proofErr w:type="gramStart"/>
      <w:r w:rsidRPr="002B4BE9">
        <w:rPr>
          <w:rFonts w:ascii="Times New Roman" w:hAnsi="Times New Roman"/>
        </w:rPr>
        <w:t>name</w:t>
      </w:r>
      <w:proofErr w:type="gramEnd"/>
      <w:r w:rsidRPr="002B4BE9">
        <w:rPr>
          <w:rFonts w:ascii="Times New Roman" w:hAnsi="Times New Roman"/>
        </w:rPr>
        <w:t xml:space="preserve"> of bidders whose bids were rejected and the reasons for their rejection; and </w:t>
      </w:r>
    </w:p>
    <w:p w:rsidR="00C2668C" w:rsidRPr="002B4BE9" w:rsidRDefault="00C2668C" w:rsidP="00921B6E">
      <w:pPr>
        <w:ind w:left="2160" w:hanging="720"/>
        <w:jc w:val="both"/>
        <w:rPr>
          <w:rFonts w:ascii="Times New Roman" w:hAnsi="Times New Roman"/>
        </w:rPr>
      </w:pPr>
      <w:r w:rsidRPr="002B4BE9">
        <w:rPr>
          <w:rFonts w:ascii="Times New Roman" w:hAnsi="Times New Roman"/>
        </w:rPr>
        <w:t xml:space="preserve">(v) </w:t>
      </w:r>
      <w:r w:rsidR="00921B6E" w:rsidRPr="002B4BE9">
        <w:rPr>
          <w:rFonts w:ascii="Times New Roman" w:hAnsi="Times New Roman"/>
        </w:rPr>
        <w:tab/>
      </w:r>
      <w:proofErr w:type="gramStart"/>
      <w:r w:rsidRPr="002B4BE9">
        <w:rPr>
          <w:rFonts w:ascii="Times New Roman" w:hAnsi="Times New Roman"/>
        </w:rPr>
        <w:t>name</w:t>
      </w:r>
      <w:proofErr w:type="gramEnd"/>
      <w:r w:rsidRPr="002B4BE9">
        <w:rPr>
          <w:rFonts w:ascii="Times New Roman" w:hAnsi="Times New Roman"/>
        </w:rPr>
        <w:t xml:space="preserve"> of the winning Bidder, and the price it offered, as well </w:t>
      </w:r>
      <w:r w:rsidR="00921B6E" w:rsidRPr="002B4BE9">
        <w:rPr>
          <w:rFonts w:ascii="Times New Roman" w:hAnsi="Times New Roman"/>
        </w:rPr>
        <w:t xml:space="preserve">as the duration and </w:t>
      </w:r>
      <w:r w:rsidRPr="002B4BE9">
        <w:rPr>
          <w:rFonts w:ascii="Times New Roman" w:hAnsi="Times New Roman"/>
        </w:rPr>
        <w:t>summary scope of the contract aw</w:t>
      </w:r>
      <w:r w:rsidR="00921B6E" w:rsidRPr="002B4BE9">
        <w:rPr>
          <w:rFonts w:ascii="Times New Roman" w:hAnsi="Times New Roman"/>
        </w:rPr>
        <w:t xml:space="preserve">arded. After publication of the </w:t>
      </w:r>
      <w:r w:rsidRPr="002B4BE9">
        <w:rPr>
          <w:rFonts w:ascii="Times New Roman" w:hAnsi="Times New Roman"/>
        </w:rPr>
        <w:t>award, unsuccessful bidders may request in writing t</w:t>
      </w:r>
      <w:r w:rsidR="00921B6E" w:rsidRPr="002B4BE9">
        <w:rPr>
          <w:rFonts w:ascii="Times New Roman" w:hAnsi="Times New Roman"/>
        </w:rPr>
        <w:t xml:space="preserve">o the Employer for a debriefing </w:t>
      </w:r>
      <w:r w:rsidRPr="002B4BE9">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Until a formal contract is prepared and executed, the notification of award shall constitute a binding Contract.</w:t>
      </w:r>
    </w:p>
    <w:p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The Employer shall promptly respond in writing to any unsuccessful Bidder who, after notification of award in accordance with </w:t>
      </w:r>
      <w:r w:rsidR="00DE3728" w:rsidRPr="002B4BE9">
        <w:rPr>
          <w:rFonts w:ascii="Times New Roman" w:hAnsi="Times New Roman"/>
        </w:rPr>
        <w:t>ITB 43.1</w:t>
      </w:r>
      <w:r w:rsidR="00C2668C" w:rsidRPr="002B4BE9">
        <w:rPr>
          <w:rFonts w:ascii="Times New Roman" w:hAnsi="Times New Roman"/>
        </w:rPr>
        <w:t>, requests in writing the grounds on which its bid was not selected.</w:t>
      </w:r>
    </w:p>
    <w:p w:rsidR="000B6FF7" w:rsidRPr="002B4BE9" w:rsidRDefault="000B6FF7" w:rsidP="000B6FF7">
      <w:pPr>
        <w:pStyle w:val="Heading2"/>
        <w:rPr>
          <w:rFonts w:ascii="Times New Roman" w:hAnsi="Times New Roman"/>
        </w:rPr>
      </w:pPr>
      <w:bookmarkStart w:id="43" w:name="_Toc283881434"/>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Signing of Contract</w:t>
      </w:r>
      <w:bookmarkEnd w:id="43"/>
      <w:r w:rsidR="00C2668C" w:rsidRPr="002B4BE9">
        <w:rPr>
          <w:rFonts w:ascii="Times New Roman" w:hAnsi="Times New Roman"/>
        </w:rPr>
        <w:tab/>
      </w:r>
    </w:p>
    <w:p w:rsidR="00C2668C" w:rsidRPr="002B4BE9" w:rsidRDefault="00C2668C"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.2</w:t>
      </w:r>
      <w:r w:rsidR="00C2668C" w:rsidRPr="002B4BE9">
        <w:rPr>
          <w:rFonts w:ascii="Times New Roman" w:hAnsi="Times New Roman"/>
        </w:rPr>
        <w:tab/>
        <w:t>Within twenty-eight (28) days of receipt of the Contract Agreement, the successful Bidder shall sign, date, and return it to the Employer.</w:t>
      </w:r>
    </w:p>
    <w:p w:rsidR="000B6FF7" w:rsidRPr="002B4BE9" w:rsidRDefault="000B6FF7" w:rsidP="000B6FF7">
      <w:pPr>
        <w:pStyle w:val="Heading2"/>
        <w:rPr>
          <w:rFonts w:ascii="Times New Roman" w:hAnsi="Times New Roman"/>
        </w:rPr>
      </w:pPr>
      <w:bookmarkStart w:id="44" w:name="_Toc283881435"/>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Performance Security</w:t>
      </w:r>
      <w:bookmarkEnd w:id="44"/>
      <w:r w:rsidR="00C2668C" w:rsidRPr="002B4BE9">
        <w:rPr>
          <w:rFonts w:ascii="Times New Roman" w:hAnsi="Times New Roman"/>
        </w:rPr>
        <w:tab/>
      </w:r>
    </w:p>
    <w:p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Within twenty-eight (</w:t>
      </w:r>
      <w:r w:rsidR="00870A34" w:rsidRPr="002B4BE9">
        <w:rPr>
          <w:rFonts w:ascii="Times New Roman" w:hAnsi="Times New Roman"/>
        </w:rPr>
        <w:t xml:space="preserve"> </w:t>
      </w:r>
      <w:r w:rsidR="00F56E5C" w:rsidRPr="002B4BE9">
        <w:rPr>
          <w:rFonts w:ascii="Times New Roman" w:hAnsi="Times New Roman"/>
        </w:rPr>
        <w:t>21</w:t>
      </w:r>
      <w:r w:rsidR="00C2668C" w:rsidRPr="002B4BE9">
        <w:rPr>
          <w:rFonts w:ascii="Times New Roman" w:hAnsi="Times New Roman"/>
        </w:rPr>
        <w:t xml:space="preserve"> days of the receipt of notification of award from the Employer, the successful Bidder shall furnish the performance security in </w:t>
      </w:r>
      <w:r w:rsidRPr="002B4BE9">
        <w:rPr>
          <w:rFonts w:ascii="Times New Roman" w:hAnsi="Times New Roman"/>
        </w:rPr>
        <w:t>a</w:t>
      </w:r>
      <w:r w:rsidR="00C2668C" w:rsidRPr="002B4BE9">
        <w:rPr>
          <w:rFonts w:ascii="Times New Roman" w:hAnsi="Times New Roman"/>
        </w:rPr>
        <w:t xml:space="preserve">ccordance with the conditions of contract, subject to </w:t>
      </w:r>
      <w:r w:rsidR="00DE3728" w:rsidRPr="002B4BE9">
        <w:rPr>
          <w:rFonts w:ascii="Times New Roman" w:hAnsi="Times New Roman"/>
        </w:rPr>
        <w:t>ITB 39.5</w:t>
      </w:r>
      <w:r w:rsidR="00C2668C" w:rsidRPr="002B4BE9">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B4BE9">
        <w:rPr>
          <w:rFonts w:ascii="Times New Roman" w:hAnsi="Times New Roman"/>
        </w:rPr>
        <w:t xml:space="preserve">ntry of the Employer to make it </w:t>
      </w:r>
      <w:r w:rsidR="00C2668C" w:rsidRPr="002B4BE9">
        <w:rPr>
          <w:rFonts w:ascii="Times New Roman" w:hAnsi="Times New Roman"/>
        </w:rPr>
        <w:t>enforceable.</w:t>
      </w:r>
    </w:p>
    <w:p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2B4BE9">
        <w:rPr>
          <w:rFonts w:ascii="Times New Roman" w:hAnsi="Times New Roman"/>
        </w:rPr>
        <w:t>Contract satisfactorily.</w:t>
      </w:r>
    </w:p>
    <w:p w:rsidR="00C2668C" w:rsidRPr="005B3741"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The above provision shall also apply to the furnishing of a domestic preference security if so required.</w:t>
      </w:r>
      <w:bookmarkStart w:id="45" w:name="_GoBack"/>
      <w:bookmarkEnd w:id="45"/>
    </w:p>
    <w:p w:rsidR="00E51E6D" w:rsidRPr="005B3741" w:rsidRDefault="00E51E6D">
      <w:pPr>
        <w:rPr>
          <w:rFonts w:ascii="Times New Roman" w:hAnsi="Times New Roman"/>
        </w:rPr>
      </w:pPr>
    </w:p>
    <w:sectPr w:rsidR="00E51E6D" w:rsidRPr="005B3741" w:rsidSect="0084056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6CE" w:rsidRDefault="005826CE" w:rsidP="00C2668C">
      <w:pPr>
        <w:spacing w:after="0" w:line="240" w:lineRule="auto"/>
      </w:pPr>
      <w:r>
        <w:separator/>
      </w:r>
    </w:p>
  </w:endnote>
  <w:endnote w:type="continuationSeparator" w:id="0">
    <w:p w:rsidR="005826CE" w:rsidRDefault="005826CE"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30015"/>
      <w:docPartObj>
        <w:docPartGallery w:val="Page Numbers (Bottom of Page)"/>
        <w:docPartUnique/>
      </w:docPartObj>
    </w:sdtPr>
    <w:sdtEndPr/>
    <w:sdtContent>
      <w:p w:rsidR="005826CE" w:rsidRDefault="005826CE" w:rsidP="00C747E4">
        <w:pPr>
          <w:pStyle w:val="Footer"/>
          <w:jc w:val="center"/>
        </w:pPr>
      </w:p>
      <w:p w:rsidR="005826CE" w:rsidRDefault="005826CE" w:rsidP="00BB274E">
        <w:pPr>
          <w:pStyle w:val="Footer"/>
        </w:pPr>
        <w:r>
          <w:t xml:space="preserve">Bid Documents – </w:t>
        </w:r>
        <w:r w:rsidR="00BB274E" w:rsidRPr="002B4BE9">
          <w:t xml:space="preserve">Design and Build Basis for Water Supply Network, Water Storage Tanks and Reverse Osmosis Plant and Allied Works based on Integrated Water Resources Management approach in L. </w:t>
        </w:r>
        <w:proofErr w:type="spellStart"/>
        <w:r w:rsidR="00BB274E" w:rsidRPr="002B4BE9">
          <w:t>Fonadhoo</w:t>
        </w:r>
        <w:proofErr w:type="spellEnd"/>
        <w:r w:rsidR="00BB274E" w:rsidRPr="002B4BE9">
          <w:t>, Maldives</w:t>
        </w:r>
      </w:p>
    </w:sdtContent>
  </w:sdt>
  <w:p w:rsidR="005826CE" w:rsidRDefault="005826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6CE" w:rsidRDefault="005826CE" w:rsidP="00C2668C">
      <w:pPr>
        <w:spacing w:after="0" w:line="240" w:lineRule="auto"/>
      </w:pPr>
      <w:r>
        <w:separator/>
      </w:r>
    </w:p>
  </w:footnote>
  <w:footnote w:type="continuationSeparator" w:id="0">
    <w:p w:rsidR="005826CE" w:rsidRDefault="005826CE"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ma Ahmed Rasheed">
    <w15:presenceInfo w15:providerId="AD" w15:userId="S-1-5-21-1960633827-2156823887-2912202358-1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2668C"/>
    <w:rsid w:val="000319D6"/>
    <w:rsid w:val="000500CF"/>
    <w:rsid w:val="000660D0"/>
    <w:rsid w:val="000737F4"/>
    <w:rsid w:val="00076372"/>
    <w:rsid w:val="0008084C"/>
    <w:rsid w:val="000A7F1E"/>
    <w:rsid w:val="000B6FF7"/>
    <w:rsid w:val="000D094C"/>
    <w:rsid w:val="000D5389"/>
    <w:rsid w:val="000E366B"/>
    <w:rsid w:val="000E65CC"/>
    <w:rsid w:val="000F0BF1"/>
    <w:rsid w:val="0010341F"/>
    <w:rsid w:val="00113A4D"/>
    <w:rsid w:val="001275BB"/>
    <w:rsid w:val="00145115"/>
    <w:rsid w:val="00192138"/>
    <w:rsid w:val="001B6334"/>
    <w:rsid w:val="001C4219"/>
    <w:rsid w:val="001D38BA"/>
    <w:rsid w:val="001D53B2"/>
    <w:rsid w:val="00205B4B"/>
    <w:rsid w:val="00236F5F"/>
    <w:rsid w:val="00237408"/>
    <w:rsid w:val="00242FE3"/>
    <w:rsid w:val="002763A5"/>
    <w:rsid w:val="002956D5"/>
    <w:rsid w:val="002A3406"/>
    <w:rsid w:val="002A5300"/>
    <w:rsid w:val="002B4BE9"/>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76C76"/>
    <w:rsid w:val="003822CA"/>
    <w:rsid w:val="00385609"/>
    <w:rsid w:val="003B7938"/>
    <w:rsid w:val="003C43C2"/>
    <w:rsid w:val="003C672D"/>
    <w:rsid w:val="003D59B1"/>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D173B"/>
    <w:rsid w:val="004F2A50"/>
    <w:rsid w:val="004F7884"/>
    <w:rsid w:val="0051318A"/>
    <w:rsid w:val="0051494E"/>
    <w:rsid w:val="00523E0D"/>
    <w:rsid w:val="0053144E"/>
    <w:rsid w:val="00533163"/>
    <w:rsid w:val="0053762E"/>
    <w:rsid w:val="00550DC7"/>
    <w:rsid w:val="00564B01"/>
    <w:rsid w:val="005673C5"/>
    <w:rsid w:val="00581578"/>
    <w:rsid w:val="005826CE"/>
    <w:rsid w:val="005A1A91"/>
    <w:rsid w:val="005A6658"/>
    <w:rsid w:val="005B3658"/>
    <w:rsid w:val="005B3741"/>
    <w:rsid w:val="005F0869"/>
    <w:rsid w:val="00610EB3"/>
    <w:rsid w:val="006372FD"/>
    <w:rsid w:val="0064709E"/>
    <w:rsid w:val="0066786D"/>
    <w:rsid w:val="006937EA"/>
    <w:rsid w:val="006A2DCD"/>
    <w:rsid w:val="006B68E5"/>
    <w:rsid w:val="006C11C3"/>
    <w:rsid w:val="006D25C8"/>
    <w:rsid w:val="006D34DE"/>
    <w:rsid w:val="006D6B33"/>
    <w:rsid w:val="007325C6"/>
    <w:rsid w:val="00740D7D"/>
    <w:rsid w:val="00742644"/>
    <w:rsid w:val="00772794"/>
    <w:rsid w:val="00794043"/>
    <w:rsid w:val="007C3D0D"/>
    <w:rsid w:val="007E4595"/>
    <w:rsid w:val="007E7865"/>
    <w:rsid w:val="008041B2"/>
    <w:rsid w:val="00813649"/>
    <w:rsid w:val="0084056D"/>
    <w:rsid w:val="00841EAF"/>
    <w:rsid w:val="00844FC2"/>
    <w:rsid w:val="0085183E"/>
    <w:rsid w:val="00870A34"/>
    <w:rsid w:val="00890958"/>
    <w:rsid w:val="0089758A"/>
    <w:rsid w:val="008B0AEC"/>
    <w:rsid w:val="008D4968"/>
    <w:rsid w:val="008D6DFA"/>
    <w:rsid w:val="008E7656"/>
    <w:rsid w:val="008F01E9"/>
    <w:rsid w:val="00905479"/>
    <w:rsid w:val="0091710E"/>
    <w:rsid w:val="00921B6E"/>
    <w:rsid w:val="009220C2"/>
    <w:rsid w:val="00922EBC"/>
    <w:rsid w:val="00940FAB"/>
    <w:rsid w:val="00942C03"/>
    <w:rsid w:val="009527E6"/>
    <w:rsid w:val="00957E32"/>
    <w:rsid w:val="00976CBE"/>
    <w:rsid w:val="00993FA3"/>
    <w:rsid w:val="009A2273"/>
    <w:rsid w:val="009C150F"/>
    <w:rsid w:val="009C6DCC"/>
    <w:rsid w:val="009E2DEF"/>
    <w:rsid w:val="00A070F5"/>
    <w:rsid w:val="00A0789E"/>
    <w:rsid w:val="00A13501"/>
    <w:rsid w:val="00A570C8"/>
    <w:rsid w:val="00A95662"/>
    <w:rsid w:val="00A95B5A"/>
    <w:rsid w:val="00AD10FB"/>
    <w:rsid w:val="00AF5B23"/>
    <w:rsid w:val="00B045E1"/>
    <w:rsid w:val="00B07373"/>
    <w:rsid w:val="00B106AD"/>
    <w:rsid w:val="00B22677"/>
    <w:rsid w:val="00B30D76"/>
    <w:rsid w:val="00B34C4D"/>
    <w:rsid w:val="00B920B4"/>
    <w:rsid w:val="00BA5E86"/>
    <w:rsid w:val="00BB274E"/>
    <w:rsid w:val="00BB30C8"/>
    <w:rsid w:val="00C14481"/>
    <w:rsid w:val="00C2125B"/>
    <w:rsid w:val="00C2668C"/>
    <w:rsid w:val="00C331B2"/>
    <w:rsid w:val="00C367C4"/>
    <w:rsid w:val="00C747E4"/>
    <w:rsid w:val="00C77E3F"/>
    <w:rsid w:val="00C93EAA"/>
    <w:rsid w:val="00CB0A41"/>
    <w:rsid w:val="00CB45DE"/>
    <w:rsid w:val="00CF0052"/>
    <w:rsid w:val="00D2382F"/>
    <w:rsid w:val="00D26DA8"/>
    <w:rsid w:val="00D32A91"/>
    <w:rsid w:val="00D35097"/>
    <w:rsid w:val="00D71243"/>
    <w:rsid w:val="00D748D2"/>
    <w:rsid w:val="00DA2EC1"/>
    <w:rsid w:val="00DA511B"/>
    <w:rsid w:val="00DA5192"/>
    <w:rsid w:val="00DA6617"/>
    <w:rsid w:val="00DB13DF"/>
    <w:rsid w:val="00DC6B31"/>
    <w:rsid w:val="00DD7945"/>
    <w:rsid w:val="00DE3728"/>
    <w:rsid w:val="00DF579F"/>
    <w:rsid w:val="00E05DC9"/>
    <w:rsid w:val="00E1115D"/>
    <w:rsid w:val="00E14611"/>
    <w:rsid w:val="00E3235D"/>
    <w:rsid w:val="00E5050C"/>
    <w:rsid w:val="00E51E6D"/>
    <w:rsid w:val="00E63788"/>
    <w:rsid w:val="00E73AAD"/>
    <w:rsid w:val="00E74181"/>
    <w:rsid w:val="00E93961"/>
    <w:rsid w:val="00EA48B3"/>
    <w:rsid w:val="00ED7355"/>
    <w:rsid w:val="00EE594D"/>
    <w:rsid w:val="00F00A81"/>
    <w:rsid w:val="00F11ECC"/>
    <w:rsid w:val="00F2293F"/>
    <w:rsid w:val="00F528B4"/>
    <w:rsid w:val="00F56E5C"/>
    <w:rsid w:val="00F60B92"/>
    <w:rsid w:val="00F75755"/>
    <w:rsid w:val="00F8446D"/>
    <w:rsid w:val="00FB3A0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F9B73-E237-40A1-9581-C0CEDC5F1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27</Pages>
  <Words>9197</Words>
  <Characters>52427</Characters>
  <Application>Microsoft Office Word</Application>
  <DocSecurity>0</DocSecurity>
  <Lines>436</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Afsal Hussein</cp:lastModifiedBy>
  <cp:revision>99</cp:revision>
  <cp:lastPrinted>2011-04-14T03:12:00Z</cp:lastPrinted>
  <dcterms:created xsi:type="dcterms:W3CDTF">2011-01-05T13:36:00Z</dcterms:created>
  <dcterms:modified xsi:type="dcterms:W3CDTF">2015-03-31T05:06:00Z</dcterms:modified>
</cp:coreProperties>
</file>