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157FB0CD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465E2D">
        <w:rPr>
          <w:rFonts w:ascii="Times New Roman" w:hAnsi="Times New Roman"/>
          <w:b/>
          <w:sz w:val="28"/>
          <w:szCs w:val="28"/>
        </w:rPr>
        <w:t xml:space="preserve">R. </w:t>
      </w:r>
      <w:proofErr w:type="spellStart"/>
      <w:r w:rsidR="00465E2D">
        <w:rPr>
          <w:rFonts w:ascii="Times New Roman" w:hAnsi="Times New Roman"/>
          <w:b/>
          <w:sz w:val="28"/>
          <w:szCs w:val="28"/>
        </w:rPr>
        <w:t>Rasgetheemu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45BF0CB9" w:rsidR="0056094C" w:rsidRPr="00AD4186" w:rsidRDefault="00BE7CA2" w:rsidP="00841B37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841B37">
        <w:rPr>
          <w:rFonts w:ascii="Times New Roman" w:hAnsi="Times New Roman"/>
          <w:b/>
          <w:szCs w:val="24"/>
          <w:lang w:val="en-GB"/>
        </w:rPr>
        <w:t>No.:</w:t>
      </w:r>
      <w:r w:rsidR="00B206F0" w:rsidRPr="00841B37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841B37">
        <w:rPr>
          <w:rFonts w:ascii="Times New Roman" w:hAnsi="Times New Roman"/>
          <w:b/>
          <w:bCs/>
        </w:rPr>
        <w:t xml:space="preserve"> </w:t>
      </w:r>
      <w:r w:rsidR="00567370" w:rsidRPr="00841B37">
        <w:rPr>
          <w:rFonts w:ascii="Times New Roman" w:hAnsi="Times New Roman"/>
          <w:b/>
          <w:bCs/>
        </w:rPr>
        <w:t>TES/201</w:t>
      </w:r>
      <w:r w:rsidR="005C4FCF" w:rsidRPr="00841B37">
        <w:rPr>
          <w:rFonts w:ascii="Times New Roman" w:hAnsi="Times New Roman"/>
          <w:b/>
          <w:bCs/>
        </w:rPr>
        <w:t>9</w:t>
      </w:r>
      <w:r w:rsidR="00567370" w:rsidRPr="00841B37">
        <w:rPr>
          <w:rFonts w:ascii="Times New Roman" w:hAnsi="Times New Roman"/>
          <w:b/>
          <w:bCs/>
        </w:rPr>
        <w:t>/W-</w:t>
      </w:r>
      <w:r w:rsidR="00841B37" w:rsidRPr="00841B37">
        <w:rPr>
          <w:rFonts w:ascii="Times New Roman" w:hAnsi="Times New Roman"/>
          <w:b/>
          <w:bCs/>
        </w:rPr>
        <w:t>021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1FA3CD3E" w:rsidR="00F91571" w:rsidRPr="00AD4186" w:rsidRDefault="005C4FCF" w:rsidP="00F23DA6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0A590207" w:rsidR="00F91571" w:rsidRPr="00AD4186" w:rsidRDefault="00F91571" w:rsidP="00841B37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841B37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841B37">
        <w:rPr>
          <w:rFonts w:asciiTheme="majorBidi" w:hAnsiTheme="majorBidi" w:cstheme="majorBidi"/>
          <w:b/>
          <w:bCs/>
          <w:iCs/>
          <w:lang w:val="fr-FR"/>
        </w:rPr>
        <w:t>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4D57E4B5" w14:textId="77777777" w:rsidR="00841B37" w:rsidRDefault="00841B37" w:rsidP="00F91571">
      <w:pPr>
        <w:pStyle w:val="Title"/>
        <w:spacing w:before="0" w:after="0"/>
        <w:rPr>
          <w:b/>
          <w:bCs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FB121" w14:textId="77777777" w:rsidR="00DD27E6" w:rsidRDefault="00DD27E6">
      <w:r>
        <w:separator/>
      </w:r>
    </w:p>
  </w:endnote>
  <w:endnote w:type="continuationSeparator" w:id="0">
    <w:p w14:paraId="08442F7C" w14:textId="77777777" w:rsidR="00DD27E6" w:rsidRDefault="00DD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C98F1" w14:textId="77777777" w:rsidR="00DD27E6" w:rsidRDefault="00DD27E6">
      <w:r>
        <w:separator/>
      </w:r>
    </w:p>
  </w:footnote>
  <w:footnote w:type="continuationSeparator" w:id="0">
    <w:p w14:paraId="288CDCEB" w14:textId="77777777" w:rsidR="00DD27E6" w:rsidRDefault="00DD2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23E4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41B37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D27E6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23DA6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35</cp:revision>
  <cp:lastPrinted>2013-02-18T07:17:00Z</cp:lastPrinted>
  <dcterms:created xsi:type="dcterms:W3CDTF">2014-02-26T07:38:00Z</dcterms:created>
  <dcterms:modified xsi:type="dcterms:W3CDTF">2019-02-04T09:01:00Z</dcterms:modified>
  <cp:category>COPP/COSO</cp:category>
</cp:coreProperties>
</file>