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69633"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D1D0728" w14:textId="77777777" w:rsidR="006E3D54" w:rsidRPr="000D4025" w:rsidRDefault="006E3D54" w:rsidP="006E3D54">
      <w:pPr>
        <w:spacing w:line="360" w:lineRule="auto"/>
        <w:ind w:left="142"/>
        <w:jc w:val="both"/>
        <w:rPr>
          <w:color w:val="000000"/>
          <w:spacing w:val="-5"/>
          <w:sz w:val="22"/>
          <w:szCs w:val="22"/>
        </w:rPr>
      </w:pPr>
    </w:p>
    <w:p w14:paraId="6DA86145" w14:textId="77777777" w:rsidR="0051222F" w:rsidRDefault="0051222F" w:rsidP="006E3D54">
      <w:pPr>
        <w:spacing w:line="276" w:lineRule="auto"/>
        <w:ind w:left="142"/>
        <w:jc w:val="both"/>
        <w:rPr>
          <w:color w:val="000000"/>
          <w:sz w:val="22"/>
          <w:szCs w:val="22"/>
        </w:rPr>
      </w:pPr>
    </w:p>
    <w:p w14:paraId="6FA888CD"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2F9520AD" w14:textId="77777777" w:rsidR="0051222F" w:rsidRPr="000D4025" w:rsidRDefault="0051222F" w:rsidP="006E3D54">
      <w:pPr>
        <w:spacing w:line="276" w:lineRule="auto"/>
        <w:ind w:left="142"/>
        <w:jc w:val="both"/>
        <w:rPr>
          <w:i/>
          <w:iCs/>
          <w:color w:val="000000"/>
          <w:sz w:val="22"/>
          <w:szCs w:val="22"/>
        </w:rPr>
      </w:pPr>
    </w:p>
    <w:p w14:paraId="07135E99" w14:textId="0C544D13" w:rsidR="006E3D54" w:rsidRPr="000D4025" w:rsidRDefault="00DB0DC1" w:rsidP="006E3D54">
      <w:pPr>
        <w:shd w:val="clear" w:color="auto" w:fill="FFFFFF"/>
        <w:spacing w:line="276" w:lineRule="auto"/>
        <w:ind w:left="142"/>
        <w:jc w:val="both"/>
        <w:rPr>
          <w:color w:val="000000"/>
          <w:sz w:val="22"/>
          <w:szCs w:val="22"/>
        </w:rPr>
      </w:pPr>
      <w:r w:rsidRPr="00DB0DC1">
        <w:rPr>
          <w:sz w:val="22"/>
          <w:szCs w:val="22"/>
        </w:rPr>
        <w:t xml:space="preserve">Design and Build Basis for Construction of Water Supply and Sewerage Facilities in </w:t>
      </w:r>
      <w:r w:rsidR="003230CE">
        <w:rPr>
          <w:sz w:val="22"/>
          <w:szCs w:val="22"/>
        </w:rPr>
        <w:t>B.Hithaadhoo</w:t>
      </w:r>
      <w:r w:rsidRPr="00DB0DC1">
        <w:rPr>
          <w:sz w:val="22"/>
          <w:szCs w:val="22"/>
        </w:rPr>
        <w:t>, Maldives</w:t>
      </w:r>
    </w:p>
    <w:p w14:paraId="0D20CD94"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05A88429" w14:textId="77777777" w:rsidR="00271FE7" w:rsidRPr="00271FE7" w:rsidRDefault="0051222F" w:rsidP="00271FE7">
      <w:pPr>
        <w:shd w:val="clear" w:color="auto" w:fill="FFFFFF"/>
        <w:spacing w:line="276" w:lineRule="auto"/>
        <w:ind w:left="142"/>
        <w:jc w:val="both"/>
        <w:rPr>
          <w:i/>
          <w:iCs/>
          <w:color w:val="000000"/>
          <w:sz w:val="22"/>
          <w:szCs w:val="22"/>
        </w:rPr>
      </w:pPr>
      <w:r w:rsidRPr="00271FE7">
        <w:rPr>
          <w:i/>
          <w:iCs/>
          <w:color w:val="000000"/>
          <w:sz w:val="22"/>
          <w:szCs w:val="22"/>
        </w:rPr>
        <w:t>National Tender</w:t>
      </w:r>
      <w:r w:rsidR="00DD7728" w:rsidRPr="00271FE7">
        <w:rPr>
          <w:i/>
          <w:iCs/>
          <w:color w:val="000000"/>
          <w:sz w:val="22"/>
          <w:szCs w:val="22"/>
        </w:rPr>
        <w:t xml:space="preserve">, </w:t>
      </w:r>
    </w:p>
    <w:p w14:paraId="13C44A51" w14:textId="77777777" w:rsidR="00271FE7" w:rsidRPr="00271FE7" w:rsidRDefault="00DD7728" w:rsidP="00271FE7">
      <w:pPr>
        <w:shd w:val="clear" w:color="auto" w:fill="FFFFFF"/>
        <w:spacing w:line="276" w:lineRule="auto"/>
        <w:ind w:left="142"/>
        <w:jc w:val="both"/>
        <w:rPr>
          <w:i/>
          <w:iCs/>
          <w:color w:val="000000"/>
          <w:sz w:val="22"/>
          <w:szCs w:val="22"/>
        </w:rPr>
      </w:pPr>
      <w:r w:rsidRPr="00271FE7">
        <w:rPr>
          <w:i/>
          <w:iCs/>
          <w:color w:val="000000"/>
          <w:sz w:val="22"/>
          <w:szCs w:val="22"/>
        </w:rPr>
        <w:t>Ministry of Finance</w:t>
      </w:r>
      <w:r w:rsidR="006E3D54" w:rsidRPr="00271FE7">
        <w:rPr>
          <w:i/>
          <w:iCs/>
          <w:color w:val="000000"/>
          <w:sz w:val="22"/>
          <w:szCs w:val="22"/>
        </w:rPr>
        <w:t xml:space="preserve">, </w:t>
      </w:r>
    </w:p>
    <w:p w14:paraId="49462141" w14:textId="77777777" w:rsidR="00271FE7" w:rsidRPr="00271FE7" w:rsidRDefault="006E3D54" w:rsidP="00271FE7">
      <w:pPr>
        <w:shd w:val="clear" w:color="auto" w:fill="FFFFFF"/>
        <w:spacing w:line="276" w:lineRule="auto"/>
        <w:ind w:left="142"/>
        <w:jc w:val="both"/>
        <w:rPr>
          <w:i/>
          <w:iCs/>
          <w:color w:val="000000"/>
          <w:sz w:val="22"/>
          <w:szCs w:val="22"/>
        </w:rPr>
      </w:pPr>
      <w:r w:rsidRPr="00271FE7">
        <w:rPr>
          <w:i/>
          <w:iCs/>
          <w:color w:val="000000"/>
          <w:sz w:val="22"/>
          <w:szCs w:val="22"/>
        </w:rPr>
        <w:t>Ameenee</w:t>
      </w:r>
      <w:r w:rsidR="00DD7728" w:rsidRPr="00271FE7">
        <w:rPr>
          <w:i/>
          <w:iCs/>
          <w:color w:val="000000"/>
          <w:sz w:val="22"/>
          <w:szCs w:val="22"/>
        </w:rPr>
        <w:t xml:space="preserve"> </w:t>
      </w:r>
      <w:r w:rsidRPr="00271FE7">
        <w:rPr>
          <w:i/>
          <w:iCs/>
          <w:color w:val="000000"/>
          <w:sz w:val="22"/>
          <w:szCs w:val="22"/>
        </w:rPr>
        <w:t xml:space="preserve">Magu, </w:t>
      </w:r>
    </w:p>
    <w:p w14:paraId="3E7B70DF" w14:textId="227689F7" w:rsidR="006E3D54" w:rsidRDefault="006E3D54" w:rsidP="00271FE7">
      <w:pPr>
        <w:shd w:val="clear" w:color="auto" w:fill="FFFFFF"/>
        <w:spacing w:line="276" w:lineRule="auto"/>
        <w:ind w:left="142"/>
        <w:jc w:val="both"/>
        <w:rPr>
          <w:i/>
          <w:iCs/>
          <w:color w:val="000000"/>
          <w:sz w:val="22"/>
          <w:szCs w:val="22"/>
        </w:rPr>
      </w:pPr>
      <w:r w:rsidRPr="00271FE7">
        <w:rPr>
          <w:i/>
          <w:iCs/>
          <w:color w:val="000000"/>
          <w:sz w:val="22"/>
          <w:szCs w:val="22"/>
        </w:rPr>
        <w:t>Male’, Republic of Maldives</w:t>
      </w:r>
    </w:p>
    <w:p w14:paraId="389789EB" w14:textId="77777777" w:rsidR="00271FE7" w:rsidRPr="000D4025" w:rsidRDefault="00271FE7" w:rsidP="00271FE7">
      <w:pPr>
        <w:shd w:val="clear" w:color="auto" w:fill="FFFFFF"/>
        <w:spacing w:line="276" w:lineRule="auto"/>
        <w:ind w:left="142"/>
        <w:jc w:val="both"/>
        <w:rPr>
          <w:b/>
          <w:bCs/>
          <w:i/>
          <w:iCs/>
          <w:color w:val="000000"/>
          <w:sz w:val="22"/>
          <w:szCs w:val="22"/>
        </w:rPr>
      </w:pPr>
      <w:bookmarkStart w:id="1" w:name="_GoBack"/>
      <w:bookmarkEnd w:id="1"/>
    </w:p>
    <w:p w14:paraId="20A5E724"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17A11889"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14:paraId="1A370C0D"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14:paraId="4CD5FEC0"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489AF626"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7BE1E6F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2465B545"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6CE7EC8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18692C44"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15D3FC0E" w14:textId="77777777" w:rsidR="006E3D54" w:rsidRPr="000D4025" w:rsidRDefault="006E3D54" w:rsidP="006E3D54">
      <w:pPr>
        <w:shd w:val="clear" w:color="auto" w:fill="FFFFFF"/>
        <w:tabs>
          <w:tab w:val="left" w:pos="0"/>
        </w:tabs>
        <w:spacing w:line="276" w:lineRule="auto"/>
        <w:ind w:left="180"/>
        <w:jc w:val="both"/>
        <w:rPr>
          <w:sz w:val="22"/>
          <w:szCs w:val="22"/>
        </w:rPr>
      </w:pPr>
    </w:p>
    <w:p w14:paraId="00796647"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4C556651"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034317EF"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3FF9D6FC"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6EB94D00"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55CBE678"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A5571F9"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B0211E9"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87A06" w14:textId="77777777" w:rsidR="00F006E7" w:rsidRDefault="00F006E7" w:rsidP="0051222F">
      <w:r>
        <w:separator/>
      </w:r>
    </w:p>
  </w:endnote>
  <w:endnote w:type="continuationSeparator" w:id="0">
    <w:p w14:paraId="68F676D5" w14:textId="77777777" w:rsidR="00F006E7" w:rsidRDefault="00F006E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F91D4" w14:textId="77777777" w:rsidR="00F006E7" w:rsidRDefault="00F006E7" w:rsidP="0051222F">
      <w:r>
        <w:separator/>
      </w:r>
    </w:p>
  </w:footnote>
  <w:footnote w:type="continuationSeparator" w:id="0">
    <w:p w14:paraId="693DB4B7" w14:textId="77777777" w:rsidR="00F006E7" w:rsidRDefault="00F006E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271FE7"/>
    <w:rsid w:val="003230CE"/>
    <w:rsid w:val="00424847"/>
    <w:rsid w:val="0051222F"/>
    <w:rsid w:val="006E3D54"/>
    <w:rsid w:val="00A47F4D"/>
    <w:rsid w:val="00A56248"/>
    <w:rsid w:val="00C45387"/>
    <w:rsid w:val="00DB0DC1"/>
    <w:rsid w:val="00DD7728"/>
    <w:rsid w:val="00E17F2E"/>
    <w:rsid w:val="00E7715F"/>
    <w:rsid w:val="00F006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A28B2"/>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9</cp:revision>
  <dcterms:created xsi:type="dcterms:W3CDTF">2019-01-29T06:17:00Z</dcterms:created>
  <dcterms:modified xsi:type="dcterms:W3CDTF">2019-02-04T09:14:00Z</dcterms:modified>
</cp:coreProperties>
</file>