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04395" w14:textId="77777777" w:rsidR="00BE7CA2" w:rsidRPr="00C342DA" w:rsidRDefault="00343A0F" w:rsidP="00680544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132E870F" wp14:editId="7B001526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D68B8" w14:textId="77777777" w:rsidR="00680544" w:rsidRPr="00D56FFC" w:rsidRDefault="00BE7CA2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 xml:space="preserve">GOVERNMENT OF </w:t>
      </w:r>
      <w:r w:rsidR="00B206F0" w:rsidRPr="00D56FFC">
        <w:rPr>
          <w:b/>
          <w:bCs/>
        </w:rPr>
        <w:t>REPUBLIC OF MALDIVES</w:t>
      </w:r>
    </w:p>
    <w:p w14:paraId="74674085" w14:textId="77777777" w:rsidR="00D56FFC" w:rsidRDefault="00D56FFC" w:rsidP="0068054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8231AD0" w14:textId="7E4B8ADF" w:rsidR="00BE7CA2" w:rsidRPr="00C342DA" w:rsidRDefault="00B206F0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 w:rsidR="00DA77F5"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66B07B0E" w14:textId="18A11F4C" w:rsidR="00BE7CA2" w:rsidRPr="00C342DA" w:rsidRDefault="00DE4137" w:rsidP="00C342DA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caps/>
          <w:color w:val="632423"/>
          <w:spacing w:val="20"/>
          <w:sz w:val="28"/>
          <w:szCs w:val="28"/>
          <w:lang w:val="en-GB"/>
        </w:rPr>
        <w:br w:type="textWrapping" w:clear="all"/>
      </w:r>
      <w:r w:rsidR="00BE7CA2" w:rsidRPr="00C342DA">
        <w:rPr>
          <w:rFonts w:ascii="Times New Roman" w:hAnsi="Times New Roman"/>
          <w:lang w:val="en-GB"/>
        </w:rPr>
        <w:br w:type="textWrapping" w:clear="all"/>
      </w:r>
      <w:r w:rsidR="002E6C0C" w:rsidRPr="009D5D60">
        <w:rPr>
          <w:b/>
          <w:bCs/>
          <w:caps/>
          <w:color w:val="632423"/>
          <w:spacing w:val="50"/>
          <w:sz w:val="44"/>
          <w:szCs w:val="44"/>
        </w:rPr>
        <w:t>B</w:t>
      </w:r>
      <w:r w:rsidR="00617EF2" w:rsidRPr="009D5D60">
        <w:rPr>
          <w:b/>
          <w:bCs/>
          <w:caps/>
          <w:color w:val="632423"/>
          <w:spacing w:val="50"/>
          <w:sz w:val="44"/>
          <w:szCs w:val="44"/>
        </w:rPr>
        <w:t>ID DOCUMENT</w:t>
      </w:r>
    </w:p>
    <w:p w14:paraId="1B6DA6DF" w14:textId="77777777" w:rsidR="00BE7CA2" w:rsidRPr="00C342DA" w:rsidRDefault="00C342DA" w:rsidP="00680544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="00BE7CA2" w:rsidRPr="00C342DA">
        <w:rPr>
          <w:rFonts w:ascii="Times New Roman" w:hAnsi="Times New Roman"/>
          <w:b/>
          <w:lang w:val="en-GB"/>
        </w:rPr>
        <w:t>or</w:t>
      </w:r>
    </w:p>
    <w:p w14:paraId="58A78A3C" w14:textId="749960F1" w:rsidR="00DE4137" w:rsidRPr="00C342DA" w:rsidRDefault="009A14EC" w:rsidP="00465E2D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bookmarkStart w:id="0" w:name="_Hlk536470934"/>
      <w:r w:rsidRPr="00C5197B">
        <w:rPr>
          <w:rFonts w:ascii="Times New Roman" w:hAnsi="Times New Roman"/>
          <w:b/>
          <w:sz w:val="28"/>
          <w:szCs w:val="28"/>
        </w:rPr>
        <w:t xml:space="preserve">Design and Build Basis for </w:t>
      </w:r>
      <w:r w:rsidR="00C5197B" w:rsidRPr="00C5197B">
        <w:rPr>
          <w:rFonts w:ascii="Times New Roman" w:hAnsi="Times New Roman"/>
          <w:b/>
          <w:sz w:val="28"/>
          <w:szCs w:val="28"/>
        </w:rPr>
        <w:t xml:space="preserve">Construction of Water Supply and Sewerage Facilities in </w:t>
      </w:r>
      <w:bookmarkEnd w:id="0"/>
      <w:r w:rsidR="00C470CC">
        <w:rPr>
          <w:rFonts w:ascii="Times New Roman" w:hAnsi="Times New Roman"/>
          <w:b/>
          <w:sz w:val="28"/>
          <w:szCs w:val="28"/>
        </w:rPr>
        <w:t>Sh.Komandhoo</w:t>
      </w:r>
      <w:bookmarkStart w:id="1" w:name="_GoBack"/>
      <w:bookmarkEnd w:id="1"/>
      <w:r w:rsidR="00C5197B" w:rsidRPr="00C5197B">
        <w:rPr>
          <w:rFonts w:ascii="Times New Roman" w:hAnsi="Times New Roman"/>
          <w:b/>
          <w:sz w:val="28"/>
          <w:szCs w:val="28"/>
        </w:rPr>
        <w:t>, Maldives</w:t>
      </w:r>
    </w:p>
    <w:p w14:paraId="2E6EF5BE" w14:textId="77777777" w:rsidR="00BE7CA2" w:rsidRPr="00C342DA" w:rsidRDefault="00BE7CA2" w:rsidP="00F91571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(Following Single -Stage: Two- Envelope Bidding Procedure under </w:t>
      </w:r>
      <w:r w:rsidR="00A35080"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ICB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)</w:t>
      </w:r>
    </w:p>
    <w:p w14:paraId="71D63A9C" w14:textId="77777777" w:rsidR="00BE7CA2" w:rsidRPr="00C342DA" w:rsidRDefault="00BE7CA2" w:rsidP="00F91571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</w:p>
    <w:p w14:paraId="4293628A" w14:textId="3D89FBC4" w:rsidR="0056094C" w:rsidRPr="00AD4186" w:rsidRDefault="00BE7CA2" w:rsidP="005C4FCF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 xml:space="preserve">Invitation for Bid </w:t>
      </w:r>
      <w:r w:rsidR="00C5197B" w:rsidRPr="00C342DA">
        <w:rPr>
          <w:rFonts w:ascii="Times New Roman" w:hAnsi="Times New Roman"/>
          <w:b/>
          <w:szCs w:val="24"/>
          <w:lang w:val="en-GB"/>
        </w:rPr>
        <w:t>No.</w:t>
      </w:r>
      <w:r w:rsidR="00C5197B">
        <w:rPr>
          <w:rFonts w:ascii="Times New Roman" w:hAnsi="Times New Roman"/>
          <w:b/>
          <w:szCs w:val="24"/>
          <w:lang w:val="en-GB"/>
        </w:rPr>
        <w:t>:</w:t>
      </w:r>
      <w:r w:rsidR="00B206F0" w:rsidRPr="00C342DA">
        <w:rPr>
          <w:rFonts w:ascii="Times New Roman" w:hAnsi="Times New Roman"/>
          <w:b/>
          <w:szCs w:val="24"/>
          <w:lang w:val="en-GB"/>
        </w:rPr>
        <w:t xml:space="preserve">  </w:t>
      </w:r>
      <w:r w:rsidR="000903B2" w:rsidRPr="00C342DA">
        <w:rPr>
          <w:rFonts w:ascii="Times New Roman" w:hAnsi="Times New Roman"/>
          <w:b/>
          <w:bCs/>
        </w:rPr>
        <w:t xml:space="preserve"> </w:t>
      </w:r>
      <w:r w:rsidR="00567370" w:rsidRPr="00C5197B">
        <w:rPr>
          <w:rFonts w:ascii="Times New Roman" w:hAnsi="Times New Roman"/>
          <w:b/>
          <w:bCs/>
          <w:highlight w:val="yellow"/>
        </w:rPr>
        <w:t>TES/201</w:t>
      </w:r>
      <w:r w:rsidR="005C4FCF">
        <w:rPr>
          <w:rFonts w:ascii="Times New Roman" w:hAnsi="Times New Roman"/>
          <w:b/>
          <w:bCs/>
          <w:highlight w:val="yellow"/>
        </w:rPr>
        <w:t>9</w:t>
      </w:r>
      <w:r w:rsidR="00567370" w:rsidRPr="00C5197B">
        <w:rPr>
          <w:rFonts w:ascii="Times New Roman" w:hAnsi="Times New Roman"/>
          <w:b/>
          <w:bCs/>
          <w:highlight w:val="yellow"/>
        </w:rPr>
        <w:t>/</w:t>
      </w:r>
      <w:r w:rsidR="00567370" w:rsidRPr="005C4FCF">
        <w:rPr>
          <w:rFonts w:ascii="Times New Roman" w:hAnsi="Times New Roman"/>
          <w:b/>
          <w:bCs/>
          <w:highlight w:val="yellow"/>
        </w:rPr>
        <w:t>W-</w:t>
      </w:r>
      <w:r w:rsidR="005C4FCF" w:rsidRPr="005C4FCF">
        <w:rPr>
          <w:rFonts w:ascii="Times New Roman" w:hAnsi="Times New Roman"/>
          <w:b/>
          <w:bCs/>
          <w:highlight w:val="yellow"/>
        </w:rPr>
        <w:t>02</w:t>
      </w:r>
    </w:p>
    <w:p w14:paraId="59413A59" w14:textId="77777777" w:rsidR="0020555F" w:rsidRDefault="0020555F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1</w:t>
      </w:r>
    </w:p>
    <w:p w14:paraId="2B382951" w14:textId="36684937" w:rsidR="0089449B" w:rsidRPr="00C342DA" w:rsidRDefault="001A3ADE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</w:t>
      </w:r>
      <w:r w:rsidR="00EE6DB1" w:rsidRPr="00C342DA">
        <w:rPr>
          <w:rFonts w:ascii="Times New Roman" w:hAnsi="Times New Roman"/>
          <w:b/>
          <w:lang w:val="en-GB"/>
        </w:rPr>
        <w:t>ART</w:t>
      </w:r>
      <w:r w:rsidR="00704DEB" w:rsidRPr="00C342DA">
        <w:rPr>
          <w:rFonts w:ascii="Times New Roman" w:hAnsi="Times New Roman"/>
          <w:b/>
          <w:lang w:val="en-GB"/>
        </w:rPr>
        <w:t xml:space="preserve">I             </w:t>
      </w:r>
      <w:r w:rsidR="007A7001" w:rsidRPr="00C342DA">
        <w:rPr>
          <w:rFonts w:ascii="Times New Roman" w:hAnsi="Times New Roman"/>
          <w:b/>
          <w:lang w:val="en-GB"/>
        </w:rPr>
        <w:t xml:space="preserve">Section 1 to Section </w:t>
      </w:r>
      <w:r w:rsidR="00DA77F5">
        <w:rPr>
          <w:rFonts w:ascii="Times New Roman" w:hAnsi="Times New Roman"/>
          <w:b/>
          <w:lang w:val="en-GB"/>
        </w:rPr>
        <w:t>5</w:t>
      </w:r>
    </w:p>
    <w:p w14:paraId="2495D275" w14:textId="77777777" w:rsidR="00535223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2A325985" w14:textId="68A11D4E" w:rsidR="0020555F" w:rsidRDefault="00EE6DB1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</w:t>
      </w:r>
      <w:r w:rsidR="00F906DE" w:rsidRPr="00C342DA">
        <w:rPr>
          <w:rFonts w:ascii="Times New Roman" w:hAnsi="Times New Roman"/>
          <w:b/>
          <w:lang w:val="en-GB"/>
        </w:rPr>
        <w:t>II</w:t>
      </w:r>
      <w:r w:rsidR="00535223" w:rsidRPr="00C342DA">
        <w:rPr>
          <w:rFonts w:ascii="Times New Roman" w:hAnsi="Times New Roman"/>
          <w:b/>
          <w:lang w:val="en-GB"/>
        </w:rPr>
        <w:t>I</w:t>
      </w:r>
      <w:r w:rsidR="007A7001" w:rsidRPr="00C342DA">
        <w:rPr>
          <w:rFonts w:ascii="Times New Roman" w:hAnsi="Times New Roman"/>
          <w:b/>
          <w:lang w:val="en-GB"/>
        </w:rPr>
        <w:tab/>
      </w:r>
      <w:r w:rsidR="006D74E0" w:rsidRPr="00C342DA">
        <w:rPr>
          <w:rFonts w:ascii="Times New Roman" w:hAnsi="Times New Roman"/>
          <w:b/>
          <w:lang w:val="en-GB"/>
        </w:rPr>
        <w:t xml:space="preserve">Section 7 to Section </w:t>
      </w:r>
      <w:r w:rsidR="0020555F">
        <w:rPr>
          <w:rFonts w:ascii="Times New Roman" w:hAnsi="Times New Roman"/>
          <w:b/>
          <w:lang w:val="en-GB"/>
        </w:rPr>
        <w:t>9</w:t>
      </w:r>
    </w:p>
    <w:p w14:paraId="59CD9780" w14:textId="3F39DF25" w:rsidR="0020555F" w:rsidRPr="00C342DA" w:rsidRDefault="0020555F" w:rsidP="0020555F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2</w:t>
      </w:r>
    </w:p>
    <w:p w14:paraId="78422155" w14:textId="48A148EC" w:rsidR="007A7001" w:rsidRPr="00C342DA" w:rsidRDefault="00535223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="007A7001" w:rsidRPr="00C342DA">
        <w:rPr>
          <w:rFonts w:ascii="Times New Roman" w:hAnsi="Times New Roman"/>
          <w:b/>
          <w:lang w:val="en-GB"/>
        </w:rPr>
        <w:tab/>
        <w:t>Section 1</w:t>
      </w:r>
      <w:r w:rsidR="0020555F">
        <w:rPr>
          <w:rFonts w:ascii="Times New Roman" w:hAnsi="Times New Roman"/>
          <w:b/>
          <w:lang w:val="en-GB"/>
        </w:rPr>
        <w:t>0</w:t>
      </w:r>
    </w:p>
    <w:p w14:paraId="1C05AC26" w14:textId="77777777" w:rsidR="00AD4186" w:rsidRDefault="00AD4186" w:rsidP="00F91571">
      <w:pPr>
        <w:tabs>
          <w:tab w:val="left" w:pos="3860"/>
        </w:tabs>
        <w:jc w:val="center"/>
        <w:rPr>
          <w:rFonts w:ascii="Times New Roman" w:hAnsi="Times New Roman" w:cs="MV Boli"/>
          <w:b/>
          <w:bCs/>
          <w:szCs w:val="24"/>
          <w:rtl/>
          <w:lang w:bidi="dv-MV"/>
        </w:rPr>
      </w:pPr>
    </w:p>
    <w:p w14:paraId="20A9E16F" w14:textId="77777777" w:rsidR="00BE7CA2" w:rsidRPr="00C342DA" w:rsidRDefault="00AD4186" w:rsidP="00F91571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BE7CA2" w:rsidRPr="00C342DA">
        <w:rPr>
          <w:rFonts w:ascii="Times New Roman" w:hAnsi="Times New Roman"/>
          <w:b/>
          <w:bCs/>
          <w:szCs w:val="24"/>
        </w:rPr>
        <w:t>Issued by</w:t>
      </w:r>
    </w:p>
    <w:p w14:paraId="303A1892" w14:textId="6091EA97" w:rsidR="00F91571" w:rsidRPr="00AD4186" w:rsidRDefault="005C4FCF" w:rsidP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</w:t>
      </w:r>
      <w:r w:rsidR="0020555F">
        <w:rPr>
          <w:rFonts w:asciiTheme="majorBidi" w:hAnsiTheme="majorBidi" w:cstheme="majorBidi"/>
          <w:b/>
          <w:bCs/>
          <w:iCs/>
        </w:rPr>
        <w:t xml:space="preserve"> Project Monitoring</w:t>
      </w:r>
    </w:p>
    <w:p w14:paraId="3FCD6A30" w14:textId="072CBB6F" w:rsidR="00F91571" w:rsidRPr="00AD4186" w:rsidRDefault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466F8269" w14:textId="77777777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</w:t>
      </w:r>
      <w:r w:rsidR="00930F7D" w:rsidRPr="00AD4186">
        <w:rPr>
          <w:rFonts w:asciiTheme="majorBidi" w:hAnsiTheme="majorBidi" w:cstheme="majorBidi"/>
          <w:b/>
          <w:bCs/>
          <w:iCs/>
        </w:rPr>
        <w:t xml:space="preserve">, </w:t>
      </w:r>
      <w:r w:rsidRPr="00AD4186">
        <w:rPr>
          <w:rFonts w:asciiTheme="majorBidi" w:hAnsiTheme="majorBidi" w:cstheme="majorBidi"/>
          <w:b/>
          <w:bCs/>
          <w:iCs/>
        </w:rPr>
        <w:t>Republic of Maldives</w:t>
      </w:r>
    </w:p>
    <w:p w14:paraId="3EEAE138" w14:textId="5FAF825C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(960)3349266, (960)3349191</w:t>
      </w:r>
      <w:r w:rsidR="00930F7D"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="005C4FCF">
        <w:rPr>
          <w:rFonts w:asciiTheme="majorBidi" w:hAnsiTheme="majorBidi" w:cstheme="majorBidi"/>
          <w:b/>
          <w:bCs/>
          <w:iCs/>
          <w:lang w:val="fr-FR"/>
        </w:rPr>
        <w:t xml:space="preserve">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Fax: (960)3332706</w:t>
      </w:r>
    </w:p>
    <w:p w14:paraId="09B7FE4E" w14:textId="64D9E317" w:rsidR="00680544" w:rsidRPr="0020555F" w:rsidRDefault="00F91571" w:rsidP="0020555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  <w:lang w:val="fr-FR"/>
        </w:rPr>
        <w:t>E</w:t>
      </w:r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-mail: </w:t>
      </w:r>
      <w:r w:rsidRPr="0020555F">
        <w:rPr>
          <w:rStyle w:val="Hyperlink"/>
          <w:rFonts w:asciiTheme="majorBidi" w:hAnsiTheme="majorBidi" w:cstheme="majorBidi"/>
          <w:b/>
          <w:bCs/>
          <w:iCs/>
          <w:color w:val="auto"/>
          <w:lang w:val="fr-FR"/>
        </w:rPr>
        <w:t>tender@finance.gov.mv</w:t>
      </w:r>
    </w:p>
    <w:p w14:paraId="72A3ADC8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1</w:t>
      </w:r>
    </w:p>
    <w:p w14:paraId="0C4EBB62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Technical documents</w:t>
      </w:r>
    </w:p>
    <w:p w14:paraId="43775D77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</w:rPr>
      </w:pPr>
      <w:r w:rsidRPr="00C342DA">
        <w:rPr>
          <w:rFonts w:ascii="Times New Roman" w:hAnsi="Times New Roman"/>
        </w:rPr>
        <w:t>PART 1 -   Bidding Procedures</w:t>
      </w:r>
    </w:p>
    <w:p w14:paraId="55498747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1</w:t>
      </w:r>
      <w:r w:rsidR="00744BFD" w:rsidRPr="00C342DA">
        <w:rPr>
          <w:rFonts w:ascii="Times New Roman" w:hAnsi="Times New Roman"/>
          <w:lang w:val="en-GB"/>
        </w:rPr>
        <w:tab/>
      </w:r>
      <w:r w:rsidR="0012330B" w:rsidRPr="00C342DA">
        <w:rPr>
          <w:rFonts w:ascii="Times New Roman" w:hAnsi="Times New Roman"/>
          <w:lang w:val="en-GB"/>
        </w:rPr>
        <w:t>Instructions to</w:t>
      </w:r>
      <w:r w:rsidRPr="00C342DA">
        <w:rPr>
          <w:rFonts w:ascii="Times New Roman" w:hAnsi="Times New Roman"/>
          <w:lang w:val="en-GB"/>
        </w:rPr>
        <w:t xml:space="preserve"> Bidders</w:t>
      </w:r>
      <w:r w:rsidRPr="00C342DA">
        <w:rPr>
          <w:rFonts w:ascii="Times New Roman" w:hAnsi="Times New Roman"/>
          <w:lang w:val="en-GB"/>
        </w:rPr>
        <w:tab/>
        <w:t>1-1</w:t>
      </w:r>
    </w:p>
    <w:p w14:paraId="00D7A1F6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2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 Data Sheet</w:t>
      </w:r>
      <w:r w:rsidRPr="00C342DA">
        <w:rPr>
          <w:rFonts w:ascii="Times New Roman" w:hAnsi="Times New Roman"/>
          <w:lang w:val="en-GB"/>
        </w:rPr>
        <w:tab/>
        <w:t>2-1</w:t>
      </w:r>
    </w:p>
    <w:p w14:paraId="6B6D14CF" w14:textId="77777777" w:rsidR="00BE7CA2" w:rsidRPr="00C342DA" w:rsidRDefault="00593A9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3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Evaluation and Qualification Criteria</w:t>
      </w:r>
      <w:r w:rsidR="00BE7CA2" w:rsidRPr="00C342DA">
        <w:rPr>
          <w:rFonts w:ascii="Times New Roman" w:hAnsi="Times New Roman"/>
          <w:lang w:val="en-GB"/>
        </w:rPr>
        <w:tab/>
        <w:t>3-1</w:t>
      </w:r>
    </w:p>
    <w:p w14:paraId="52C43D1D" w14:textId="77777777" w:rsidR="00BE7CA2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4</w:t>
      </w:r>
      <w:r w:rsidR="00744BFD" w:rsidRPr="00C342DA">
        <w:rPr>
          <w:rFonts w:ascii="Times New Roman" w:hAnsi="Times New Roman"/>
          <w:lang w:val="en-GB"/>
        </w:rPr>
        <w:tab/>
      </w:r>
      <w:r w:rsidR="007A7001" w:rsidRPr="00C342DA">
        <w:rPr>
          <w:rFonts w:ascii="Times New Roman" w:hAnsi="Times New Roman"/>
          <w:lang w:val="en-GB"/>
        </w:rPr>
        <w:t xml:space="preserve">Technical </w:t>
      </w:r>
      <w:r w:rsidRPr="00C342DA">
        <w:rPr>
          <w:rFonts w:ascii="Times New Roman" w:hAnsi="Times New Roman"/>
          <w:lang w:val="en-GB"/>
        </w:rPr>
        <w:t>Bidding Forms</w:t>
      </w:r>
      <w:r w:rsidR="007A7001" w:rsidRPr="00C342DA">
        <w:rPr>
          <w:rFonts w:ascii="Times New Roman" w:hAnsi="Times New Roman"/>
          <w:lang w:val="en-GB"/>
        </w:rPr>
        <w:t xml:space="preserve"> (Technical Proposal)</w:t>
      </w:r>
      <w:r w:rsidRPr="00C342DA">
        <w:rPr>
          <w:rFonts w:ascii="Times New Roman" w:hAnsi="Times New Roman"/>
          <w:lang w:val="en-GB"/>
        </w:rPr>
        <w:tab/>
        <w:t>4-1</w:t>
      </w:r>
    </w:p>
    <w:p w14:paraId="4D6966EA" w14:textId="77777777" w:rsidR="00C9579C" w:rsidRDefault="00C957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Eligible Countries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>-1</w:t>
      </w:r>
    </w:p>
    <w:p w14:paraId="5F9DEFA1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2 -   </w:t>
      </w:r>
      <w:r w:rsidR="000D1B12" w:rsidRPr="00C342DA">
        <w:rPr>
          <w:rFonts w:ascii="Times New Roman" w:hAnsi="Times New Roman"/>
          <w:lang w:val="en-GB"/>
        </w:rPr>
        <w:t xml:space="preserve">EMPLOYERS </w:t>
      </w:r>
      <w:r w:rsidRPr="00C342DA">
        <w:rPr>
          <w:rFonts w:ascii="Times New Roman" w:hAnsi="Times New Roman"/>
          <w:lang w:val="en-GB"/>
        </w:rPr>
        <w:t>Requirements</w:t>
      </w:r>
    </w:p>
    <w:p w14:paraId="48FEDE69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6</w:t>
      </w:r>
      <w:r w:rsidR="00744BFD" w:rsidRPr="00C342DA">
        <w:rPr>
          <w:rFonts w:ascii="Times New Roman" w:hAnsi="Times New Roman"/>
          <w:lang w:val="en-GB"/>
        </w:rPr>
        <w:tab/>
      </w:r>
      <w:r w:rsidR="00593A9C" w:rsidRPr="00C342DA">
        <w:rPr>
          <w:rFonts w:ascii="Times New Roman" w:hAnsi="Times New Roman"/>
          <w:lang w:val="en-GB"/>
        </w:rPr>
        <w:t>Employer’s Requirements</w:t>
      </w:r>
      <w:r w:rsidRPr="00C342DA">
        <w:rPr>
          <w:rFonts w:ascii="Times New Roman" w:hAnsi="Times New Roman"/>
          <w:lang w:val="en-GB"/>
        </w:rPr>
        <w:tab/>
        <w:t>6-1</w:t>
      </w:r>
    </w:p>
    <w:p w14:paraId="74A743B3" w14:textId="77777777" w:rsidR="001B2E62" w:rsidRPr="00C342DA" w:rsidRDefault="001B2E62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</w:p>
    <w:p w14:paraId="4FDD16E6" w14:textId="77777777" w:rsidR="00AD0E44" w:rsidRPr="00C342DA" w:rsidRDefault="00BE7CA2" w:rsidP="00AD0E44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3 -   </w:t>
      </w:r>
      <w:r w:rsidR="00D563A8" w:rsidRPr="00C342DA">
        <w:rPr>
          <w:rFonts w:ascii="Times New Roman" w:hAnsi="Times New Roman"/>
          <w:lang w:val="en-GB"/>
        </w:rPr>
        <w:t xml:space="preserve"> CONDITIONS OF CONTRACT, CONTRACT FORMS AND</w:t>
      </w:r>
    </w:p>
    <w:p w14:paraId="6FC44C8B" w14:textId="77777777" w:rsidR="00AD0E44" w:rsidRPr="00C342DA" w:rsidRDefault="00D563A8" w:rsidP="009D5D60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                  DRAWINGS</w:t>
      </w:r>
    </w:p>
    <w:p w14:paraId="58B96C47" w14:textId="77777777" w:rsidR="00D56FFC" w:rsidRDefault="00D56FFC" w:rsidP="00D56FF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7BBC54" w14:textId="77777777" w:rsidR="00BE7CA2" w:rsidRPr="00C342DA" w:rsidRDefault="00593A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7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General Conditions of Contract</w:t>
      </w:r>
      <w:r w:rsidR="00BE7CA2" w:rsidRPr="00C342DA">
        <w:rPr>
          <w:rFonts w:ascii="Times New Roman" w:hAnsi="Times New Roman"/>
          <w:lang w:val="en-GB"/>
        </w:rPr>
        <w:tab/>
        <w:t>7-1</w:t>
      </w:r>
    </w:p>
    <w:p w14:paraId="11F4C8DF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8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Special Conditions of Contract</w:t>
      </w:r>
      <w:r w:rsidRPr="00C342DA">
        <w:rPr>
          <w:rFonts w:ascii="Times New Roman" w:hAnsi="Times New Roman"/>
          <w:lang w:val="en-GB"/>
        </w:rPr>
        <w:tab/>
        <w:t>8-1</w:t>
      </w:r>
    </w:p>
    <w:p w14:paraId="76CACB21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9</w:t>
      </w:r>
      <w:r w:rsidR="00744BFD" w:rsidRPr="00C342DA">
        <w:rPr>
          <w:rFonts w:ascii="Times New Roman" w:hAnsi="Times New Roman"/>
          <w:lang w:val="en-GB"/>
        </w:rPr>
        <w:tab/>
      </w:r>
      <w:r w:rsidR="00C9579C">
        <w:rPr>
          <w:rFonts w:ascii="Times New Roman" w:hAnsi="Times New Roman"/>
          <w:lang w:val="en-GB"/>
        </w:rPr>
        <w:t>Contract Forms</w:t>
      </w:r>
      <w:r w:rsidR="00605B4D" w:rsidRPr="00C342DA">
        <w:rPr>
          <w:rFonts w:ascii="Times New Roman" w:hAnsi="Times New Roman"/>
          <w:lang w:val="en-GB"/>
        </w:rPr>
        <w:t xml:space="preserve"> </w:t>
      </w:r>
      <w:r w:rsidRPr="00C342DA">
        <w:rPr>
          <w:rFonts w:ascii="Times New Roman" w:hAnsi="Times New Roman"/>
          <w:lang w:val="en-GB"/>
        </w:rPr>
        <w:tab/>
        <w:t>9-1</w:t>
      </w:r>
    </w:p>
    <w:p w14:paraId="0CE5533E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4B7309D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2D0CEA1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F93B6ED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0DD840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D1EE9F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6029860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C9C6713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72B39B1" w14:textId="77777777" w:rsidR="00624850" w:rsidRPr="00C342DA" w:rsidRDefault="00624850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0510375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EFE7646" w14:textId="77777777" w:rsidR="00662D69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30C1BF2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5E9D8DA" w14:textId="77777777" w:rsidR="0020555F" w:rsidRDefault="0020555F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298D574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418201" w14:textId="77777777" w:rsidR="00D56FFC" w:rsidRPr="00C342DA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8254969" w14:textId="77777777" w:rsidR="00535570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2</w:t>
      </w:r>
    </w:p>
    <w:p w14:paraId="297E3450" w14:textId="77777777" w:rsidR="00BE7CA2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Financial documents</w:t>
      </w:r>
    </w:p>
    <w:p w14:paraId="69A99B81" w14:textId="77777777" w:rsidR="007A7001" w:rsidRPr="00C342DA" w:rsidRDefault="007A7001" w:rsidP="007A7001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Part 4 -</w:t>
      </w:r>
      <w:r w:rsidRPr="00C342DA">
        <w:rPr>
          <w:rFonts w:ascii="Times New Roman" w:hAnsi="Times New Roman"/>
          <w:lang w:val="en-GB"/>
        </w:rPr>
        <w:tab/>
        <w:t>Financial Documents</w:t>
      </w:r>
    </w:p>
    <w:p w14:paraId="2ABF97C7" w14:textId="07502088" w:rsidR="00D735C5" w:rsidRDefault="001E14C0" w:rsidP="00855407">
      <w:pPr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3D5A84">
        <w:rPr>
          <w:rFonts w:ascii="Times New Roman" w:hAnsi="Times New Roman"/>
          <w:lang w:val="en-GB"/>
        </w:rPr>
        <w:t>10</w:t>
      </w:r>
      <w:r w:rsidR="00535570" w:rsidRPr="00C342DA">
        <w:rPr>
          <w:rFonts w:ascii="Times New Roman" w:hAnsi="Times New Roman"/>
          <w:lang w:val="en-GB"/>
        </w:rPr>
        <w:tab/>
        <w:t>Price Proposal</w:t>
      </w:r>
      <w:r w:rsidR="007A7001" w:rsidRPr="00C342DA">
        <w:rPr>
          <w:rFonts w:ascii="Times New Roman" w:hAnsi="Times New Roman"/>
          <w:lang w:val="en-GB"/>
        </w:rPr>
        <w:t xml:space="preserve"> (Financial Proposal)</w:t>
      </w:r>
      <w:r w:rsidR="00535570" w:rsidRPr="00C342DA">
        <w:rPr>
          <w:rFonts w:ascii="Times New Roman" w:hAnsi="Times New Roman"/>
          <w:lang w:val="en-GB"/>
        </w:rPr>
        <w:t>……………...</w:t>
      </w:r>
      <w:r w:rsidR="00240690" w:rsidRPr="00C342DA">
        <w:rPr>
          <w:rFonts w:ascii="Times New Roman" w:hAnsi="Times New Roman"/>
          <w:lang w:val="en-GB"/>
        </w:rPr>
        <w:t>....</w:t>
      </w:r>
      <w:r w:rsidR="00535223" w:rsidRPr="00C342DA">
        <w:rPr>
          <w:rFonts w:ascii="Times New Roman" w:hAnsi="Times New Roman"/>
          <w:lang w:val="en-GB"/>
        </w:rPr>
        <w:t>……</w:t>
      </w:r>
      <w:r w:rsidR="00C9579C">
        <w:rPr>
          <w:rFonts w:ascii="Times New Roman" w:hAnsi="Times New Roman"/>
          <w:lang w:val="en-GB"/>
        </w:rPr>
        <w:t>……….</w:t>
      </w:r>
      <w:r w:rsidRPr="00C342DA">
        <w:rPr>
          <w:rFonts w:ascii="Times New Roman" w:hAnsi="Times New Roman"/>
          <w:lang w:val="en-GB"/>
        </w:rPr>
        <w:t>……………….</w:t>
      </w:r>
      <w:r w:rsidR="00855407">
        <w:rPr>
          <w:rFonts w:ascii="Times New Roman" w:hAnsi="Times New Roman"/>
          <w:lang w:val="en-GB"/>
        </w:rPr>
        <w:t>10</w:t>
      </w:r>
      <w:r w:rsidR="00535223" w:rsidRPr="00C342DA">
        <w:rPr>
          <w:rFonts w:ascii="Times New Roman" w:hAnsi="Times New Roman"/>
          <w:lang w:val="en-GB"/>
        </w:rPr>
        <w:t>-1</w:t>
      </w:r>
    </w:p>
    <w:p w14:paraId="785FC84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547E5AB3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5C86E2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AC45E5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001E2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5CC9D2B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9F09CCD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F4EC9B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5A1FDD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E9EFFBC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C7727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0B6943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EE57776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1332546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D2E0590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30E923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FE39D1F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4C9550C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7FCAE11" w14:textId="1748C547" w:rsidR="00D735C5" w:rsidRDefault="00D735C5" w:rsidP="00D735C5">
      <w:pPr>
        <w:rPr>
          <w:rFonts w:ascii="Times New Roman" w:hAnsi="Times New Roman"/>
          <w:lang w:val="en-GB"/>
        </w:rPr>
      </w:pPr>
    </w:p>
    <w:p w14:paraId="5DC4E63F" w14:textId="65C1D43A" w:rsidR="00D735C5" w:rsidRDefault="00D735C5" w:rsidP="00D735C5">
      <w:pPr>
        <w:rPr>
          <w:rFonts w:ascii="Times New Roman" w:hAnsi="Times New Roman"/>
          <w:lang w:val="en-GB"/>
        </w:rPr>
      </w:pPr>
    </w:p>
    <w:p w14:paraId="57F7B100" w14:textId="77777777" w:rsidR="00535570" w:rsidRPr="00D735C5" w:rsidRDefault="00535570" w:rsidP="00D735C5">
      <w:pPr>
        <w:jc w:val="center"/>
        <w:rPr>
          <w:rFonts w:ascii="Times New Roman" w:hAnsi="Times New Roman"/>
          <w:lang w:val="en-GB"/>
        </w:rPr>
      </w:pPr>
    </w:p>
    <w:sectPr w:rsidR="00535570" w:rsidRPr="00D735C5" w:rsidSect="00AA1683">
      <w:headerReference w:type="even" r:id="rId8"/>
      <w:headerReference w:type="first" r:id="rId9"/>
      <w:pgSz w:w="11907" w:h="16840" w:code="9"/>
      <w:pgMar w:top="1440" w:right="1440" w:bottom="1440" w:left="1440" w:header="720" w:footer="720" w:gutter="0"/>
      <w:paperSrc w:first="15" w:other="15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5113E" w14:textId="77777777" w:rsidR="00520889" w:rsidRDefault="00520889">
      <w:r>
        <w:separator/>
      </w:r>
    </w:p>
  </w:endnote>
  <w:endnote w:type="continuationSeparator" w:id="0">
    <w:p w14:paraId="1394F265" w14:textId="77777777" w:rsidR="00520889" w:rsidRDefault="00520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FD25B" w14:textId="77777777" w:rsidR="00520889" w:rsidRDefault="00520889">
      <w:r>
        <w:separator/>
      </w:r>
    </w:p>
  </w:footnote>
  <w:footnote w:type="continuationSeparator" w:id="0">
    <w:p w14:paraId="1A4AC83E" w14:textId="77777777" w:rsidR="00520889" w:rsidRDefault="00520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28270" w14:textId="77777777" w:rsidR="003530D2" w:rsidRDefault="003530D2">
    <w:pPr>
      <w:tabs>
        <w:tab w:val="center" w:pos="4500"/>
        <w:tab w:val="right" w:pos="909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80E45" w14:textId="77777777" w:rsidR="003530D2" w:rsidRDefault="003530D2">
    <w:pPr>
      <w:tabs>
        <w:tab w:val="center" w:pos="4500"/>
        <w:tab w:val="right" w:pos="9090"/>
      </w:tabs>
    </w:pPr>
    <w:r>
      <w:tab/>
      <w:t>User’s Guide</w:t>
    </w:r>
    <w:r>
      <w:tab/>
    </w:r>
    <w:r w:rsidR="00183CDC">
      <w:fldChar w:fldCharType="begin"/>
    </w:r>
    <w:r>
      <w:instrText xml:space="preserve"> PAGE </w:instrText>
    </w:r>
    <w:r w:rsidR="00183CDC">
      <w:fldChar w:fldCharType="separate"/>
    </w:r>
    <w:r>
      <w:rPr>
        <w:noProof/>
      </w:rPr>
      <w:t>45</w:t>
    </w:r>
    <w:r w:rsidR="00183CDC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F7B"/>
    <w:rsid w:val="000003B0"/>
    <w:rsid w:val="00001644"/>
    <w:rsid w:val="0000629A"/>
    <w:rsid w:val="00027C19"/>
    <w:rsid w:val="00031D21"/>
    <w:rsid w:val="00037052"/>
    <w:rsid w:val="00041337"/>
    <w:rsid w:val="000439C4"/>
    <w:rsid w:val="00052ECD"/>
    <w:rsid w:val="00055D5B"/>
    <w:rsid w:val="00064A8A"/>
    <w:rsid w:val="000652AF"/>
    <w:rsid w:val="00071B16"/>
    <w:rsid w:val="000903B2"/>
    <w:rsid w:val="000A387C"/>
    <w:rsid w:val="000C4AE9"/>
    <w:rsid w:val="000C4C2F"/>
    <w:rsid w:val="000C62F9"/>
    <w:rsid w:val="000D1B12"/>
    <w:rsid w:val="000D1E42"/>
    <w:rsid w:val="000D3A97"/>
    <w:rsid w:val="000E7718"/>
    <w:rsid w:val="000F3CB7"/>
    <w:rsid w:val="000F6DDE"/>
    <w:rsid w:val="00104854"/>
    <w:rsid w:val="00111201"/>
    <w:rsid w:val="0012330B"/>
    <w:rsid w:val="00127E74"/>
    <w:rsid w:val="001332E8"/>
    <w:rsid w:val="0013699C"/>
    <w:rsid w:val="001416BF"/>
    <w:rsid w:val="0014775D"/>
    <w:rsid w:val="0016149C"/>
    <w:rsid w:val="0016388E"/>
    <w:rsid w:val="001742E0"/>
    <w:rsid w:val="00183CDC"/>
    <w:rsid w:val="001954E4"/>
    <w:rsid w:val="001A3ADE"/>
    <w:rsid w:val="001B2E62"/>
    <w:rsid w:val="001C0CF5"/>
    <w:rsid w:val="001E14C0"/>
    <w:rsid w:val="001E7A41"/>
    <w:rsid w:val="001F4200"/>
    <w:rsid w:val="001F4469"/>
    <w:rsid w:val="00201005"/>
    <w:rsid w:val="00204D08"/>
    <w:rsid w:val="0020555F"/>
    <w:rsid w:val="00216EFA"/>
    <w:rsid w:val="00226A38"/>
    <w:rsid w:val="00234C1E"/>
    <w:rsid w:val="002352BA"/>
    <w:rsid w:val="00240690"/>
    <w:rsid w:val="002411E8"/>
    <w:rsid w:val="00241555"/>
    <w:rsid w:val="00242595"/>
    <w:rsid w:val="00242D06"/>
    <w:rsid w:val="00244AD5"/>
    <w:rsid w:val="002522F2"/>
    <w:rsid w:val="00252A81"/>
    <w:rsid w:val="00255C8C"/>
    <w:rsid w:val="00257F5F"/>
    <w:rsid w:val="002634D8"/>
    <w:rsid w:val="00273829"/>
    <w:rsid w:val="00281D3A"/>
    <w:rsid w:val="002847D0"/>
    <w:rsid w:val="002873CA"/>
    <w:rsid w:val="00294D0A"/>
    <w:rsid w:val="002B4032"/>
    <w:rsid w:val="002B49D4"/>
    <w:rsid w:val="002C202D"/>
    <w:rsid w:val="002D0EC8"/>
    <w:rsid w:val="002D1CA5"/>
    <w:rsid w:val="002D76DA"/>
    <w:rsid w:val="002E25D6"/>
    <w:rsid w:val="002E38F1"/>
    <w:rsid w:val="002E6C0C"/>
    <w:rsid w:val="002E7162"/>
    <w:rsid w:val="002F1C19"/>
    <w:rsid w:val="002F4A7A"/>
    <w:rsid w:val="0031227A"/>
    <w:rsid w:val="00343A0F"/>
    <w:rsid w:val="00352EE3"/>
    <w:rsid w:val="003530D2"/>
    <w:rsid w:val="00381B00"/>
    <w:rsid w:val="00391486"/>
    <w:rsid w:val="003A3E60"/>
    <w:rsid w:val="003A5098"/>
    <w:rsid w:val="003A6F5C"/>
    <w:rsid w:val="003B027C"/>
    <w:rsid w:val="003B083B"/>
    <w:rsid w:val="003B1EA2"/>
    <w:rsid w:val="003B24BB"/>
    <w:rsid w:val="003C2B7B"/>
    <w:rsid w:val="003C7D66"/>
    <w:rsid w:val="003D5A84"/>
    <w:rsid w:val="00405762"/>
    <w:rsid w:val="0043439A"/>
    <w:rsid w:val="0044492F"/>
    <w:rsid w:val="00465E2D"/>
    <w:rsid w:val="004C1F5A"/>
    <w:rsid w:val="004E09C5"/>
    <w:rsid w:val="004E7442"/>
    <w:rsid w:val="004F15DA"/>
    <w:rsid w:val="004F35A8"/>
    <w:rsid w:val="005027B6"/>
    <w:rsid w:val="00510BFA"/>
    <w:rsid w:val="00511CF2"/>
    <w:rsid w:val="00520889"/>
    <w:rsid w:val="005346D9"/>
    <w:rsid w:val="00535223"/>
    <w:rsid w:val="00535570"/>
    <w:rsid w:val="00545634"/>
    <w:rsid w:val="00545C06"/>
    <w:rsid w:val="00552075"/>
    <w:rsid w:val="00554152"/>
    <w:rsid w:val="00555636"/>
    <w:rsid w:val="0056094C"/>
    <w:rsid w:val="00563BF3"/>
    <w:rsid w:val="00567370"/>
    <w:rsid w:val="0057207B"/>
    <w:rsid w:val="00581F87"/>
    <w:rsid w:val="00593A9C"/>
    <w:rsid w:val="00596A90"/>
    <w:rsid w:val="0059748A"/>
    <w:rsid w:val="005A6863"/>
    <w:rsid w:val="005B488B"/>
    <w:rsid w:val="005B5E6B"/>
    <w:rsid w:val="005C4FCF"/>
    <w:rsid w:val="005C6517"/>
    <w:rsid w:val="005C76F3"/>
    <w:rsid w:val="005E2645"/>
    <w:rsid w:val="00603514"/>
    <w:rsid w:val="00605B4D"/>
    <w:rsid w:val="00606A3F"/>
    <w:rsid w:val="00614690"/>
    <w:rsid w:val="00616DD4"/>
    <w:rsid w:val="006178B2"/>
    <w:rsid w:val="00617EF2"/>
    <w:rsid w:val="0062105D"/>
    <w:rsid w:val="00624850"/>
    <w:rsid w:val="006358FC"/>
    <w:rsid w:val="00635BD8"/>
    <w:rsid w:val="00650A04"/>
    <w:rsid w:val="006619B7"/>
    <w:rsid w:val="00662C79"/>
    <w:rsid w:val="00662D69"/>
    <w:rsid w:val="0067337C"/>
    <w:rsid w:val="00680544"/>
    <w:rsid w:val="00680AE2"/>
    <w:rsid w:val="006841AC"/>
    <w:rsid w:val="00684E96"/>
    <w:rsid w:val="00685367"/>
    <w:rsid w:val="006B76DB"/>
    <w:rsid w:val="006D15D3"/>
    <w:rsid w:val="006D74E0"/>
    <w:rsid w:val="006E0DC4"/>
    <w:rsid w:val="006F3D3F"/>
    <w:rsid w:val="00701D99"/>
    <w:rsid w:val="00704CDF"/>
    <w:rsid w:val="00704DEB"/>
    <w:rsid w:val="00705639"/>
    <w:rsid w:val="007152C6"/>
    <w:rsid w:val="0072490D"/>
    <w:rsid w:val="00730995"/>
    <w:rsid w:val="007339C3"/>
    <w:rsid w:val="007342C6"/>
    <w:rsid w:val="00744BFD"/>
    <w:rsid w:val="00752D37"/>
    <w:rsid w:val="00766F70"/>
    <w:rsid w:val="0077615F"/>
    <w:rsid w:val="007823CD"/>
    <w:rsid w:val="007933EA"/>
    <w:rsid w:val="007A7001"/>
    <w:rsid w:val="007B1277"/>
    <w:rsid w:val="007B1D4D"/>
    <w:rsid w:val="007C5163"/>
    <w:rsid w:val="007D27D5"/>
    <w:rsid w:val="007E422C"/>
    <w:rsid w:val="00811E75"/>
    <w:rsid w:val="00826013"/>
    <w:rsid w:val="00826578"/>
    <w:rsid w:val="008350EE"/>
    <w:rsid w:val="00837381"/>
    <w:rsid w:val="0085348E"/>
    <w:rsid w:val="00855407"/>
    <w:rsid w:val="00866D2F"/>
    <w:rsid w:val="008735B6"/>
    <w:rsid w:val="0089449B"/>
    <w:rsid w:val="0089504D"/>
    <w:rsid w:val="008A0BDE"/>
    <w:rsid w:val="008B6CFF"/>
    <w:rsid w:val="008B71A5"/>
    <w:rsid w:val="008C2290"/>
    <w:rsid w:val="008D6D8F"/>
    <w:rsid w:val="008E4D19"/>
    <w:rsid w:val="00920168"/>
    <w:rsid w:val="00923481"/>
    <w:rsid w:val="00930A2E"/>
    <w:rsid w:val="00930F7D"/>
    <w:rsid w:val="00937F23"/>
    <w:rsid w:val="00942BD2"/>
    <w:rsid w:val="00946560"/>
    <w:rsid w:val="00950CF9"/>
    <w:rsid w:val="00962948"/>
    <w:rsid w:val="00973139"/>
    <w:rsid w:val="0097662C"/>
    <w:rsid w:val="0098263E"/>
    <w:rsid w:val="00994B6B"/>
    <w:rsid w:val="009A0E78"/>
    <w:rsid w:val="009A14EC"/>
    <w:rsid w:val="009A49D5"/>
    <w:rsid w:val="009A5B0E"/>
    <w:rsid w:val="009A6E1E"/>
    <w:rsid w:val="009B4A26"/>
    <w:rsid w:val="009B7745"/>
    <w:rsid w:val="009C6C1F"/>
    <w:rsid w:val="009D5D60"/>
    <w:rsid w:val="009E40F7"/>
    <w:rsid w:val="00A07641"/>
    <w:rsid w:val="00A100B5"/>
    <w:rsid w:val="00A251CB"/>
    <w:rsid w:val="00A35080"/>
    <w:rsid w:val="00A50D68"/>
    <w:rsid w:val="00A52364"/>
    <w:rsid w:val="00A56F17"/>
    <w:rsid w:val="00A72918"/>
    <w:rsid w:val="00AA1683"/>
    <w:rsid w:val="00AA2206"/>
    <w:rsid w:val="00AB1465"/>
    <w:rsid w:val="00AD0E44"/>
    <w:rsid w:val="00AD4186"/>
    <w:rsid w:val="00AD69F0"/>
    <w:rsid w:val="00AF340C"/>
    <w:rsid w:val="00B1164E"/>
    <w:rsid w:val="00B206F0"/>
    <w:rsid w:val="00B26472"/>
    <w:rsid w:val="00B376BD"/>
    <w:rsid w:val="00B40390"/>
    <w:rsid w:val="00B613C4"/>
    <w:rsid w:val="00B6224A"/>
    <w:rsid w:val="00B7134A"/>
    <w:rsid w:val="00B71B94"/>
    <w:rsid w:val="00B809ED"/>
    <w:rsid w:val="00B810CF"/>
    <w:rsid w:val="00B81E11"/>
    <w:rsid w:val="00BC32B9"/>
    <w:rsid w:val="00BE5D9F"/>
    <w:rsid w:val="00BE7CA2"/>
    <w:rsid w:val="00C029AC"/>
    <w:rsid w:val="00C068C5"/>
    <w:rsid w:val="00C12DAF"/>
    <w:rsid w:val="00C3272F"/>
    <w:rsid w:val="00C342DA"/>
    <w:rsid w:val="00C470CC"/>
    <w:rsid w:val="00C479F8"/>
    <w:rsid w:val="00C5197B"/>
    <w:rsid w:val="00C53DEA"/>
    <w:rsid w:val="00C60250"/>
    <w:rsid w:val="00C628A6"/>
    <w:rsid w:val="00C709A9"/>
    <w:rsid w:val="00C729A1"/>
    <w:rsid w:val="00C83E1B"/>
    <w:rsid w:val="00C9579C"/>
    <w:rsid w:val="00CA6BB6"/>
    <w:rsid w:val="00CB691B"/>
    <w:rsid w:val="00CC2AE0"/>
    <w:rsid w:val="00CD0DA2"/>
    <w:rsid w:val="00CE547A"/>
    <w:rsid w:val="00CF7CBB"/>
    <w:rsid w:val="00D300AB"/>
    <w:rsid w:val="00D3214D"/>
    <w:rsid w:val="00D3316D"/>
    <w:rsid w:val="00D45FDD"/>
    <w:rsid w:val="00D46F7B"/>
    <w:rsid w:val="00D55183"/>
    <w:rsid w:val="00D563A8"/>
    <w:rsid w:val="00D56FFC"/>
    <w:rsid w:val="00D735C5"/>
    <w:rsid w:val="00D73E91"/>
    <w:rsid w:val="00D76135"/>
    <w:rsid w:val="00D836BF"/>
    <w:rsid w:val="00D8677A"/>
    <w:rsid w:val="00DA77F5"/>
    <w:rsid w:val="00DB3523"/>
    <w:rsid w:val="00DB5C3C"/>
    <w:rsid w:val="00DC28BC"/>
    <w:rsid w:val="00DC72FC"/>
    <w:rsid w:val="00DE3AE2"/>
    <w:rsid w:val="00DE4137"/>
    <w:rsid w:val="00DF2F10"/>
    <w:rsid w:val="00E07EB4"/>
    <w:rsid w:val="00E10C07"/>
    <w:rsid w:val="00E16382"/>
    <w:rsid w:val="00E17FC2"/>
    <w:rsid w:val="00E23004"/>
    <w:rsid w:val="00E2399E"/>
    <w:rsid w:val="00E24565"/>
    <w:rsid w:val="00E24C27"/>
    <w:rsid w:val="00E34A5F"/>
    <w:rsid w:val="00E45513"/>
    <w:rsid w:val="00E45B08"/>
    <w:rsid w:val="00E45F95"/>
    <w:rsid w:val="00E57D97"/>
    <w:rsid w:val="00E733A9"/>
    <w:rsid w:val="00E736E7"/>
    <w:rsid w:val="00E90559"/>
    <w:rsid w:val="00E91621"/>
    <w:rsid w:val="00E97731"/>
    <w:rsid w:val="00EA0389"/>
    <w:rsid w:val="00EA4126"/>
    <w:rsid w:val="00EA62BE"/>
    <w:rsid w:val="00EB066C"/>
    <w:rsid w:val="00EB4C4C"/>
    <w:rsid w:val="00EC232F"/>
    <w:rsid w:val="00EC29DC"/>
    <w:rsid w:val="00EE6DB1"/>
    <w:rsid w:val="00EF2996"/>
    <w:rsid w:val="00EF454A"/>
    <w:rsid w:val="00F11F79"/>
    <w:rsid w:val="00F151A3"/>
    <w:rsid w:val="00F46716"/>
    <w:rsid w:val="00F46BAE"/>
    <w:rsid w:val="00F50966"/>
    <w:rsid w:val="00F57D9F"/>
    <w:rsid w:val="00F61106"/>
    <w:rsid w:val="00F7056A"/>
    <w:rsid w:val="00F81BAF"/>
    <w:rsid w:val="00F870DD"/>
    <w:rsid w:val="00F906DE"/>
    <w:rsid w:val="00F91571"/>
    <w:rsid w:val="00F941F8"/>
    <w:rsid w:val="00FA0D85"/>
    <w:rsid w:val="00FA5F93"/>
    <w:rsid w:val="00FB641E"/>
    <w:rsid w:val="00FC0F1C"/>
    <w:rsid w:val="00FC5BC4"/>
    <w:rsid w:val="00FD6916"/>
    <w:rsid w:val="00FE7C93"/>
    <w:rsid w:val="00FF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30,#903,#cd9a67,#963,#b39207,#fc0,#ffda91,#fdf0c1"/>
    </o:shapedefaults>
    <o:shapelayout v:ext="edit">
      <o:idmap v:ext="edit" data="1"/>
    </o:shapelayout>
  </w:shapeDefaults>
  <w:decimalSymbol w:val="."/>
  <w:listSeparator w:val=","/>
  <w14:docId w14:val="1AB47C4A"/>
  <w15:docId w15:val="{DAEA6612-AE4B-4016-A848-48791F7A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195</TotalTime>
  <Pages>3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SBD-BD-Goods</vt:lpstr>
    </vt:vector>
  </TitlesOfParts>
  <Manager>FS</Manager>
  <Company>Asian Development Bank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SBD-BD-Goods</dc:title>
  <dc:subject>Procurement of Goods</dc:subject>
  <dc:creator>BZ</dc:creator>
  <cp:lastModifiedBy>Aishath Shazleen</cp:lastModifiedBy>
  <cp:revision>35</cp:revision>
  <cp:lastPrinted>2013-02-18T07:17:00Z</cp:lastPrinted>
  <dcterms:created xsi:type="dcterms:W3CDTF">2014-02-26T07:38:00Z</dcterms:created>
  <dcterms:modified xsi:type="dcterms:W3CDTF">2019-02-06T07:23:00Z</dcterms:modified>
  <cp:category>COPP/COSO</cp:category>
</cp:coreProperties>
</file>