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3356FA9E" w:rsidR="00DE4137" w:rsidRPr="00C342DA" w:rsidRDefault="009A14EC" w:rsidP="003C2195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and Sewerage Facilities in </w:t>
      </w:r>
      <w:bookmarkEnd w:id="0"/>
      <w:r w:rsidR="00975719">
        <w:rPr>
          <w:rFonts w:ascii="Times New Roman" w:hAnsi="Times New Roman"/>
          <w:b/>
          <w:sz w:val="28"/>
          <w:szCs w:val="28"/>
        </w:rPr>
        <w:t>1</w:t>
      </w:r>
      <w:r w:rsidR="003C2195">
        <w:rPr>
          <w:rFonts w:ascii="Times New Roman" w:hAnsi="Times New Roman"/>
          <w:b/>
          <w:sz w:val="28"/>
          <w:szCs w:val="28"/>
        </w:rPr>
        <w:t>1</w:t>
      </w:r>
      <w:r w:rsidR="00975719">
        <w:rPr>
          <w:rFonts w:ascii="Times New Roman" w:hAnsi="Times New Roman"/>
          <w:b/>
          <w:sz w:val="28"/>
          <w:szCs w:val="28"/>
        </w:rPr>
        <w:t xml:space="preserve"> Islands (Lot 1 to </w:t>
      </w:r>
      <w:r w:rsidR="003C2195">
        <w:rPr>
          <w:rFonts w:ascii="Times New Roman" w:hAnsi="Times New Roman"/>
          <w:b/>
          <w:sz w:val="28"/>
          <w:szCs w:val="28"/>
        </w:rPr>
        <w:t>11</w:t>
      </w:r>
      <w:r w:rsidR="00975719">
        <w:rPr>
          <w:rFonts w:ascii="Times New Roman" w:hAnsi="Times New Roman"/>
          <w:b/>
          <w:sz w:val="28"/>
          <w:szCs w:val="28"/>
        </w:rPr>
        <w:t>)</w:t>
      </w:r>
      <w:r w:rsidR="003C2195">
        <w:rPr>
          <w:rFonts w:ascii="Times New Roman" w:hAnsi="Times New Roman"/>
          <w:b/>
          <w:sz w:val="28"/>
          <w:szCs w:val="28"/>
        </w:rPr>
        <w:t xml:space="preserve"> under Contractor Financing, Maldives</w:t>
      </w:r>
    </w:p>
    <w:p w14:paraId="2E6EF5BE" w14:textId="60105778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</w:t>
      </w:r>
      <w:r w:rsidR="00C615AC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One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- Envelope Bidding Procedure under </w:t>
      </w:r>
      <w:r w:rsidR="004473F8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</w:t>
      </w:r>
      <w:r w:rsidR="00D46D61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6F8087FC" w:rsidR="0056094C" w:rsidRPr="00AD4186" w:rsidRDefault="00BE7CA2" w:rsidP="005C4FCF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C342DA">
        <w:rPr>
          <w:rFonts w:ascii="Times New Roman" w:hAnsi="Times New Roman"/>
          <w:b/>
          <w:szCs w:val="24"/>
          <w:lang w:val="en-GB"/>
        </w:rPr>
        <w:t>No.</w:t>
      </w:r>
      <w:r w:rsidR="00C5197B">
        <w:rPr>
          <w:rFonts w:ascii="Times New Roman" w:hAnsi="Times New Roman"/>
          <w:b/>
          <w:szCs w:val="24"/>
          <w:lang w:val="en-GB"/>
        </w:rPr>
        <w:t>: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r w:rsidR="00567370" w:rsidRPr="000D0B2C">
        <w:rPr>
          <w:rFonts w:ascii="Times New Roman" w:hAnsi="Times New Roman"/>
          <w:b/>
          <w:bCs/>
        </w:rPr>
        <w:t>TES/201</w:t>
      </w:r>
      <w:r w:rsidR="005C4FCF" w:rsidRPr="000D0B2C">
        <w:rPr>
          <w:rFonts w:ascii="Times New Roman" w:hAnsi="Times New Roman"/>
          <w:b/>
          <w:bCs/>
        </w:rPr>
        <w:t>9</w:t>
      </w:r>
      <w:r w:rsidR="00567370" w:rsidRPr="000D0B2C">
        <w:rPr>
          <w:rFonts w:ascii="Times New Roman" w:hAnsi="Times New Roman"/>
          <w:b/>
          <w:bCs/>
        </w:rPr>
        <w:t>/W-</w:t>
      </w:r>
      <w:r w:rsidR="000D0B2C" w:rsidRPr="000D0B2C">
        <w:rPr>
          <w:rFonts w:ascii="Times New Roman" w:hAnsi="Times New Roman"/>
          <w:b/>
          <w:bCs/>
        </w:rPr>
        <w:t>02</w:t>
      </w:r>
      <w:r w:rsidR="003C2195">
        <w:rPr>
          <w:rFonts w:ascii="Times New Roman" w:hAnsi="Times New Roman"/>
          <w:b/>
          <w:bCs/>
        </w:rPr>
        <w:t>4</w:t>
      </w:r>
    </w:p>
    <w:p w14:paraId="2B382951" w14:textId="51B27F5C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977F37">
        <w:rPr>
          <w:rFonts w:ascii="Times New Roman" w:hAnsi="Times New Roman"/>
          <w:b/>
          <w:lang w:val="en-GB"/>
        </w:rPr>
        <w:t xml:space="preserve"> 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  <w:bookmarkStart w:id="1" w:name="_GoBack"/>
      <w:bookmarkEnd w:id="1"/>
    </w:p>
    <w:p w14:paraId="2A325985" w14:textId="47CCC61C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977F37">
        <w:rPr>
          <w:rFonts w:ascii="Times New Roman" w:hAnsi="Times New Roman"/>
          <w:b/>
          <w:lang w:val="en-GB"/>
        </w:rPr>
        <w:t xml:space="preserve"> 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0D5978F4" w:rsidR="00F91571" w:rsidRPr="00AD4186" w:rsidRDefault="005C4FCF" w:rsidP="002945D4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r w:rsidR="0020555F">
        <w:rPr>
          <w:rFonts w:asciiTheme="majorBidi" w:hAnsiTheme="majorBidi" w:cstheme="majorBidi"/>
          <w:b/>
          <w:bCs/>
          <w:iCs/>
        </w:rPr>
        <w:t xml:space="preserve"> </w:t>
      </w:r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3EEAE138" w14:textId="3C81D765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</w:t>
      </w:r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5C4FCF">
        <w:rPr>
          <w:rFonts w:asciiTheme="majorBidi" w:hAnsiTheme="majorBidi" w:cstheme="majorBidi"/>
          <w:b/>
          <w:bCs/>
          <w:iCs/>
          <w:lang w:val="fr-FR"/>
        </w:rPr>
        <w:t xml:space="preserve">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Fax: (960)3332706</w:t>
      </w:r>
    </w:p>
    <w:p w14:paraId="09B7FE4E" w14:textId="33AB7FBA" w:rsidR="00680544" w:rsidRDefault="00F91571" w:rsidP="0020555F">
      <w:pPr>
        <w:pStyle w:val="Default"/>
        <w:ind w:left="720"/>
        <w:jc w:val="center"/>
        <w:rPr>
          <w:rStyle w:val="Hyperlink"/>
          <w:rFonts w:asciiTheme="majorBidi" w:hAnsiTheme="majorBidi" w:cstheme="majorBidi"/>
          <w:b/>
          <w:bCs/>
          <w:iCs/>
          <w:color w:val="auto"/>
          <w:lang w:val="fr-FR"/>
        </w:rPr>
      </w:pPr>
      <w:proofErr w:type="gramStart"/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>-mail:</w:t>
      </w:r>
      <w:proofErr w:type="gramEnd"/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 </w:t>
      </w:r>
      <w:hyperlink r:id="rId8" w:history="1">
        <w:r w:rsidR="00C615AC" w:rsidRPr="003668F4">
          <w:rPr>
            <w:rStyle w:val="Hyperlink"/>
            <w:rFonts w:asciiTheme="majorBidi" w:hAnsiTheme="majorBidi" w:cstheme="majorBidi"/>
            <w:b/>
            <w:bCs/>
            <w:iCs/>
            <w:lang w:val="fr-FR"/>
          </w:rPr>
          <w:t>tender@finance.gov.mv</w:t>
        </w:r>
      </w:hyperlink>
    </w:p>
    <w:p w14:paraId="7A9E2677" w14:textId="554FE207" w:rsidR="00C615AC" w:rsidRDefault="00C615AC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749F101D" w14:textId="153A261E" w:rsidR="00C615AC" w:rsidRDefault="00C615AC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72D510DB" w14:textId="72F49818" w:rsidR="00C615AC" w:rsidRDefault="00C615AC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2C7BB859" w14:textId="215BE9E7" w:rsidR="00C615AC" w:rsidRDefault="00C615AC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5E2905E7" w14:textId="66D45797" w:rsidR="00C615AC" w:rsidRDefault="00C615AC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7B31328A" w14:textId="77777777" w:rsidR="00C615AC" w:rsidRPr="0020555F" w:rsidRDefault="00C615AC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2A587DA1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214E2F">
        <w:rPr>
          <w:rFonts w:ascii="Times New Roman" w:hAnsi="Times New Roman"/>
          <w:lang w:val="en-GB"/>
        </w:rPr>
        <w:t>A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Bidding Forms</w:t>
      </w:r>
      <w:r w:rsidR="006F6D0C">
        <w:rPr>
          <w:rFonts w:ascii="Times New Roman" w:hAnsi="Times New Roman"/>
          <w:lang w:val="en-GB"/>
        </w:rPr>
        <w:t xml:space="preserve"> – Letter of Bid &amp; Bid Security</w:t>
      </w:r>
      <w:r w:rsidRPr="00C342DA">
        <w:rPr>
          <w:rFonts w:ascii="Times New Roman" w:hAnsi="Times New Roman"/>
          <w:lang w:val="en-GB"/>
        </w:rPr>
        <w:tab/>
        <w:t>4-1</w:t>
      </w:r>
    </w:p>
    <w:p w14:paraId="2E7B635B" w14:textId="717E1146" w:rsidR="00214E2F" w:rsidRDefault="00214E2F" w:rsidP="00214E2F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4</w:t>
      </w:r>
      <w:r>
        <w:rPr>
          <w:rFonts w:ascii="Times New Roman" w:hAnsi="Times New Roman"/>
          <w:lang w:val="en-GB"/>
        </w:rPr>
        <w:t>B</w:t>
      </w:r>
      <w:r w:rsidRPr="00C342DA">
        <w:rPr>
          <w:rFonts w:ascii="Times New Roman" w:hAnsi="Times New Roman"/>
          <w:lang w:val="en-GB"/>
        </w:rPr>
        <w:tab/>
        <w:t>Bidding Forms</w:t>
      </w:r>
      <w:r w:rsidR="006F6D0C">
        <w:rPr>
          <w:rFonts w:ascii="Times New Roman" w:hAnsi="Times New Roman"/>
          <w:lang w:val="en-GB"/>
        </w:rPr>
        <w:t xml:space="preserve"> – General and Financial Information</w:t>
      </w:r>
      <w:r w:rsidRPr="00C342DA">
        <w:rPr>
          <w:rFonts w:ascii="Times New Roman" w:hAnsi="Times New Roman"/>
          <w:lang w:val="en-GB"/>
        </w:rPr>
        <w:tab/>
        <w:t>4-</w:t>
      </w:r>
      <w:r>
        <w:rPr>
          <w:rFonts w:ascii="Times New Roman" w:hAnsi="Times New Roman"/>
          <w:lang w:val="en-GB"/>
        </w:rPr>
        <w:t>2</w:t>
      </w:r>
    </w:p>
    <w:p w14:paraId="31217C02" w14:textId="4C2E6153" w:rsidR="00214E2F" w:rsidRDefault="00214E2F" w:rsidP="006F6D0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4</w:t>
      </w:r>
      <w:r>
        <w:rPr>
          <w:rFonts w:ascii="Times New Roman" w:hAnsi="Times New Roman"/>
          <w:lang w:val="en-GB"/>
        </w:rPr>
        <w:t>C</w:t>
      </w:r>
      <w:r w:rsidRPr="00C342DA">
        <w:rPr>
          <w:rFonts w:ascii="Times New Roman" w:hAnsi="Times New Roman"/>
          <w:lang w:val="en-GB"/>
        </w:rPr>
        <w:tab/>
        <w:t>Bidding Form</w:t>
      </w:r>
      <w:r w:rsidR="00E80395">
        <w:rPr>
          <w:rFonts w:ascii="Times New Roman" w:hAnsi="Times New Roman"/>
          <w:lang w:val="en-GB"/>
        </w:rPr>
        <w:t>s</w:t>
      </w:r>
      <w:r w:rsidR="006F6D0C">
        <w:rPr>
          <w:rFonts w:ascii="Times New Roman" w:hAnsi="Times New Roman"/>
          <w:lang w:val="en-GB"/>
        </w:rPr>
        <w:t xml:space="preserve"> - </w:t>
      </w:r>
      <w:r w:rsidRPr="00C342DA">
        <w:rPr>
          <w:rFonts w:ascii="Times New Roman" w:hAnsi="Times New Roman"/>
          <w:lang w:val="en-GB"/>
        </w:rPr>
        <w:t>Technical Proposal</w:t>
      </w:r>
      <w:r w:rsidRPr="00C342DA">
        <w:rPr>
          <w:rFonts w:ascii="Times New Roman" w:hAnsi="Times New Roman"/>
          <w:lang w:val="en-GB"/>
        </w:rPr>
        <w:tab/>
        <w:t>4-</w:t>
      </w:r>
      <w:r w:rsidR="006F6D0C">
        <w:rPr>
          <w:rFonts w:ascii="Times New Roman" w:hAnsi="Times New Roman"/>
          <w:lang w:val="en-GB"/>
        </w:rPr>
        <w:t>3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5C418201" w14:textId="296CCD8C" w:rsidR="00D56FFC" w:rsidRPr="00C342DA" w:rsidRDefault="00BE7CA2" w:rsidP="00C615A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</w:t>
      </w:r>
      <w:proofErr w:type="gramStart"/>
      <w:r w:rsidR="007A7001" w:rsidRPr="00C342DA">
        <w:rPr>
          <w:rFonts w:ascii="Times New Roman" w:hAnsi="Times New Roman"/>
          <w:lang w:val="en-GB"/>
        </w:rPr>
        <w:t>Proposal)</w:t>
      </w:r>
      <w:r w:rsidR="00535570" w:rsidRPr="00C342DA">
        <w:rPr>
          <w:rFonts w:ascii="Times New Roman" w:hAnsi="Times New Roman"/>
          <w:lang w:val="en-GB"/>
        </w:rPr>
        <w:t>…</w:t>
      </w:r>
      <w:proofErr w:type="gramEnd"/>
      <w:r w:rsidR="00535570" w:rsidRPr="00C342DA">
        <w:rPr>
          <w:rFonts w:ascii="Times New Roman" w:hAnsi="Times New Roman"/>
          <w:lang w:val="en-GB"/>
        </w:rPr>
        <w:t>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9"/>
      <w:headerReference w:type="first" r:id="rId10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75B67" w14:textId="77777777" w:rsidR="00272CFA" w:rsidRDefault="00272CFA">
      <w:r>
        <w:separator/>
      </w:r>
    </w:p>
  </w:endnote>
  <w:endnote w:type="continuationSeparator" w:id="0">
    <w:p w14:paraId="56EC39A9" w14:textId="77777777" w:rsidR="00272CFA" w:rsidRDefault="00272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432DB" w14:textId="77777777" w:rsidR="00272CFA" w:rsidRDefault="00272CFA">
      <w:r>
        <w:separator/>
      </w:r>
    </w:p>
  </w:footnote>
  <w:footnote w:type="continuationSeparator" w:id="0">
    <w:p w14:paraId="02963747" w14:textId="77777777" w:rsidR="00272CFA" w:rsidRDefault="00272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62F9"/>
    <w:rsid w:val="000D0B2C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64C"/>
    <w:rsid w:val="001A3ADE"/>
    <w:rsid w:val="001B2E62"/>
    <w:rsid w:val="001C0CF5"/>
    <w:rsid w:val="001E14C0"/>
    <w:rsid w:val="001E7A41"/>
    <w:rsid w:val="001F4200"/>
    <w:rsid w:val="001F4469"/>
    <w:rsid w:val="00201005"/>
    <w:rsid w:val="00203695"/>
    <w:rsid w:val="00204D08"/>
    <w:rsid w:val="0020555F"/>
    <w:rsid w:val="00214E2F"/>
    <w:rsid w:val="00216EFA"/>
    <w:rsid w:val="00226A38"/>
    <w:rsid w:val="00234C1E"/>
    <w:rsid w:val="002352BA"/>
    <w:rsid w:val="00240690"/>
    <w:rsid w:val="002411E8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2CFA"/>
    <w:rsid w:val="00273829"/>
    <w:rsid w:val="00281D3A"/>
    <w:rsid w:val="002847D0"/>
    <w:rsid w:val="002873CA"/>
    <w:rsid w:val="002945D4"/>
    <w:rsid w:val="00294D0A"/>
    <w:rsid w:val="002B4032"/>
    <w:rsid w:val="002B49D4"/>
    <w:rsid w:val="002C202D"/>
    <w:rsid w:val="002C5744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195"/>
    <w:rsid w:val="003C2B7B"/>
    <w:rsid w:val="003C7D66"/>
    <w:rsid w:val="003D5A84"/>
    <w:rsid w:val="00405762"/>
    <w:rsid w:val="0043439A"/>
    <w:rsid w:val="0044492F"/>
    <w:rsid w:val="004473F8"/>
    <w:rsid w:val="00457E8D"/>
    <w:rsid w:val="00465E2D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6F6D0C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3305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20A1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5719"/>
    <w:rsid w:val="0097662C"/>
    <w:rsid w:val="00977F37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429C5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5D9F"/>
    <w:rsid w:val="00BE7CA2"/>
    <w:rsid w:val="00C029AC"/>
    <w:rsid w:val="00C068C5"/>
    <w:rsid w:val="00C12DAF"/>
    <w:rsid w:val="00C3272F"/>
    <w:rsid w:val="00C342DA"/>
    <w:rsid w:val="00C479F8"/>
    <w:rsid w:val="00C5197B"/>
    <w:rsid w:val="00C53DEA"/>
    <w:rsid w:val="00C60250"/>
    <w:rsid w:val="00C615AC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D61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80395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46716"/>
    <w:rsid w:val="00F46BAE"/>
    <w:rsid w:val="00F50966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61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finance.gov.m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210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Aishath Nadheema</cp:lastModifiedBy>
  <cp:revision>47</cp:revision>
  <cp:lastPrinted>2013-02-18T07:17:00Z</cp:lastPrinted>
  <dcterms:created xsi:type="dcterms:W3CDTF">2014-02-26T07:38:00Z</dcterms:created>
  <dcterms:modified xsi:type="dcterms:W3CDTF">2020-03-01T08:57:00Z</dcterms:modified>
  <cp:category>COPP/COSO</cp:category>
</cp:coreProperties>
</file>