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7D0C9"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64199CB" w14:textId="77777777" w:rsidR="006E3D54" w:rsidRPr="000D4025" w:rsidRDefault="006E3D54" w:rsidP="006E3D54">
      <w:pPr>
        <w:spacing w:line="360" w:lineRule="auto"/>
        <w:ind w:left="142"/>
        <w:jc w:val="both"/>
        <w:rPr>
          <w:color w:val="000000"/>
          <w:spacing w:val="-5"/>
          <w:sz w:val="22"/>
          <w:szCs w:val="22"/>
        </w:rPr>
      </w:pPr>
    </w:p>
    <w:p w14:paraId="5DB5D45D" w14:textId="77777777" w:rsidR="0051222F" w:rsidRDefault="0051222F" w:rsidP="006E3D54">
      <w:pPr>
        <w:spacing w:line="276" w:lineRule="auto"/>
        <w:ind w:left="142"/>
        <w:jc w:val="both"/>
        <w:rPr>
          <w:color w:val="000000"/>
          <w:sz w:val="22"/>
          <w:szCs w:val="22"/>
        </w:rPr>
      </w:pPr>
    </w:p>
    <w:p w14:paraId="6F1395B8" w14:textId="578823A3" w:rsidR="0051222F" w:rsidRPr="005402B0" w:rsidRDefault="0051222F" w:rsidP="005402B0">
      <w:pPr>
        <w:spacing w:line="276" w:lineRule="auto"/>
        <w:ind w:left="142"/>
        <w:jc w:val="both"/>
        <w:rPr>
          <w:b/>
          <w:bCs/>
          <w:color w:val="000000"/>
          <w:sz w:val="22"/>
          <w:szCs w:val="22"/>
        </w:rPr>
      </w:pPr>
      <w:r w:rsidRPr="005402B0">
        <w:rPr>
          <w:b/>
          <w:bCs/>
          <w:color w:val="000000"/>
          <w:sz w:val="22"/>
          <w:szCs w:val="22"/>
        </w:rPr>
        <w:t>NAME OF CONTRACT:</w:t>
      </w:r>
    </w:p>
    <w:p w14:paraId="5D63AFB3" w14:textId="6712C8CA" w:rsidR="006A0A57" w:rsidRDefault="006A0A57" w:rsidP="00B3596C">
      <w:pPr>
        <w:shd w:val="clear" w:color="auto" w:fill="FFFFFF"/>
        <w:spacing w:line="276" w:lineRule="auto"/>
        <w:ind w:left="142"/>
        <w:jc w:val="both"/>
        <w:rPr>
          <w:sz w:val="22"/>
          <w:szCs w:val="22"/>
        </w:rPr>
      </w:pPr>
      <w:r w:rsidRPr="005402B0">
        <w:rPr>
          <w:sz w:val="22"/>
          <w:szCs w:val="22"/>
        </w:rPr>
        <w:t xml:space="preserve">Design and Build Basis for Construction of Water Supply and Sewerage Facilities in </w:t>
      </w:r>
      <w:r w:rsidR="00B3596C" w:rsidRPr="005402B0">
        <w:rPr>
          <w:sz w:val="22"/>
          <w:szCs w:val="22"/>
        </w:rPr>
        <w:t>Th. Gaadhiffushi</w:t>
      </w:r>
      <w:r w:rsidRPr="005402B0">
        <w:rPr>
          <w:sz w:val="22"/>
          <w:szCs w:val="22"/>
        </w:rPr>
        <w:t>, Maldives</w:t>
      </w:r>
    </w:p>
    <w:p w14:paraId="1CCC0660" w14:textId="77777777" w:rsidR="005402B0" w:rsidRPr="005402B0" w:rsidRDefault="005402B0" w:rsidP="00B3596C">
      <w:pPr>
        <w:shd w:val="clear" w:color="auto" w:fill="FFFFFF"/>
        <w:spacing w:line="276" w:lineRule="auto"/>
        <w:ind w:left="142"/>
        <w:jc w:val="both"/>
        <w:rPr>
          <w:sz w:val="22"/>
          <w:szCs w:val="22"/>
        </w:rPr>
      </w:pPr>
    </w:p>
    <w:p w14:paraId="5458499B" w14:textId="77777777" w:rsidR="006E3D54" w:rsidRPr="005402B0" w:rsidRDefault="006E3D54" w:rsidP="006E3D54">
      <w:pPr>
        <w:shd w:val="clear" w:color="auto" w:fill="FFFFFF"/>
        <w:spacing w:line="276" w:lineRule="auto"/>
        <w:ind w:left="142"/>
        <w:jc w:val="both"/>
        <w:rPr>
          <w:b/>
          <w:bCs/>
          <w:i/>
          <w:iCs/>
          <w:color w:val="000000"/>
          <w:sz w:val="22"/>
          <w:szCs w:val="22"/>
        </w:rPr>
      </w:pPr>
      <w:r w:rsidRPr="005402B0">
        <w:rPr>
          <w:b/>
          <w:bCs/>
          <w:color w:val="000000"/>
          <w:sz w:val="22"/>
          <w:szCs w:val="22"/>
        </w:rPr>
        <w:t>TO:</w:t>
      </w:r>
    </w:p>
    <w:p w14:paraId="5A0CA882" w14:textId="7BF95A6E" w:rsidR="006E3D54" w:rsidRDefault="009374A2" w:rsidP="009374A2">
      <w:pPr>
        <w:shd w:val="clear" w:color="auto" w:fill="FFFFFF"/>
        <w:spacing w:line="276" w:lineRule="auto"/>
        <w:ind w:left="142"/>
        <w:jc w:val="both"/>
        <w:rPr>
          <w:i/>
          <w:iCs/>
          <w:color w:val="000000"/>
          <w:sz w:val="22"/>
          <w:szCs w:val="22"/>
        </w:rPr>
      </w:pPr>
      <w:r>
        <w:rPr>
          <w:i/>
          <w:iCs/>
          <w:color w:val="000000"/>
          <w:sz w:val="22"/>
          <w:szCs w:val="22"/>
        </w:rPr>
        <w:t>National Tender</w:t>
      </w:r>
      <w:bookmarkStart w:id="1" w:name="_GoBack"/>
      <w:bookmarkEnd w:id="1"/>
      <w:r w:rsidR="00DD7728" w:rsidRPr="005402B0">
        <w:rPr>
          <w:i/>
          <w:iCs/>
          <w:color w:val="000000"/>
          <w:sz w:val="22"/>
          <w:szCs w:val="22"/>
        </w:rPr>
        <w:t>, Ministry of Finance</w:t>
      </w:r>
      <w:r w:rsidR="006E3D54" w:rsidRPr="005402B0">
        <w:rPr>
          <w:i/>
          <w:iCs/>
          <w:color w:val="000000"/>
          <w:sz w:val="22"/>
          <w:szCs w:val="22"/>
        </w:rPr>
        <w:t>, Ameenee</w:t>
      </w:r>
      <w:r w:rsidR="00DD7728" w:rsidRPr="005402B0">
        <w:rPr>
          <w:i/>
          <w:iCs/>
          <w:color w:val="000000"/>
          <w:sz w:val="22"/>
          <w:szCs w:val="22"/>
        </w:rPr>
        <w:t xml:space="preserve"> </w:t>
      </w:r>
      <w:r w:rsidR="006E3D54" w:rsidRPr="005402B0">
        <w:rPr>
          <w:i/>
          <w:iCs/>
          <w:color w:val="000000"/>
          <w:sz w:val="22"/>
          <w:szCs w:val="22"/>
        </w:rPr>
        <w:t>Magu, Male’, Republic of Maldives</w:t>
      </w:r>
    </w:p>
    <w:p w14:paraId="5A1D4267" w14:textId="77777777" w:rsidR="005402B0" w:rsidRPr="000D4025" w:rsidRDefault="005402B0" w:rsidP="00DD7728">
      <w:pPr>
        <w:shd w:val="clear" w:color="auto" w:fill="FFFFFF"/>
        <w:spacing w:line="276" w:lineRule="auto"/>
        <w:ind w:left="142"/>
        <w:jc w:val="both"/>
        <w:rPr>
          <w:b/>
          <w:bCs/>
          <w:i/>
          <w:iCs/>
          <w:color w:val="000000"/>
          <w:sz w:val="22"/>
          <w:szCs w:val="22"/>
        </w:rPr>
      </w:pPr>
    </w:p>
    <w:p w14:paraId="32A95DF7"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2686A54C"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14:paraId="168022EA"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14:paraId="4CC8175D"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3335390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1BD8BC9F"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64C8F0C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0BC929E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3F5869B1"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3DDB73AF" w14:textId="77777777" w:rsidR="006E3D54" w:rsidRPr="000D4025" w:rsidRDefault="006E3D54" w:rsidP="006E3D54">
      <w:pPr>
        <w:shd w:val="clear" w:color="auto" w:fill="FFFFFF"/>
        <w:tabs>
          <w:tab w:val="left" w:pos="0"/>
        </w:tabs>
        <w:spacing w:line="276" w:lineRule="auto"/>
        <w:ind w:left="180"/>
        <w:jc w:val="both"/>
        <w:rPr>
          <w:sz w:val="22"/>
          <w:szCs w:val="22"/>
        </w:rPr>
      </w:pPr>
    </w:p>
    <w:p w14:paraId="26F1C5E2"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2441499E"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77B1F60E"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0139781E"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14C1C249"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68472483"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C50B190"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EB895C4"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F71CC" w14:textId="77777777" w:rsidR="00424847" w:rsidRDefault="00424847" w:rsidP="0051222F">
      <w:r>
        <w:separator/>
      </w:r>
    </w:p>
  </w:endnote>
  <w:endnote w:type="continuationSeparator" w:id="0">
    <w:p w14:paraId="13CA7FFB" w14:textId="77777777"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6395F" w14:textId="77777777" w:rsidR="00424847" w:rsidRDefault="00424847" w:rsidP="0051222F">
      <w:r>
        <w:separator/>
      </w:r>
    </w:p>
  </w:footnote>
  <w:footnote w:type="continuationSeparator" w:id="0">
    <w:p w14:paraId="1964062F" w14:textId="77777777"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0F1A94"/>
    <w:rsid w:val="00424847"/>
    <w:rsid w:val="0051222F"/>
    <w:rsid w:val="005402B0"/>
    <w:rsid w:val="006A0A57"/>
    <w:rsid w:val="006E3D54"/>
    <w:rsid w:val="00847939"/>
    <w:rsid w:val="009374A2"/>
    <w:rsid w:val="009D452C"/>
    <w:rsid w:val="00A47F4D"/>
    <w:rsid w:val="00A56248"/>
    <w:rsid w:val="00B3596C"/>
    <w:rsid w:val="00DB0DC1"/>
    <w:rsid w:val="00DD7728"/>
    <w:rsid w:val="00E17F2E"/>
    <w:rsid w:val="00E7715F"/>
    <w:rsid w:val="00F60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13AB"/>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Maldha</cp:lastModifiedBy>
  <cp:revision>15</cp:revision>
  <dcterms:created xsi:type="dcterms:W3CDTF">2019-01-29T06:17:00Z</dcterms:created>
  <dcterms:modified xsi:type="dcterms:W3CDTF">2019-04-04T07:03:00Z</dcterms:modified>
</cp:coreProperties>
</file>