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0717F44A" w:rsidR="00DE4137" w:rsidRPr="00C342DA" w:rsidRDefault="009A14EC" w:rsidP="000D3A97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Sewerage Facilities </w:t>
      </w:r>
      <w:r w:rsidR="001C6058">
        <w:rPr>
          <w:rFonts w:ascii="Times New Roman" w:hAnsi="Times New Roman"/>
          <w:b/>
          <w:sz w:val="28"/>
          <w:szCs w:val="28"/>
        </w:rPr>
        <w:br/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in </w:t>
      </w:r>
      <w:bookmarkEnd w:id="0"/>
      <w:r w:rsidR="001C6058">
        <w:rPr>
          <w:rFonts w:ascii="Times New Roman" w:hAnsi="Times New Roman"/>
          <w:b/>
          <w:sz w:val="28"/>
          <w:szCs w:val="28"/>
        </w:rPr>
        <w:t xml:space="preserve">Sh. </w:t>
      </w:r>
      <w:proofErr w:type="spellStart"/>
      <w:r w:rsidR="001C6058">
        <w:rPr>
          <w:rFonts w:ascii="Times New Roman" w:hAnsi="Times New Roman"/>
          <w:b/>
          <w:sz w:val="28"/>
          <w:szCs w:val="28"/>
        </w:rPr>
        <w:t>Foakaidhoo</w:t>
      </w:r>
      <w:proofErr w:type="spellEnd"/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685A6006" w:rsidR="0056094C" w:rsidRPr="00AD4186" w:rsidRDefault="00BE7CA2" w:rsidP="00BB49B5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C342DA">
        <w:rPr>
          <w:rFonts w:ascii="Times New Roman" w:hAnsi="Times New Roman"/>
          <w:b/>
          <w:szCs w:val="24"/>
          <w:lang w:val="en-GB"/>
        </w:rPr>
        <w:t>No.</w:t>
      </w:r>
      <w:r w:rsidR="00C5197B">
        <w:rPr>
          <w:rFonts w:ascii="Times New Roman" w:hAnsi="Times New Roman"/>
          <w:b/>
          <w:szCs w:val="24"/>
          <w:lang w:val="en-GB"/>
        </w:rPr>
        <w:t>: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r w:rsidR="00567370" w:rsidRPr="00BB49B5">
        <w:rPr>
          <w:rFonts w:ascii="Times New Roman" w:hAnsi="Times New Roman"/>
          <w:b/>
          <w:bCs/>
        </w:rPr>
        <w:t>TES/201</w:t>
      </w:r>
      <w:r w:rsidR="005C4FCF" w:rsidRPr="00BB49B5">
        <w:rPr>
          <w:rFonts w:ascii="Times New Roman" w:hAnsi="Times New Roman"/>
          <w:b/>
          <w:bCs/>
        </w:rPr>
        <w:t>9</w:t>
      </w:r>
      <w:r w:rsidR="00567370" w:rsidRPr="00BB49B5">
        <w:rPr>
          <w:rFonts w:ascii="Times New Roman" w:hAnsi="Times New Roman"/>
          <w:b/>
          <w:bCs/>
        </w:rPr>
        <w:t>/W-</w:t>
      </w:r>
      <w:r w:rsidR="00BB49B5" w:rsidRPr="00BB49B5">
        <w:rPr>
          <w:rFonts w:ascii="Times New Roman" w:hAnsi="Times New Roman"/>
          <w:b/>
          <w:bCs/>
        </w:rPr>
        <w:t>20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568546B0" w:rsidR="00F91571" w:rsidRPr="00AD4186" w:rsidRDefault="005C4FCF" w:rsidP="00BB49B5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BB49B5">
        <w:rPr>
          <w:rFonts w:asciiTheme="majorBidi" w:hAnsiTheme="majorBidi" w:cstheme="majorBidi"/>
          <w:b/>
          <w:bCs/>
          <w:iCs/>
        </w:rPr>
        <w:t xml:space="preserve"> </w:t>
      </w:r>
      <w:bookmarkStart w:id="1" w:name="_GoBack"/>
      <w:bookmarkEnd w:id="1"/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09B7FE4E" w14:textId="79A51DC1" w:rsidR="00680544" w:rsidRDefault="00F91571" w:rsidP="00BB49B5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BB49B5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(960)33491</w:t>
      </w:r>
      <w:r w:rsidR="00BB49B5">
        <w:rPr>
          <w:rFonts w:asciiTheme="majorBidi" w:hAnsiTheme="majorBidi" w:cstheme="majorBidi"/>
          <w:b/>
          <w:bCs/>
          <w:iCs/>
          <w:lang w:val="fr-FR"/>
        </w:rPr>
        <w:t>06</w:t>
      </w:r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5C4FCF">
        <w:rPr>
          <w:rFonts w:asciiTheme="majorBidi" w:hAnsiTheme="majorBidi" w:cstheme="majorBidi"/>
          <w:b/>
          <w:bCs/>
          <w:iCs/>
          <w:lang w:val="fr-FR"/>
        </w:rPr>
        <w:t xml:space="preserve"> </w:t>
      </w:r>
    </w:p>
    <w:p w14:paraId="451EE66C" w14:textId="77777777" w:rsidR="00BB49B5" w:rsidRPr="0020555F" w:rsidRDefault="00BB49B5" w:rsidP="00BB49B5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F3237" w14:textId="77777777" w:rsidR="00F5307F" w:rsidRDefault="00F5307F">
      <w:r>
        <w:separator/>
      </w:r>
    </w:p>
  </w:endnote>
  <w:endnote w:type="continuationSeparator" w:id="0">
    <w:p w14:paraId="284AA5BA" w14:textId="77777777" w:rsidR="00F5307F" w:rsidRDefault="00F53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100C79" w14:textId="77777777" w:rsidR="00F5307F" w:rsidRDefault="00F5307F">
      <w:r>
        <w:separator/>
      </w:r>
    </w:p>
  </w:footnote>
  <w:footnote w:type="continuationSeparator" w:id="0">
    <w:p w14:paraId="6E581379" w14:textId="77777777" w:rsidR="00F5307F" w:rsidRDefault="00F53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C6058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B49B5"/>
    <w:rsid w:val="00BC32B9"/>
    <w:rsid w:val="00BE7CA2"/>
    <w:rsid w:val="00C029AC"/>
    <w:rsid w:val="00C068C5"/>
    <w:rsid w:val="00C12DAF"/>
    <w:rsid w:val="00C3272F"/>
    <w:rsid w:val="00C342DA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327C0"/>
    <w:rsid w:val="00F46716"/>
    <w:rsid w:val="00F46BAE"/>
    <w:rsid w:val="00F50966"/>
    <w:rsid w:val="00F5307F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196</TotalTime>
  <Pages>3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IBRAHIM AFLAH</cp:lastModifiedBy>
  <cp:revision>34</cp:revision>
  <cp:lastPrinted>2013-02-18T07:17:00Z</cp:lastPrinted>
  <dcterms:created xsi:type="dcterms:W3CDTF">2014-02-26T07:38:00Z</dcterms:created>
  <dcterms:modified xsi:type="dcterms:W3CDTF">2019-02-04T09:23:00Z</dcterms:modified>
  <cp:category>COPP/COSO</cp:category>
</cp:coreProperties>
</file>