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A0629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379D81C2" wp14:editId="3087C3EC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AF4D7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502F9A72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44F18D" w14:textId="77777777" w:rsidR="00BE7CA2" w:rsidRPr="00C342DA" w:rsidRDefault="00B206F0" w:rsidP="00680544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962948" w:rsidRPr="00C342DA">
        <w:rPr>
          <w:rFonts w:ascii="Times New Roman" w:hAnsi="Times New Roman"/>
          <w:b/>
          <w:sz w:val="28"/>
          <w:szCs w:val="28"/>
        </w:rPr>
        <w:t>ENVIRONMENT</w:t>
      </w:r>
      <w:r w:rsidR="00234C1E" w:rsidRPr="00C342DA">
        <w:rPr>
          <w:rFonts w:ascii="Times New Roman" w:hAnsi="Times New Roman"/>
          <w:b/>
          <w:sz w:val="28"/>
          <w:szCs w:val="28"/>
        </w:rPr>
        <w:t xml:space="preserve"> AND ENERGY</w:t>
      </w:r>
    </w:p>
    <w:p w14:paraId="68F38031" w14:textId="77777777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6089CD10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proofErr w:type="gramStart"/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  <w:proofErr w:type="gramEnd"/>
    </w:p>
    <w:p w14:paraId="218CC2EB" w14:textId="4EE60C22" w:rsidR="0038788D" w:rsidRPr="00B45DEB" w:rsidRDefault="0038788D" w:rsidP="0038788D">
      <w:pPr>
        <w:pStyle w:val="Footer"/>
        <w:jc w:val="both"/>
        <w:rPr>
          <w:rFonts w:ascii="Times New Roman" w:hAnsi="Times New Roman"/>
          <w:b/>
          <w:sz w:val="28"/>
          <w:szCs w:val="28"/>
        </w:rPr>
      </w:pPr>
      <w:r w:rsidRPr="00B45DEB">
        <w:rPr>
          <w:rFonts w:ascii="Times New Roman" w:hAnsi="Times New Roman"/>
          <w:b/>
          <w:sz w:val="28"/>
          <w:szCs w:val="28"/>
        </w:rPr>
        <w:t xml:space="preserve">Design and Build Basis for Sewerage Collection Network, Sewage Pump Stations and Sea Outfall and Allied Works in S. </w:t>
      </w:r>
      <w:proofErr w:type="spellStart"/>
      <w:r w:rsidRPr="00B45DEB">
        <w:rPr>
          <w:rFonts w:ascii="Times New Roman" w:hAnsi="Times New Roman"/>
          <w:b/>
          <w:sz w:val="28"/>
          <w:szCs w:val="28"/>
        </w:rPr>
        <w:t>Hitadhoo</w:t>
      </w:r>
      <w:proofErr w:type="spellEnd"/>
      <w:r w:rsidRPr="00B45DE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B45DEB">
        <w:rPr>
          <w:rFonts w:ascii="Times New Roman" w:hAnsi="Times New Roman"/>
          <w:b/>
          <w:sz w:val="28"/>
          <w:szCs w:val="28"/>
        </w:rPr>
        <w:t>( North</w:t>
      </w:r>
      <w:proofErr w:type="gramEnd"/>
      <w:r w:rsidRPr="00B45DEB">
        <w:rPr>
          <w:rFonts w:ascii="Times New Roman" w:hAnsi="Times New Roman"/>
          <w:b/>
          <w:sz w:val="28"/>
          <w:szCs w:val="28"/>
        </w:rPr>
        <w:t xml:space="preserve"> and South Region ), Maldives.</w:t>
      </w:r>
    </w:p>
    <w:p w14:paraId="1CEC7E05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37AB3AA4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3EF58197" w14:textId="599A972D" w:rsidR="0056094C" w:rsidRPr="00AD4186" w:rsidRDefault="00BE7CA2" w:rsidP="00E3279C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       :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bookmarkStart w:id="0" w:name="_GoBack"/>
      <w:r w:rsidR="00E3279C" w:rsidRPr="0032594B">
        <w:rPr>
          <w:color w:val="000000" w:themeColor="text1"/>
        </w:rPr>
        <w:t>(IUL</w:t>
      </w:r>
      <w:proofErr w:type="gramStart"/>
      <w:r w:rsidR="00E3279C" w:rsidRPr="0032594B">
        <w:rPr>
          <w:color w:val="000000" w:themeColor="text1"/>
        </w:rPr>
        <w:t>)13</w:t>
      </w:r>
      <w:proofErr w:type="gramEnd"/>
      <w:r w:rsidR="00E3279C" w:rsidRPr="0032594B">
        <w:rPr>
          <w:color w:val="000000" w:themeColor="text1"/>
        </w:rPr>
        <w:t>-K1/13</w:t>
      </w:r>
      <w:r w:rsidR="00E3279C" w:rsidRPr="000C7DB8">
        <w:rPr>
          <w:color w:val="000000" w:themeColor="text1"/>
        </w:rPr>
        <w:t>/20</w:t>
      </w:r>
      <w:r w:rsidR="00E3279C" w:rsidRPr="000C7DB8">
        <w:t>16/</w:t>
      </w:r>
      <w:r w:rsidR="00E3279C">
        <w:rPr>
          <w:color w:val="000000" w:themeColor="text1"/>
        </w:rPr>
        <w:t>56</w:t>
      </w:r>
      <w:bookmarkEnd w:id="0"/>
    </w:p>
    <w:p w14:paraId="6B7959CA" w14:textId="7777777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E07EB4" w:rsidRPr="00C342DA">
        <w:rPr>
          <w:rFonts w:ascii="Times New Roman" w:hAnsi="Times New Roman"/>
          <w:b/>
          <w:lang w:val="en-GB"/>
        </w:rPr>
        <w:t>4</w:t>
      </w:r>
    </w:p>
    <w:p w14:paraId="297695B7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455A66B8" w14:textId="77777777" w:rsidR="002D1CA5" w:rsidRPr="00C342DA" w:rsidRDefault="00EE6DB1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>Section 7 to Section 9</w:t>
      </w:r>
    </w:p>
    <w:p w14:paraId="3823877F" w14:textId="77777777" w:rsidR="007A7001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10</w:t>
      </w:r>
    </w:p>
    <w:p w14:paraId="4611E722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37DCCE95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2CEDEBB1" w14:textId="148CD302" w:rsidR="00F91571" w:rsidRDefault="00F867D2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Public Procurement</w:t>
      </w:r>
      <w:r w:rsidR="00F91571" w:rsidRPr="00AD4186">
        <w:rPr>
          <w:rFonts w:asciiTheme="majorBidi" w:hAnsiTheme="majorBidi" w:cstheme="majorBidi"/>
          <w:b/>
          <w:bCs/>
          <w:iCs/>
        </w:rPr>
        <w:t xml:space="preserve"> Section</w:t>
      </w:r>
    </w:p>
    <w:p w14:paraId="7CFD4C54" w14:textId="1C661DAA" w:rsidR="00F867D2" w:rsidRPr="00AD4186" w:rsidRDefault="00F867D2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Public Procurement Division</w:t>
      </w:r>
    </w:p>
    <w:p w14:paraId="3E77BCAB" w14:textId="77777777"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Ministry of Finance and Treasury</w:t>
      </w:r>
    </w:p>
    <w:p w14:paraId="128DBE05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62BF8DBF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proofErr w:type="gramStart"/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: (960)3332706</w:t>
      </w:r>
    </w:p>
    <w:p w14:paraId="69ADC09C" w14:textId="77777777"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49C313E9" w14:textId="77777777" w:rsidR="0012330B" w:rsidRPr="00AD4186" w:rsidRDefault="0012330B" w:rsidP="00BE7CA2">
      <w:pPr>
        <w:tabs>
          <w:tab w:val="left" w:pos="1260"/>
        </w:tabs>
        <w:rPr>
          <w:rFonts w:ascii="Times New Roman" w:hAnsi="Times New Roman"/>
          <w:b/>
          <w:bCs/>
          <w:szCs w:val="24"/>
        </w:rPr>
      </w:pPr>
    </w:p>
    <w:p w14:paraId="5BDFB96B" w14:textId="77777777" w:rsidR="00662D69" w:rsidRPr="00C342DA" w:rsidRDefault="00662D69" w:rsidP="00BE7CA2">
      <w:pPr>
        <w:tabs>
          <w:tab w:val="left" w:pos="1260"/>
        </w:tabs>
        <w:rPr>
          <w:rFonts w:ascii="Times New Roman" w:hAnsi="Times New Roman"/>
          <w:sz w:val="20"/>
        </w:rPr>
      </w:pPr>
    </w:p>
    <w:p w14:paraId="30D92DAA" w14:textId="77777777" w:rsidR="00680544" w:rsidRPr="00C342DA" w:rsidRDefault="00680544" w:rsidP="00680544">
      <w:pPr>
        <w:tabs>
          <w:tab w:val="left" w:pos="1260"/>
        </w:tabs>
        <w:rPr>
          <w:rFonts w:ascii="Times New Roman" w:hAnsi="Times New Roman"/>
          <w:b/>
          <w:bCs/>
        </w:rPr>
      </w:pPr>
    </w:p>
    <w:p w14:paraId="16B9ACE6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volume 1</w:t>
      </w:r>
    </w:p>
    <w:p w14:paraId="6C2ABABC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3E4AAD9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1F16379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348203F5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7ADE902A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474D8402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03CE182C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1482027D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5AA63938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35EE01F2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06CD6A4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1172AC3D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77466B76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3957CC2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78E01815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4808D643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1610B344" w14:textId="77777777" w:rsidR="001E14C0" w:rsidRPr="00C342DA" w:rsidRDefault="001E14C0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10</w:t>
      </w:r>
      <w:r w:rsidRPr="00C342DA">
        <w:rPr>
          <w:rFonts w:ascii="Times New Roman" w:hAnsi="Times New Roman"/>
          <w:lang w:val="en-GB"/>
        </w:rPr>
        <w:tab/>
      </w:r>
      <w:r w:rsidR="00C729A1" w:rsidRPr="00C342DA">
        <w:rPr>
          <w:rFonts w:ascii="Times New Roman" w:hAnsi="Times New Roman"/>
          <w:lang w:val="en-GB"/>
        </w:rPr>
        <w:t>Drawings ........................</w:t>
      </w:r>
      <w:r w:rsidR="00C9579C">
        <w:rPr>
          <w:rFonts w:ascii="Times New Roman" w:hAnsi="Times New Roman"/>
          <w:lang w:val="en-GB"/>
        </w:rPr>
        <w:t>.</w:t>
      </w:r>
      <w:r w:rsidR="00C729A1" w:rsidRPr="00C342DA">
        <w:rPr>
          <w:rFonts w:ascii="Times New Roman" w:hAnsi="Times New Roman"/>
          <w:lang w:val="en-GB"/>
        </w:rPr>
        <w:t>....</w:t>
      </w:r>
      <w:r w:rsidR="00C9579C">
        <w:rPr>
          <w:rFonts w:ascii="Times New Roman" w:hAnsi="Times New Roman"/>
          <w:lang w:val="en-GB"/>
        </w:rPr>
        <w:t>...................................</w:t>
      </w:r>
      <w:r w:rsidR="00C729A1" w:rsidRPr="00C342DA">
        <w:rPr>
          <w:rFonts w:ascii="Times New Roman" w:hAnsi="Times New Roman"/>
          <w:lang w:val="en-GB"/>
        </w:rPr>
        <w:t>................................................ 10-1</w:t>
      </w:r>
      <w:r w:rsidR="00041337" w:rsidRPr="00C342DA">
        <w:rPr>
          <w:rFonts w:ascii="Times New Roman" w:hAnsi="Times New Roman"/>
          <w:lang w:val="en-GB"/>
        </w:rPr>
        <w:t xml:space="preserve"> </w:t>
      </w:r>
    </w:p>
    <w:p w14:paraId="19B9F2E6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0DA82811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0715C4BC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9290862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6337842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F9961F4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A4FAFA6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7E123D4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CC4F188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A72BF4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F1FFA14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78C9A675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B03C47F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0A962EDB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3E903EA2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3EBF93BC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569366B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6FD77482" w14:textId="77777777" w:rsidR="00535570" w:rsidRPr="00C342DA" w:rsidRDefault="001E14C0" w:rsidP="00535570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11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……………….11</w:t>
      </w:r>
      <w:r w:rsidR="00535223" w:rsidRPr="00C342DA">
        <w:rPr>
          <w:rFonts w:ascii="Times New Roman" w:hAnsi="Times New Roman"/>
          <w:lang w:val="en-GB"/>
        </w:rPr>
        <w:t>-1</w:t>
      </w:r>
    </w:p>
    <w:sectPr w:rsidR="00535570" w:rsidRPr="00C342DA" w:rsidSect="00AA1683">
      <w:headerReference w:type="even" r:id="rId10"/>
      <w:headerReference w:type="default" r:id="rId11"/>
      <w:headerReference w:type="first" r:id="rId12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F5D7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9008E" w14:textId="77777777" w:rsidR="00E62139" w:rsidRDefault="00E62139">
      <w:r>
        <w:separator/>
      </w:r>
    </w:p>
  </w:endnote>
  <w:endnote w:type="continuationSeparator" w:id="0">
    <w:p w14:paraId="36EBAE36" w14:textId="77777777" w:rsidR="00E62139" w:rsidRDefault="00E62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EBE0A" w14:textId="77777777" w:rsidR="00E62139" w:rsidRDefault="00E62139">
      <w:r>
        <w:separator/>
      </w:r>
    </w:p>
  </w:footnote>
  <w:footnote w:type="continuationSeparator" w:id="0">
    <w:p w14:paraId="68AEB6E3" w14:textId="77777777" w:rsidR="00E62139" w:rsidRDefault="00E62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E401B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FD325" w14:textId="77777777" w:rsidR="003530D2" w:rsidRPr="00684E96" w:rsidRDefault="003530D2" w:rsidP="00684E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C7E7E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fsal Hussein">
    <w15:presenceInfo w15:providerId="AD" w15:userId="S-1-5-21-1960633827-2156823887-2912202358-1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903B2"/>
    <w:rsid w:val="000A387C"/>
    <w:rsid w:val="000C4AE9"/>
    <w:rsid w:val="000C4C2F"/>
    <w:rsid w:val="000C5E48"/>
    <w:rsid w:val="000C62F9"/>
    <w:rsid w:val="000D1B12"/>
    <w:rsid w:val="000D1E42"/>
    <w:rsid w:val="000E7718"/>
    <w:rsid w:val="000F3CB7"/>
    <w:rsid w:val="000F6DDE"/>
    <w:rsid w:val="00104854"/>
    <w:rsid w:val="00111201"/>
    <w:rsid w:val="0012330B"/>
    <w:rsid w:val="00127E74"/>
    <w:rsid w:val="0013699C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D3F3B"/>
    <w:rsid w:val="001E14C0"/>
    <w:rsid w:val="001E7A41"/>
    <w:rsid w:val="001F4200"/>
    <w:rsid w:val="001F4469"/>
    <w:rsid w:val="00201005"/>
    <w:rsid w:val="00204D08"/>
    <w:rsid w:val="00216EFA"/>
    <w:rsid w:val="00226A38"/>
    <w:rsid w:val="00234C1E"/>
    <w:rsid w:val="002352BA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788D"/>
    <w:rsid w:val="00391486"/>
    <w:rsid w:val="003A3E60"/>
    <w:rsid w:val="003A5098"/>
    <w:rsid w:val="003A6F5C"/>
    <w:rsid w:val="003B027C"/>
    <w:rsid w:val="003B083B"/>
    <w:rsid w:val="003B1EA2"/>
    <w:rsid w:val="003B24BB"/>
    <w:rsid w:val="003C7D66"/>
    <w:rsid w:val="00405762"/>
    <w:rsid w:val="0043439A"/>
    <w:rsid w:val="0044492F"/>
    <w:rsid w:val="004C1F5A"/>
    <w:rsid w:val="004E09C5"/>
    <w:rsid w:val="004E7442"/>
    <w:rsid w:val="004F35A8"/>
    <w:rsid w:val="005027B6"/>
    <w:rsid w:val="00510BFA"/>
    <w:rsid w:val="00511CF2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7207B"/>
    <w:rsid w:val="00581F87"/>
    <w:rsid w:val="00593A9C"/>
    <w:rsid w:val="00596A90"/>
    <w:rsid w:val="0059748A"/>
    <w:rsid w:val="005A6863"/>
    <w:rsid w:val="005B488B"/>
    <w:rsid w:val="005B5E6B"/>
    <w:rsid w:val="005C6517"/>
    <w:rsid w:val="005C76F3"/>
    <w:rsid w:val="005E2645"/>
    <w:rsid w:val="00603514"/>
    <w:rsid w:val="00605B4D"/>
    <w:rsid w:val="00606A3F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E6BD7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66D2F"/>
    <w:rsid w:val="008735B6"/>
    <w:rsid w:val="0089449B"/>
    <w:rsid w:val="0089504D"/>
    <w:rsid w:val="008A0BDE"/>
    <w:rsid w:val="008B6CFF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86B64"/>
    <w:rsid w:val="00994B6B"/>
    <w:rsid w:val="009A0E78"/>
    <w:rsid w:val="009A49D5"/>
    <w:rsid w:val="009A5B0E"/>
    <w:rsid w:val="009A6E1E"/>
    <w:rsid w:val="009B4A26"/>
    <w:rsid w:val="009B7745"/>
    <w:rsid w:val="009C6C1F"/>
    <w:rsid w:val="009D5D60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45DEB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F7CBB"/>
    <w:rsid w:val="00D300AB"/>
    <w:rsid w:val="00D3316D"/>
    <w:rsid w:val="00D45FDD"/>
    <w:rsid w:val="00D46F7B"/>
    <w:rsid w:val="00D55183"/>
    <w:rsid w:val="00D563A8"/>
    <w:rsid w:val="00D56FFC"/>
    <w:rsid w:val="00D76135"/>
    <w:rsid w:val="00D836BF"/>
    <w:rsid w:val="00D8677A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279C"/>
    <w:rsid w:val="00E34A5F"/>
    <w:rsid w:val="00E45513"/>
    <w:rsid w:val="00E45B08"/>
    <w:rsid w:val="00E45F95"/>
    <w:rsid w:val="00E57D97"/>
    <w:rsid w:val="00E62139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51A3"/>
    <w:rsid w:val="00F46BAE"/>
    <w:rsid w:val="00F50966"/>
    <w:rsid w:val="00F57D9F"/>
    <w:rsid w:val="00F61106"/>
    <w:rsid w:val="00F81BAF"/>
    <w:rsid w:val="00F867D2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2AFFC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  <w:style w:type="character" w:customStyle="1" w:styleId="FooterChar">
    <w:name w:val="Footer Char"/>
    <w:basedOn w:val="DefaultParagraphFont"/>
    <w:link w:val="Footer"/>
    <w:rsid w:val="0038788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  <w:style w:type="character" w:customStyle="1" w:styleId="FooterChar">
    <w:name w:val="Footer Char"/>
    <w:basedOn w:val="DefaultParagraphFont"/>
    <w:link w:val="Footer"/>
    <w:rsid w:val="0038788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154</TotalTime>
  <Pages>3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AMINATH JUWERIYA</cp:lastModifiedBy>
  <cp:revision>20</cp:revision>
  <cp:lastPrinted>2013-02-18T07:17:00Z</cp:lastPrinted>
  <dcterms:created xsi:type="dcterms:W3CDTF">2014-02-26T07:38:00Z</dcterms:created>
  <dcterms:modified xsi:type="dcterms:W3CDTF">2016-05-04T06:23:00Z</dcterms:modified>
  <cp:category>COPP/COSO</cp:category>
</cp:coreProperties>
</file>